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7811F" w14:textId="036C40F6" w:rsidR="000E5D49" w:rsidRPr="00510F6E" w:rsidRDefault="006342BD" w:rsidP="000E5D49">
      <w:pPr>
        <w:pStyle w:val="Heading1"/>
        <w:numPr>
          <w:ilvl w:val="0"/>
          <w:numId w:val="0"/>
        </w:numPr>
        <w:spacing w:line="0" w:lineRule="atLeast"/>
        <w:ind w:left="709" w:hanging="709"/>
        <w:rPr>
          <w:szCs w:val="18"/>
        </w:rPr>
      </w:pPr>
      <w:r>
        <w:rPr>
          <w:szCs w:val="18"/>
        </w:rPr>
        <w:t>09</w:t>
      </w:r>
      <w:r w:rsidR="000E5D49" w:rsidRPr="00510F6E">
        <w:rPr>
          <w:szCs w:val="18"/>
        </w:rPr>
        <w:t xml:space="preserve">. </w:t>
      </w:r>
      <w:r>
        <w:rPr>
          <w:szCs w:val="18"/>
        </w:rPr>
        <w:t>dets</w:t>
      </w:r>
      <w:r w:rsidR="00F87362">
        <w:rPr>
          <w:szCs w:val="18"/>
        </w:rPr>
        <w:t>ember</w:t>
      </w:r>
      <w:r w:rsidR="000E5D49" w:rsidRPr="00510F6E">
        <w:rPr>
          <w:szCs w:val="18"/>
        </w:rPr>
        <w:t xml:space="preserve"> 202</w:t>
      </w:r>
      <w:r w:rsidR="002C7355">
        <w:rPr>
          <w:szCs w:val="18"/>
        </w:rPr>
        <w:t>2</w:t>
      </w:r>
    </w:p>
    <w:p w14:paraId="75DFD26C" w14:textId="2698711F" w:rsidR="000E5D49" w:rsidRPr="00510F6E" w:rsidRDefault="000E5D49" w:rsidP="000E5D49">
      <w:pPr>
        <w:rPr>
          <w:lang w:val="et-EE"/>
        </w:rPr>
      </w:pPr>
    </w:p>
    <w:p w14:paraId="41387DB7" w14:textId="07FF6BBF" w:rsidR="000E5D49" w:rsidRPr="00510F6E" w:rsidRDefault="00F87362" w:rsidP="000E5D49">
      <w:pPr>
        <w:rPr>
          <w:b/>
          <w:bCs/>
          <w:lang w:val="et-EE"/>
        </w:rPr>
      </w:pPr>
      <w:r>
        <w:rPr>
          <w:b/>
          <w:bCs/>
          <w:lang w:val="et-EE"/>
        </w:rPr>
        <w:t xml:space="preserve">Riigimetsa Majandamise Keskus </w:t>
      </w:r>
    </w:p>
    <w:p w14:paraId="6C3C016C" w14:textId="671812CF" w:rsidR="000E5D49" w:rsidRPr="00510F6E" w:rsidRDefault="00C13875" w:rsidP="000E5D49">
      <w:pPr>
        <w:rPr>
          <w:b/>
          <w:bCs/>
          <w:lang w:val="et-EE"/>
        </w:rPr>
      </w:pPr>
      <w:r>
        <w:rPr>
          <w:b/>
          <w:bCs/>
          <w:lang w:val="et-EE"/>
        </w:rPr>
        <w:t>Sagadi küla, Haljala vald, 45</w:t>
      </w:r>
      <w:r w:rsidR="00427776">
        <w:rPr>
          <w:b/>
          <w:bCs/>
          <w:lang w:val="et-EE"/>
        </w:rPr>
        <w:t>403 Lääne-Viru maakond</w:t>
      </w:r>
    </w:p>
    <w:p w14:paraId="4476DE0B" w14:textId="419B7AEF" w:rsidR="005E5747" w:rsidRPr="00510F6E" w:rsidRDefault="005E5747" w:rsidP="000E5D49">
      <w:pPr>
        <w:rPr>
          <w:b/>
          <w:bCs/>
          <w:lang w:val="et-EE"/>
        </w:rPr>
      </w:pPr>
      <w:r w:rsidRPr="00510F6E">
        <w:rPr>
          <w:b/>
          <w:bCs/>
          <w:lang w:val="et-EE"/>
        </w:rPr>
        <w:t>E-post:</w:t>
      </w:r>
      <w:r w:rsidR="00427776">
        <w:rPr>
          <w:b/>
          <w:bCs/>
          <w:lang w:val="et-EE"/>
        </w:rPr>
        <w:t xml:space="preserve"> </w:t>
      </w:r>
      <w:hyperlink r:id="rId8" w:history="1">
        <w:r w:rsidR="00427776" w:rsidRPr="002F2DC9">
          <w:rPr>
            <w:rStyle w:val="Hyperlink"/>
            <w:b/>
            <w:bCs/>
            <w:lang w:val="et-EE"/>
          </w:rPr>
          <w:t>hiiumaa@rmk.ee</w:t>
        </w:r>
      </w:hyperlink>
      <w:r w:rsidR="0003708C">
        <w:rPr>
          <w:b/>
          <w:bCs/>
          <w:lang w:val="et-EE"/>
        </w:rPr>
        <w:t xml:space="preserve">; </w:t>
      </w:r>
      <w:hyperlink r:id="rId9" w:history="1">
        <w:r w:rsidR="00DB35A8" w:rsidRPr="002F2DC9">
          <w:rPr>
            <w:rStyle w:val="Hyperlink"/>
            <w:b/>
            <w:bCs/>
            <w:lang w:val="et-EE"/>
          </w:rPr>
          <w:t>andres.tammeveski@rmk.ee</w:t>
        </w:r>
      </w:hyperlink>
      <w:r w:rsidR="0003708C">
        <w:rPr>
          <w:b/>
          <w:bCs/>
          <w:lang w:val="et-EE"/>
        </w:rPr>
        <w:t xml:space="preserve"> </w:t>
      </w:r>
    </w:p>
    <w:p w14:paraId="15A9A0D1" w14:textId="34319BEB" w:rsidR="002635C4" w:rsidRDefault="002635C4" w:rsidP="000E5D49">
      <w:pPr>
        <w:rPr>
          <w:lang w:val="et-EE"/>
        </w:rPr>
      </w:pPr>
    </w:p>
    <w:p w14:paraId="05C8420F" w14:textId="77777777" w:rsidR="006D1996" w:rsidRPr="00510F6E" w:rsidRDefault="006D1996" w:rsidP="000E5D49">
      <w:pPr>
        <w:rPr>
          <w:lang w:val="et-EE"/>
        </w:rPr>
      </w:pPr>
    </w:p>
    <w:p w14:paraId="4B286A57" w14:textId="44D58813" w:rsidR="005E5747" w:rsidRPr="00510F6E" w:rsidRDefault="00DD756D" w:rsidP="000E5D49">
      <w:pPr>
        <w:rPr>
          <w:b/>
          <w:bCs/>
          <w:lang w:val="et-EE"/>
        </w:rPr>
      </w:pPr>
      <w:r>
        <w:rPr>
          <w:b/>
          <w:bCs/>
          <w:lang w:val="et-EE"/>
        </w:rPr>
        <w:t>TEADE</w:t>
      </w:r>
    </w:p>
    <w:p w14:paraId="657C4EEA" w14:textId="779D5A6D" w:rsidR="005E5747" w:rsidRPr="00510F6E" w:rsidRDefault="006D1996" w:rsidP="000E5D49">
      <w:pPr>
        <w:rPr>
          <w:b/>
          <w:bCs/>
          <w:lang w:val="et-EE"/>
        </w:rPr>
      </w:pPr>
      <w:r>
        <w:rPr>
          <w:b/>
          <w:bCs/>
          <w:lang w:val="et-EE"/>
        </w:rPr>
        <w:t xml:space="preserve">seonduvalt </w:t>
      </w:r>
      <w:r w:rsidR="00DD756D">
        <w:rPr>
          <w:b/>
          <w:bCs/>
          <w:lang w:val="et-EE"/>
        </w:rPr>
        <w:t>ulukikahjustuste kindlaksmääramiseks</w:t>
      </w:r>
      <w:r w:rsidR="004B6666">
        <w:rPr>
          <w:b/>
          <w:bCs/>
          <w:lang w:val="et-EE"/>
        </w:rPr>
        <w:t xml:space="preserve"> </w:t>
      </w:r>
      <w:r w:rsidR="00237D3F">
        <w:rPr>
          <w:b/>
          <w:bCs/>
          <w:lang w:val="et-EE"/>
        </w:rPr>
        <w:t>ekspertarvamuse tellimisega</w:t>
      </w:r>
    </w:p>
    <w:p w14:paraId="160E5E4D" w14:textId="77777777" w:rsidR="00B966B5" w:rsidRPr="00510F6E" w:rsidRDefault="00B966B5" w:rsidP="000E5D49">
      <w:pPr>
        <w:rPr>
          <w:lang w:val="et-EE"/>
        </w:rPr>
      </w:pPr>
    </w:p>
    <w:p w14:paraId="37B4BF62" w14:textId="2C1EEDCA" w:rsidR="0034242E" w:rsidRPr="00510F6E" w:rsidRDefault="0034242E" w:rsidP="000E5D49">
      <w:pPr>
        <w:rPr>
          <w:lang w:val="et-EE"/>
        </w:rPr>
      </w:pPr>
    </w:p>
    <w:p w14:paraId="39953A65" w14:textId="7274AEC3" w:rsidR="0034242E" w:rsidRPr="00510F6E" w:rsidRDefault="0034242E" w:rsidP="000E5D49">
      <w:pPr>
        <w:rPr>
          <w:lang w:val="et-EE"/>
        </w:rPr>
      </w:pPr>
      <w:r w:rsidRPr="00510F6E">
        <w:rPr>
          <w:lang w:val="et-EE"/>
        </w:rPr>
        <w:t xml:space="preserve">Lugupeetud </w:t>
      </w:r>
      <w:r w:rsidR="00427776">
        <w:rPr>
          <w:lang w:val="et-EE"/>
        </w:rPr>
        <w:t>Riigimetsa Majandamise Keskus</w:t>
      </w:r>
      <w:r w:rsidRPr="00510F6E">
        <w:rPr>
          <w:lang w:val="et-EE"/>
        </w:rPr>
        <w:t>,</w:t>
      </w:r>
    </w:p>
    <w:p w14:paraId="2845FE61" w14:textId="203C918D" w:rsidR="0034242E" w:rsidRPr="00510F6E" w:rsidRDefault="0034242E" w:rsidP="000E5D49">
      <w:pPr>
        <w:rPr>
          <w:lang w:val="et-EE"/>
        </w:rPr>
      </w:pPr>
    </w:p>
    <w:p w14:paraId="4EA89E8C" w14:textId="0A6EE973" w:rsidR="0034242E" w:rsidRPr="00510F6E" w:rsidRDefault="007C1CF5" w:rsidP="000E5D49">
      <w:pPr>
        <w:rPr>
          <w:lang w:val="et-EE"/>
        </w:rPr>
      </w:pPr>
      <w:r w:rsidRPr="00510F6E">
        <w:rPr>
          <w:lang w:val="et-EE"/>
        </w:rPr>
        <w:t xml:space="preserve">Pöördume Teie poole meie </w:t>
      </w:r>
      <w:r w:rsidR="0000293D">
        <w:rPr>
          <w:lang w:val="et-EE"/>
        </w:rPr>
        <w:t>kliendi</w:t>
      </w:r>
      <w:r w:rsidRPr="00510F6E">
        <w:rPr>
          <w:lang w:val="et-EE"/>
        </w:rPr>
        <w:t xml:space="preserve"> </w:t>
      </w:r>
      <w:r w:rsidR="008050A3">
        <w:rPr>
          <w:lang w:val="et-EE"/>
        </w:rPr>
        <w:t>MTÜ Leluselja Jahiselts</w:t>
      </w:r>
      <w:r w:rsidR="00B950BF" w:rsidRPr="00510F6E">
        <w:rPr>
          <w:lang w:val="et-EE"/>
        </w:rPr>
        <w:t xml:space="preserve"> (edaspidi </w:t>
      </w:r>
      <w:r w:rsidR="0000293D">
        <w:rPr>
          <w:b/>
          <w:bCs/>
          <w:lang w:val="et-EE"/>
        </w:rPr>
        <w:t>Klient</w:t>
      </w:r>
      <w:r w:rsidR="00B950BF" w:rsidRPr="00510F6E">
        <w:rPr>
          <w:lang w:val="et-EE"/>
        </w:rPr>
        <w:t xml:space="preserve">) nimel ja ülesandel selleks, et </w:t>
      </w:r>
      <w:r w:rsidR="00675CF5">
        <w:rPr>
          <w:lang w:val="et-EE"/>
        </w:rPr>
        <w:t>vastata</w:t>
      </w:r>
      <w:r w:rsidR="006C3494">
        <w:rPr>
          <w:lang w:val="et-EE"/>
        </w:rPr>
        <w:t xml:space="preserve"> </w:t>
      </w:r>
      <w:r w:rsidR="00237D3F">
        <w:rPr>
          <w:lang w:val="et-EE"/>
        </w:rPr>
        <w:t>24</w:t>
      </w:r>
      <w:r w:rsidR="003F314C">
        <w:rPr>
          <w:lang w:val="et-EE"/>
        </w:rPr>
        <w:t>.</w:t>
      </w:r>
      <w:r w:rsidR="00237D3F">
        <w:rPr>
          <w:lang w:val="et-EE"/>
        </w:rPr>
        <w:t>11</w:t>
      </w:r>
      <w:r w:rsidR="003F314C">
        <w:rPr>
          <w:lang w:val="et-EE"/>
        </w:rPr>
        <w:t>.2022</w:t>
      </w:r>
      <w:r w:rsidR="00DB35A8">
        <w:rPr>
          <w:lang w:val="et-EE"/>
        </w:rPr>
        <w:t xml:space="preserve"> </w:t>
      </w:r>
      <w:r w:rsidR="008050A3">
        <w:rPr>
          <w:lang w:val="et-EE"/>
        </w:rPr>
        <w:t xml:space="preserve">Riigimetsa Majandamise Keskuse (edaspidi </w:t>
      </w:r>
      <w:r w:rsidR="008050A3" w:rsidRPr="008050A3">
        <w:rPr>
          <w:b/>
          <w:bCs/>
          <w:lang w:val="et-EE"/>
        </w:rPr>
        <w:t>RMK</w:t>
      </w:r>
      <w:r w:rsidR="008050A3">
        <w:rPr>
          <w:lang w:val="et-EE"/>
        </w:rPr>
        <w:t>) poolt Kliendi</w:t>
      </w:r>
      <w:r w:rsidR="007E0646">
        <w:rPr>
          <w:lang w:val="et-EE"/>
        </w:rPr>
        <w:t xml:space="preserve">le edastatud </w:t>
      </w:r>
      <w:r w:rsidR="003F314C">
        <w:rPr>
          <w:lang w:val="et-EE"/>
        </w:rPr>
        <w:t>vastuse</w:t>
      </w:r>
      <w:r w:rsidR="00E718E7">
        <w:rPr>
          <w:lang w:val="et-EE"/>
        </w:rPr>
        <w:t>le</w:t>
      </w:r>
      <w:r w:rsidR="00B32D53" w:rsidRPr="00510F6E">
        <w:rPr>
          <w:lang w:val="et-EE"/>
        </w:rPr>
        <w:t>.</w:t>
      </w:r>
    </w:p>
    <w:p w14:paraId="4D9391E2" w14:textId="3E5C21BA" w:rsidR="00BA10E7" w:rsidRPr="00510F6E" w:rsidRDefault="00BA10E7" w:rsidP="00127581">
      <w:pPr>
        <w:pStyle w:val="Heading1"/>
        <w:numPr>
          <w:ilvl w:val="0"/>
          <w:numId w:val="0"/>
        </w:numPr>
        <w:spacing w:line="0" w:lineRule="atLeast"/>
        <w:rPr>
          <w:szCs w:val="18"/>
        </w:rPr>
      </w:pPr>
    </w:p>
    <w:p w14:paraId="7D744CB5" w14:textId="6DF751C9" w:rsidR="009573C2" w:rsidRPr="00510F6E" w:rsidRDefault="00096C60" w:rsidP="001746DD">
      <w:pPr>
        <w:pStyle w:val="Level1"/>
        <w:spacing w:line="0" w:lineRule="atLeast"/>
      </w:pPr>
      <w:r>
        <w:rPr>
          <w:bCs w:val="0"/>
        </w:rPr>
        <w:t>K</w:t>
      </w:r>
      <w:r w:rsidR="002C0622">
        <w:rPr>
          <w:bCs w:val="0"/>
        </w:rPr>
        <w:t>lient märgib</w:t>
      </w:r>
      <w:r w:rsidR="00072BC1">
        <w:rPr>
          <w:bCs w:val="0"/>
        </w:rPr>
        <w:t xml:space="preserve"> esmalt</w:t>
      </w:r>
      <w:r w:rsidR="002C0622">
        <w:rPr>
          <w:bCs w:val="0"/>
        </w:rPr>
        <w:t>, et ei</w:t>
      </w:r>
      <w:r w:rsidR="00072BC1">
        <w:rPr>
          <w:bCs w:val="0"/>
        </w:rPr>
        <w:t xml:space="preserve"> nõustu</w:t>
      </w:r>
      <w:r w:rsidR="002C0622">
        <w:rPr>
          <w:bCs w:val="0"/>
        </w:rPr>
        <w:t xml:space="preserve"> RMK </w:t>
      </w:r>
      <w:r w:rsidR="00F84E6E">
        <w:rPr>
          <w:bCs w:val="0"/>
        </w:rPr>
        <w:t xml:space="preserve">vastuses toodud seisukohtadega ning leiab jätkuvalt, et </w:t>
      </w:r>
      <w:r w:rsidR="00436281">
        <w:rPr>
          <w:bCs w:val="0"/>
        </w:rPr>
        <w:t>aktis näidatud viisil ja ulatuses tal ulukikahjustuse hüvitamise kohustust ei esine</w:t>
      </w:r>
      <w:r w:rsidR="00072BC1">
        <w:rPr>
          <w:bCs w:val="0"/>
        </w:rPr>
        <w:t xml:space="preserve">. </w:t>
      </w:r>
    </w:p>
    <w:p w14:paraId="60D69BDD" w14:textId="77777777" w:rsidR="003A21A9" w:rsidRPr="00510F6E" w:rsidRDefault="003A21A9" w:rsidP="003A21A9">
      <w:pPr>
        <w:pStyle w:val="Level1"/>
        <w:numPr>
          <w:ilvl w:val="0"/>
          <w:numId w:val="0"/>
        </w:numPr>
        <w:spacing w:line="0" w:lineRule="atLeast"/>
        <w:ind w:left="397"/>
        <w:rPr>
          <w:bCs w:val="0"/>
        </w:rPr>
      </w:pPr>
    </w:p>
    <w:p w14:paraId="663B58DA" w14:textId="38926F4A" w:rsidR="00E71BB3" w:rsidRPr="00A13602" w:rsidRDefault="00436281" w:rsidP="003F314C">
      <w:pPr>
        <w:pStyle w:val="Level1"/>
        <w:spacing w:line="0" w:lineRule="atLeast"/>
      </w:pPr>
      <w:r>
        <w:rPr>
          <w:bCs w:val="0"/>
        </w:rPr>
        <w:t>24.11.2022 v</w:t>
      </w:r>
      <w:r w:rsidR="00922342">
        <w:rPr>
          <w:bCs w:val="0"/>
        </w:rPr>
        <w:t xml:space="preserve">astuse lõpus </w:t>
      </w:r>
      <w:r w:rsidR="007C71F1">
        <w:rPr>
          <w:bCs w:val="0"/>
        </w:rPr>
        <w:t xml:space="preserve">kirjutab RMK, et </w:t>
      </w:r>
      <w:r w:rsidR="00C92F2C">
        <w:rPr>
          <w:bCs w:val="0"/>
        </w:rPr>
        <w:t xml:space="preserve">vastavalt poolte vahel sõlmitud maakasutuslepingu </w:t>
      </w:r>
      <w:r w:rsidR="00841623">
        <w:rPr>
          <w:bCs w:val="0"/>
        </w:rPr>
        <w:t>punktile 3.4 tuleb ulukikahjustus</w:t>
      </w:r>
      <w:r w:rsidR="007A3B1E">
        <w:rPr>
          <w:bCs w:val="0"/>
        </w:rPr>
        <w:t>i</w:t>
      </w:r>
      <w:r w:rsidR="00841623">
        <w:rPr>
          <w:bCs w:val="0"/>
        </w:rPr>
        <w:t xml:space="preserve"> täiendavalt konsulendi või metsakorraldaja abiga hinnata. Käesolevaga annab klient teada, et pakub </w:t>
      </w:r>
      <w:r w:rsidR="00EB73F6">
        <w:rPr>
          <w:bCs w:val="0"/>
        </w:rPr>
        <w:t>eksperdiks välja Eero Jesmini (Jesmin)</w:t>
      </w:r>
      <w:r w:rsidR="000222A0">
        <w:rPr>
          <w:bCs w:val="0"/>
        </w:rPr>
        <w:t xml:space="preserve">. </w:t>
      </w:r>
      <w:r w:rsidR="00424E87">
        <w:rPr>
          <w:bCs w:val="0"/>
        </w:rPr>
        <w:t xml:space="preserve">Eero Jesmin omab </w:t>
      </w:r>
      <w:r w:rsidR="009560A0">
        <w:rPr>
          <w:bCs w:val="0"/>
        </w:rPr>
        <w:t>metsakorraldaja tunnistust</w:t>
      </w:r>
      <w:r w:rsidR="00396BD1">
        <w:rPr>
          <w:bCs w:val="0"/>
        </w:rPr>
        <w:t xml:space="preserve"> (nr 259, 27.10.2020)</w:t>
      </w:r>
      <w:r w:rsidR="009560A0">
        <w:rPr>
          <w:bCs w:val="0"/>
        </w:rPr>
        <w:t xml:space="preserve"> ning on nõus lepingu</w:t>
      </w:r>
      <w:r w:rsidR="00441355">
        <w:rPr>
          <w:bCs w:val="0"/>
        </w:rPr>
        <w:t xml:space="preserve"> punktis 3.4 märgitud hindamise läbi viima. Tema </w:t>
      </w:r>
      <w:r w:rsidR="00086101">
        <w:rPr>
          <w:bCs w:val="0"/>
        </w:rPr>
        <w:t xml:space="preserve">e-posti </w:t>
      </w:r>
      <w:r w:rsidR="00441355">
        <w:rPr>
          <w:bCs w:val="0"/>
        </w:rPr>
        <w:t xml:space="preserve">aadress on </w:t>
      </w:r>
      <w:hyperlink r:id="rId10" w:history="1">
        <w:r w:rsidR="00441355" w:rsidRPr="00F63019">
          <w:rPr>
            <w:rStyle w:val="Hyperlink"/>
            <w:bCs w:val="0"/>
          </w:rPr>
          <w:t>puidueero@gmail.com</w:t>
        </w:r>
      </w:hyperlink>
      <w:r w:rsidR="00441355">
        <w:rPr>
          <w:bCs w:val="0"/>
        </w:rPr>
        <w:t xml:space="preserve">. </w:t>
      </w:r>
      <w:r w:rsidR="00A13602">
        <w:rPr>
          <w:bCs w:val="0"/>
        </w:rPr>
        <w:t xml:space="preserve"> </w:t>
      </w:r>
    </w:p>
    <w:p w14:paraId="0649A883" w14:textId="77777777" w:rsidR="00A13602" w:rsidRDefault="00A13602" w:rsidP="00A13602">
      <w:pPr>
        <w:pStyle w:val="ListParagraph"/>
      </w:pPr>
    </w:p>
    <w:p w14:paraId="157B2D69" w14:textId="510C3237" w:rsidR="008F7CD0" w:rsidRDefault="006654AA" w:rsidP="003F314C">
      <w:pPr>
        <w:pStyle w:val="Level1"/>
        <w:spacing w:line="0" w:lineRule="atLeast"/>
      </w:pPr>
      <w:r>
        <w:t xml:space="preserve">Lepingu punkti 3.4 järgi, </w:t>
      </w:r>
      <w:r w:rsidR="000B58BD">
        <w:t xml:space="preserve">RMK peab </w:t>
      </w:r>
      <w:r w:rsidR="00310BC8">
        <w:t>Kliendi välja pakutud</w:t>
      </w:r>
      <w:r w:rsidR="000B58BD">
        <w:t xml:space="preserve"> metsakorraldaja kooskõlastama. </w:t>
      </w:r>
      <w:r w:rsidR="000B58BD" w:rsidRPr="00D26ED4">
        <w:rPr>
          <w:b/>
          <w:bCs w:val="0"/>
        </w:rPr>
        <w:t>Sellega seonduvalt</w:t>
      </w:r>
      <w:r w:rsidR="000B58BD">
        <w:t xml:space="preserve"> </w:t>
      </w:r>
      <w:r w:rsidR="000B58BD" w:rsidRPr="00D26ED4">
        <w:rPr>
          <w:b/>
          <w:bCs w:val="0"/>
        </w:rPr>
        <w:t xml:space="preserve">palub allakirjutanu </w:t>
      </w:r>
      <w:r w:rsidR="008F7CD0" w:rsidRPr="00D26ED4">
        <w:rPr>
          <w:b/>
          <w:bCs w:val="0"/>
        </w:rPr>
        <w:t>metsakorraldaja isikuga nõustumisest/mittenõustumisest end RMK-l informeerida</w:t>
      </w:r>
      <w:r w:rsidR="008F7CD0">
        <w:t xml:space="preserve">. </w:t>
      </w:r>
    </w:p>
    <w:p w14:paraId="3189E16C" w14:textId="77777777" w:rsidR="008F7CD0" w:rsidRDefault="008F7CD0" w:rsidP="008F7CD0">
      <w:pPr>
        <w:pStyle w:val="ListParagraph"/>
      </w:pPr>
    </w:p>
    <w:p w14:paraId="17701077" w14:textId="104EC985" w:rsidR="009F3A5E" w:rsidRDefault="00310BC8" w:rsidP="009F3A5E">
      <w:pPr>
        <w:pStyle w:val="Level1"/>
        <w:spacing w:line="0" w:lineRule="atLeast"/>
      </w:pPr>
      <w:r>
        <w:t>Samuti, t</w:t>
      </w:r>
      <w:r w:rsidR="00330FCA">
        <w:t xml:space="preserve">ulenevalt </w:t>
      </w:r>
      <w:r w:rsidR="00D26ED4">
        <w:t>lumeoludest on metsakorraldajal hetkel võimatu ekspertiisi teostada</w:t>
      </w:r>
      <w:r w:rsidR="00E02E82">
        <w:t xml:space="preserve">. </w:t>
      </w:r>
      <w:r w:rsidR="00086101">
        <w:rPr>
          <w:b/>
          <w:bCs w:val="0"/>
        </w:rPr>
        <w:t xml:space="preserve">Sellega seonduvalt palub allakirjutanu RMK-lt kinnitust, et </w:t>
      </w:r>
      <w:r w:rsidR="009F3A5E">
        <w:rPr>
          <w:b/>
          <w:bCs w:val="0"/>
        </w:rPr>
        <w:t xml:space="preserve">RMK nõustub hindamise läbi viima 2023. aasta kevadel, pärast lumekatte sulamist. </w:t>
      </w:r>
    </w:p>
    <w:p w14:paraId="5F3E54A5" w14:textId="77777777" w:rsidR="009F3A5E" w:rsidRDefault="009F3A5E" w:rsidP="009F3A5E">
      <w:pPr>
        <w:pStyle w:val="ListParagraph"/>
      </w:pPr>
    </w:p>
    <w:p w14:paraId="3FCE0FBB" w14:textId="7457C9D6" w:rsidR="009F3A5E" w:rsidRPr="009F3A5E" w:rsidRDefault="009F3A5E" w:rsidP="009F3A5E">
      <w:pPr>
        <w:pStyle w:val="Level1"/>
        <w:spacing w:line="0" w:lineRule="atLeast"/>
      </w:pPr>
      <w:r>
        <w:t>Palume RM</w:t>
      </w:r>
      <w:r w:rsidR="000D4DA5">
        <w:t xml:space="preserve">K-lt vastust siinses teates toodule hiljemalt 16.12.2022. </w:t>
      </w:r>
    </w:p>
    <w:p w14:paraId="3A47E0A2" w14:textId="72817466" w:rsidR="00B527A2" w:rsidRPr="00510F6E" w:rsidRDefault="00B527A2" w:rsidP="00127581">
      <w:pPr>
        <w:pStyle w:val="NormalWeb"/>
        <w:spacing w:before="0" w:beforeAutospacing="0" w:after="0" w:afterAutospacing="0" w:line="0" w:lineRule="atLeast"/>
        <w:rPr>
          <w:rFonts w:ascii="Verdana" w:hAnsi="Verdana" w:cs="Arial"/>
          <w:bCs/>
          <w:color w:val="auto"/>
          <w:sz w:val="18"/>
          <w:szCs w:val="18"/>
        </w:rPr>
      </w:pPr>
    </w:p>
    <w:p w14:paraId="69E03054" w14:textId="77777777" w:rsidR="008650AE" w:rsidRPr="00510F6E" w:rsidRDefault="008650AE" w:rsidP="00127581">
      <w:pPr>
        <w:pStyle w:val="NormalWeb"/>
        <w:spacing w:before="0" w:beforeAutospacing="0" w:after="0" w:afterAutospacing="0" w:line="0" w:lineRule="atLeast"/>
        <w:rPr>
          <w:rFonts w:ascii="Verdana" w:hAnsi="Verdana" w:cs="Arial"/>
          <w:bCs/>
          <w:color w:val="auto"/>
          <w:sz w:val="18"/>
          <w:szCs w:val="18"/>
        </w:rPr>
      </w:pPr>
      <w:r w:rsidRPr="00510F6E">
        <w:rPr>
          <w:rFonts w:ascii="Verdana" w:hAnsi="Verdana" w:cs="Arial"/>
          <w:bCs/>
          <w:color w:val="auto"/>
          <w:sz w:val="18"/>
          <w:szCs w:val="18"/>
        </w:rPr>
        <w:t>Lugupidamisega</w:t>
      </w:r>
    </w:p>
    <w:p w14:paraId="58AAE706" w14:textId="77777777" w:rsidR="008650AE" w:rsidRPr="00510F6E" w:rsidRDefault="008650AE" w:rsidP="00127581">
      <w:pPr>
        <w:pStyle w:val="NormalWeb"/>
        <w:spacing w:before="0" w:beforeAutospacing="0" w:after="0" w:afterAutospacing="0" w:line="0" w:lineRule="atLeast"/>
        <w:rPr>
          <w:rFonts w:ascii="Verdana" w:hAnsi="Verdana" w:cs="Arial"/>
          <w:bCs/>
          <w:i/>
          <w:color w:val="auto"/>
          <w:sz w:val="18"/>
          <w:szCs w:val="18"/>
        </w:rPr>
      </w:pPr>
    </w:p>
    <w:p w14:paraId="2F6DA939" w14:textId="77777777" w:rsidR="008650AE" w:rsidRPr="00510F6E" w:rsidRDefault="008650AE" w:rsidP="00127581">
      <w:pPr>
        <w:pStyle w:val="NormalWeb"/>
        <w:spacing w:before="0" w:beforeAutospacing="0" w:after="0" w:afterAutospacing="0" w:line="0" w:lineRule="atLeast"/>
        <w:rPr>
          <w:rFonts w:ascii="Verdana" w:hAnsi="Verdana" w:cs="Arial"/>
          <w:bCs/>
          <w:i/>
          <w:color w:val="auto"/>
          <w:sz w:val="18"/>
          <w:szCs w:val="18"/>
        </w:rPr>
      </w:pPr>
      <w:r w:rsidRPr="00510F6E">
        <w:rPr>
          <w:rFonts w:ascii="Verdana" w:hAnsi="Verdana" w:cs="Arial"/>
          <w:bCs/>
          <w:i/>
          <w:color w:val="auto"/>
          <w:sz w:val="18"/>
          <w:szCs w:val="18"/>
        </w:rPr>
        <w:t>/allkirjastatud digitaalselt/</w:t>
      </w:r>
    </w:p>
    <w:p w14:paraId="1D01B398" w14:textId="77777777" w:rsidR="008650AE" w:rsidRPr="00510F6E" w:rsidRDefault="008650AE" w:rsidP="00127581">
      <w:pPr>
        <w:pStyle w:val="NormalWeb"/>
        <w:spacing w:before="0" w:beforeAutospacing="0" w:after="0" w:afterAutospacing="0" w:line="0" w:lineRule="atLeast"/>
        <w:rPr>
          <w:rFonts w:ascii="Verdana" w:hAnsi="Verdana" w:cs="Arial"/>
          <w:bCs/>
          <w:color w:val="auto"/>
          <w:sz w:val="18"/>
          <w:szCs w:val="18"/>
        </w:rPr>
      </w:pPr>
    </w:p>
    <w:p w14:paraId="6553976C" w14:textId="6FE41ACC" w:rsidR="008650AE" w:rsidRPr="00510F6E" w:rsidRDefault="008650AE" w:rsidP="00127581">
      <w:pPr>
        <w:pStyle w:val="NormalWeb"/>
        <w:tabs>
          <w:tab w:val="left" w:pos="4111"/>
        </w:tabs>
        <w:spacing w:before="0" w:beforeAutospacing="0" w:after="0" w:afterAutospacing="0" w:line="0" w:lineRule="atLeast"/>
        <w:rPr>
          <w:rFonts w:ascii="Verdana" w:hAnsi="Verdana" w:cs="Arial"/>
          <w:bCs/>
          <w:color w:val="auto"/>
          <w:sz w:val="18"/>
          <w:szCs w:val="18"/>
        </w:rPr>
      </w:pPr>
      <w:r w:rsidRPr="00510F6E">
        <w:rPr>
          <w:rFonts w:ascii="Verdana" w:hAnsi="Verdana" w:cs="Arial"/>
          <w:bCs/>
          <w:color w:val="auto"/>
          <w:sz w:val="18"/>
          <w:szCs w:val="18"/>
        </w:rPr>
        <w:t>Toomas Pikamä</w:t>
      </w:r>
      <w:r w:rsidR="005A0DE1" w:rsidRPr="00510F6E">
        <w:rPr>
          <w:rFonts w:ascii="Verdana" w:hAnsi="Verdana" w:cs="Arial"/>
          <w:bCs/>
          <w:color w:val="auto"/>
          <w:sz w:val="18"/>
          <w:szCs w:val="18"/>
        </w:rPr>
        <w:t>e</w:t>
      </w:r>
    </w:p>
    <w:p w14:paraId="52E4F5D5" w14:textId="18D4E389" w:rsidR="008650AE" w:rsidRPr="00510F6E" w:rsidRDefault="005A0DE1" w:rsidP="00127581">
      <w:pPr>
        <w:pStyle w:val="NormalWeb"/>
        <w:tabs>
          <w:tab w:val="left" w:pos="4111"/>
        </w:tabs>
        <w:spacing w:before="0" w:beforeAutospacing="0" w:after="0" w:afterAutospacing="0" w:line="0" w:lineRule="atLeast"/>
        <w:rPr>
          <w:rFonts w:ascii="Verdana" w:hAnsi="Verdana" w:cs="Arial"/>
          <w:bCs/>
          <w:color w:val="auto"/>
          <w:sz w:val="18"/>
          <w:szCs w:val="18"/>
        </w:rPr>
      </w:pPr>
      <w:r w:rsidRPr="00510F6E">
        <w:rPr>
          <w:rFonts w:ascii="Verdana" w:hAnsi="Verdana" w:cs="Arial"/>
          <w:bCs/>
          <w:color w:val="auto"/>
          <w:sz w:val="18"/>
          <w:szCs w:val="18"/>
        </w:rPr>
        <w:t>v</w:t>
      </w:r>
      <w:r w:rsidR="008650AE" w:rsidRPr="00510F6E">
        <w:rPr>
          <w:rFonts w:ascii="Verdana" w:hAnsi="Verdana" w:cs="Arial"/>
          <w:bCs/>
          <w:color w:val="auto"/>
          <w:sz w:val="18"/>
          <w:szCs w:val="18"/>
        </w:rPr>
        <w:t>andeadvokaat</w:t>
      </w:r>
    </w:p>
    <w:p w14:paraId="4B76140A" w14:textId="3F38DB57" w:rsidR="00041897" w:rsidRPr="00510F6E" w:rsidRDefault="00E67177" w:rsidP="00E67177">
      <w:pPr>
        <w:pStyle w:val="NormalWeb"/>
        <w:spacing w:before="0" w:beforeAutospacing="0" w:after="0" w:afterAutospacing="0" w:line="0" w:lineRule="atLeast"/>
        <w:rPr>
          <w:rFonts w:ascii="Verdana" w:hAnsi="Verdana" w:cs="Arial"/>
          <w:bCs/>
          <w:color w:val="auto"/>
          <w:sz w:val="18"/>
          <w:szCs w:val="18"/>
        </w:rPr>
      </w:pPr>
      <w:r>
        <w:rPr>
          <w:rFonts w:ascii="Verdana" w:hAnsi="Verdana" w:cs="Arial"/>
          <w:bCs/>
          <w:color w:val="auto"/>
          <w:sz w:val="18"/>
          <w:szCs w:val="18"/>
        </w:rPr>
        <w:t>MTÜ Leluselja Jahiselts</w:t>
      </w:r>
      <w:r w:rsidR="001F7832" w:rsidRPr="00510F6E">
        <w:rPr>
          <w:rFonts w:ascii="Verdana" w:hAnsi="Verdana" w:cs="Arial"/>
          <w:bCs/>
          <w:color w:val="auto"/>
          <w:sz w:val="18"/>
          <w:szCs w:val="18"/>
        </w:rPr>
        <w:t xml:space="preserve"> </w:t>
      </w:r>
      <w:r w:rsidR="005A0DE1" w:rsidRPr="00510F6E">
        <w:rPr>
          <w:rFonts w:ascii="Verdana" w:hAnsi="Verdana" w:cs="Arial"/>
          <w:bCs/>
          <w:color w:val="auto"/>
          <w:sz w:val="18"/>
          <w:szCs w:val="18"/>
        </w:rPr>
        <w:t>lepinguline esindaja</w:t>
      </w:r>
      <w:r w:rsidR="00827B7B">
        <w:rPr>
          <w:rFonts w:ascii="Verdana" w:hAnsi="Verdana" w:cs="Arial"/>
          <w:bCs/>
          <w:color w:val="auto"/>
          <w:sz w:val="18"/>
          <w:szCs w:val="18"/>
        </w:rPr>
        <w:t xml:space="preserve"> </w:t>
      </w:r>
    </w:p>
    <w:sectPr w:rsidR="00041897" w:rsidRPr="00510F6E" w:rsidSect="001C6B97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998" w:right="851" w:bottom="1418" w:left="1701" w:header="284" w:footer="454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72929" w14:textId="77777777" w:rsidR="00DA7CB3" w:rsidRDefault="00DA7CB3" w:rsidP="005D30CA">
      <w:r>
        <w:separator/>
      </w:r>
    </w:p>
  </w:endnote>
  <w:endnote w:type="continuationSeparator" w:id="0">
    <w:p w14:paraId="274FD898" w14:textId="77777777" w:rsidR="00DA7CB3" w:rsidRDefault="00DA7CB3" w:rsidP="005D3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 Sans MT Ext Condensed Bold">
    <w:panose1 w:val="020B0902020104020203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F205A" w14:textId="77777777" w:rsidR="00E4572E" w:rsidRDefault="00E4572E" w:rsidP="007400E6">
    <w:pPr>
      <w:pStyle w:val="Footer"/>
      <w:tabs>
        <w:tab w:val="clear" w:pos="4536"/>
      </w:tabs>
      <w:rPr>
        <w:sz w:val="12"/>
      </w:rPr>
    </w:pPr>
  </w:p>
  <w:p w14:paraId="6BD907EA" w14:textId="77777777" w:rsidR="00E4572E" w:rsidRDefault="00E4572E" w:rsidP="00B253B4">
    <w:pPr>
      <w:pStyle w:val="ExtraInfo"/>
      <w:framePr w:w="0" w:hRule="auto" w:hSpace="0" w:wrap="auto" w:vAnchor="margin" w:hAnchor="text" w:xAlign="left" w:yAlign="inline"/>
      <w:spacing w:before="240"/>
    </w:pPr>
  </w:p>
  <w:p w14:paraId="00119984" w14:textId="77777777" w:rsidR="00E4572E" w:rsidRPr="0053419C" w:rsidRDefault="00E4572E" w:rsidP="007400E6">
    <w:pPr>
      <w:pStyle w:val="Footer"/>
      <w:tabs>
        <w:tab w:val="clear" w:pos="4536"/>
      </w:tabs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6" w:type="dxa"/>
      <w:tblInd w:w="-113" w:type="dxa"/>
      <w:tblLayout w:type="fixed"/>
      <w:tblLook w:val="01E0" w:firstRow="1" w:lastRow="1" w:firstColumn="1" w:lastColumn="1" w:noHBand="0" w:noVBand="0"/>
    </w:tblPr>
    <w:tblGrid>
      <w:gridCol w:w="8051"/>
      <w:gridCol w:w="2295"/>
    </w:tblGrid>
    <w:tr w:rsidR="00E4572E" w:rsidRPr="00BC285F" w14:paraId="47FB2ED0" w14:textId="77777777" w:rsidTr="002C0779">
      <w:trPr>
        <w:trHeight w:val="397"/>
        <w:hidden/>
      </w:trPr>
      <w:tc>
        <w:tcPr>
          <w:tcW w:w="8051" w:type="dxa"/>
          <w:vAlign w:val="bottom"/>
        </w:tcPr>
        <w:p w14:paraId="6C375E83" w14:textId="77777777" w:rsidR="00E4572E" w:rsidRPr="00BC285F" w:rsidRDefault="00E4572E" w:rsidP="00D55CB3">
          <w:pPr>
            <w:pStyle w:val="Footer"/>
            <w:ind w:right="317"/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</w:pPr>
          <w:r w:rsidRPr="00470BBB">
            <w:rPr>
              <w:vanish/>
              <w:sz w:val="10"/>
              <w:szCs w:val="10"/>
            </w:rPr>
            <w:drawing>
              <wp:anchor distT="0" distB="0" distL="114300" distR="114300" simplePos="0" relativeHeight="251671552" behindDoc="0" locked="0" layoutInCell="1" allowOverlap="1" wp14:anchorId="2AD365DD" wp14:editId="0AF794E6">
                <wp:simplePos x="0" y="0"/>
                <wp:positionH relativeFrom="page">
                  <wp:posOffset>822960</wp:posOffset>
                </wp:positionH>
                <wp:positionV relativeFrom="page">
                  <wp:posOffset>10761073</wp:posOffset>
                </wp:positionV>
                <wp:extent cx="895985" cy="2465705"/>
                <wp:effectExtent l="0" t="0" r="0" b="0"/>
                <wp:wrapNone/>
                <wp:docPr id="57" name="Picture 40" descr="Alex NAS Docs:Eversheds:Logos:Output:Logo_V_300dp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lex NAS Docs:Eversheds:Logos:Output:Logo_V_300dp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985" cy="2465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 xmlns:arto="http://schemas.microsoft.com/office/word/2006/arto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Verdana"/>
              <w:b/>
              <w:bCs/>
              <w:color w:val="000000"/>
              <w:sz w:val="10"/>
              <w:szCs w:val="10"/>
              <w:lang w:val="et-EE" w:eastAsia="zh-CN"/>
            </w:rPr>
            <w:t>E</w:t>
          </w:r>
          <w:r w:rsidRPr="00DD4593"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 xml:space="preserve">versheds </w:t>
          </w:r>
          <w:r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 xml:space="preserve">Sutherland </w:t>
          </w:r>
          <w:r w:rsidRPr="00DD4593"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>Ots &amp; Co</w:t>
          </w:r>
          <w:r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 xml:space="preserve"> on </w:t>
          </w:r>
          <w:r w:rsidRPr="00BC285F"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>Eversheds International Limited</w:t>
          </w:r>
          <w:r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>´i liige</w:t>
          </w:r>
        </w:p>
        <w:p w14:paraId="2331BF1A" w14:textId="77777777" w:rsidR="00E4572E" w:rsidRPr="00BC285F" w:rsidRDefault="00E4572E" w:rsidP="00BC285F">
          <w:pPr>
            <w:pStyle w:val="Footer"/>
            <w:ind w:right="317"/>
            <w:rPr>
              <w:sz w:val="10"/>
              <w:szCs w:val="10"/>
            </w:rPr>
          </w:pPr>
        </w:p>
      </w:tc>
      <w:tc>
        <w:tcPr>
          <w:tcW w:w="2295" w:type="dxa"/>
          <w:tcMar>
            <w:left w:w="28" w:type="dxa"/>
          </w:tcMar>
          <w:vAlign w:val="bottom"/>
        </w:tcPr>
        <w:p w14:paraId="467D177F" w14:textId="77777777" w:rsidR="00E4572E" w:rsidRPr="00BC285F" w:rsidRDefault="00E4572E" w:rsidP="007400E6">
          <w:pPr>
            <w:pStyle w:val="Footer"/>
            <w:spacing w:line="216" w:lineRule="auto"/>
            <w:rPr>
              <w:sz w:val="10"/>
              <w:szCs w:val="10"/>
            </w:rPr>
          </w:pPr>
          <w:r w:rsidRPr="00BC285F">
            <w:rPr>
              <w:sz w:val="10"/>
              <w:szCs w:val="10"/>
            </w:rPr>
            <w:t xml:space="preserve"> </w:t>
          </w:r>
        </w:p>
      </w:tc>
    </w:tr>
  </w:tbl>
  <w:p w14:paraId="0A3FCCF0" w14:textId="77777777" w:rsidR="00E4572E" w:rsidRDefault="00E4572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A464F" w14:textId="77777777" w:rsidR="00DA7CB3" w:rsidRDefault="00DA7CB3" w:rsidP="005D30CA">
      <w:r>
        <w:separator/>
      </w:r>
    </w:p>
  </w:footnote>
  <w:footnote w:type="continuationSeparator" w:id="0">
    <w:p w14:paraId="676D62B3" w14:textId="77777777" w:rsidR="00DA7CB3" w:rsidRDefault="00DA7CB3" w:rsidP="005D3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631ED" w14:textId="77777777" w:rsidR="00E4572E" w:rsidRPr="009C44F0" w:rsidRDefault="00E4572E" w:rsidP="00013BAB">
    <w:pPr>
      <w:pStyle w:val="ExtraInfo"/>
      <w:framePr w:wrap="around" w:x="9498"/>
      <w:spacing w:before="240"/>
    </w:pPr>
    <w:r>
      <w:t xml:space="preserve">Page: </w:t>
    </w:r>
    <w:r w:rsidRPr="009C44F0">
      <w:fldChar w:fldCharType="begin"/>
    </w:r>
    <w:r w:rsidRPr="009C44F0">
      <w:instrText xml:space="preserve"> PAGE   \* MERGEFORMAT </w:instrText>
    </w:r>
    <w:r w:rsidRPr="009C44F0">
      <w:fldChar w:fldCharType="separate"/>
    </w:r>
    <w:r>
      <w:rPr>
        <w:noProof/>
      </w:rPr>
      <w:t>2</w:t>
    </w:r>
    <w:r w:rsidRPr="009C44F0">
      <w:rPr>
        <w:noProof/>
      </w:rPr>
      <w:fldChar w:fldCharType="end"/>
    </w:r>
  </w:p>
  <w:p w14:paraId="05761210" w14:textId="77777777" w:rsidR="00E4572E" w:rsidRPr="009C44F0" w:rsidRDefault="00E4572E" w:rsidP="007400E6">
    <w:pPr>
      <w:pStyle w:val="Header"/>
      <w:rPr>
        <w:sz w:val="2"/>
        <w:szCs w:val="2"/>
      </w:rPr>
    </w:pPr>
    <w:r>
      <w:drawing>
        <wp:anchor distT="0" distB="0" distL="114300" distR="114300" simplePos="0" relativeHeight="251681792" behindDoc="0" locked="0" layoutInCell="1" allowOverlap="1" wp14:anchorId="217AAC10" wp14:editId="7A279B21">
          <wp:simplePos x="0" y="0"/>
          <wp:positionH relativeFrom="page">
            <wp:posOffset>115570</wp:posOffset>
          </wp:positionH>
          <wp:positionV relativeFrom="page">
            <wp:posOffset>127635</wp:posOffset>
          </wp:positionV>
          <wp:extent cx="905154" cy="1843200"/>
          <wp:effectExtent l="0" t="0" r="9525" b="5080"/>
          <wp:wrapNone/>
          <wp:docPr id="55" name="Picture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05154" cy="184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9FB5CC" w14:textId="77777777" w:rsidR="00E4572E" w:rsidRPr="009C44F0" w:rsidRDefault="00E4572E"/>
  <w:p w14:paraId="130E1F9D" w14:textId="77777777" w:rsidR="00E4572E" w:rsidRPr="009C44F0" w:rsidRDefault="00E4572E">
    <w:pPr>
      <w:rPr>
        <w:sz w:val="19"/>
        <w:szCs w:val="19"/>
      </w:rPr>
    </w:pPr>
  </w:p>
  <w:p w14:paraId="1FDF8EF9" w14:textId="77777777" w:rsidR="00E4572E" w:rsidRPr="009C44F0" w:rsidRDefault="00E4572E"/>
  <w:p w14:paraId="5E7C9E21" w14:textId="77777777" w:rsidR="00E4572E" w:rsidRPr="009C44F0" w:rsidRDefault="00E4572E" w:rsidP="00A52F47">
    <w:pPr>
      <w:pStyle w:val="Header"/>
      <w:spacing w:line="360" w:lineRule="auto"/>
    </w:pPr>
  </w:p>
  <w:p w14:paraId="6DCB3040" w14:textId="77777777" w:rsidR="00E4572E" w:rsidRPr="009C44F0" w:rsidRDefault="00E4572E" w:rsidP="00A52F47">
    <w:pPr>
      <w:pStyle w:val="Header"/>
      <w:spacing w:line="360" w:lineRule="auto"/>
    </w:pPr>
  </w:p>
  <w:p w14:paraId="27070668" w14:textId="77777777" w:rsidR="00E4572E" w:rsidRPr="009C44F0" w:rsidRDefault="00E4572E" w:rsidP="007400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3155" w:type="dxa"/>
      <w:tblInd w:w="70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600" w:firstRow="0" w:lastRow="0" w:firstColumn="0" w:lastColumn="0" w:noHBand="1" w:noVBand="1"/>
    </w:tblPr>
    <w:tblGrid>
      <w:gridCol w:w="3155"/>
    </w:tblGrid>
    <w:tr w:rsidR="00E4572E" w:rsidRPr="009C44F0" w14:paraId="4B4E3C2C" w14:textId="77777777" w:rsidTr="00CF7EB0">
      <w:trPr>
        <w:trHeight w:val="1928"/>
      </w:trPr>
      <w:tc>
        <w:tcPr>
          <w:tcW w:w="3155" w:type="dxa"/>
        </w:tcPr>
        <w:p w14:paraId="7C620D14" w14:textId="77777777" w:rsidR="00E4572E" w:rsidRPr="00DD4593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 w:right="-855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OÜ </w:t>
          </w:r>
          <w:r w:rsidRPr="00DD4593">
            <w:rPr>
              <w:b/>
              <w:sz w:val="14"/>
              <w:szCs w:val="14"/>
            </w:rPr>
            <w:t>Advokaadibüroo</w:t>
          </w:r>
        </w:p>
        <w:p w14:paraId="589CA8E2" w14:textId="77777777" w:rsidR="00E4572E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b/>
              <w:sz w:val="14"/>
              <w:szCs w:val="14"/>
            </w:rPr>
          </w:pPr>
          <w:r w:rsidRPr="00DD4593">
            <w:rPr>
              <w:b/>
              <w:sz w:val="14"/>
              <w:szCs w:val="14"/>
            </w:rPr>
            <w:t xml:space="preserve">Eversheds </w:t>
          </w:r>
          <w:r>
            <w:rPr>
              <w:b/>
              <w:sz w:val="14"/>
              <w:szCs w:val="14"/>
            </w:rPr>
            <w:t xml:space="preserve">Sutherland </w:t>
          </w:r>
        </w:p>
        <w:p w14:paraId="0D07C03E" w14:textId="77777777" w:rsidR="00E4572E" w:rsidRPr="00DD4593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b/>
              <w:sz w:val="14"/>
              <w:szCs w:val="14"/>
            </w:rPr>
          </w:pPr>
          <w:r w:rsidRPr="00DD4593">
            <w:rPr>
              <w:b/>
              <w:sz w:val="14"/>
              <w:szCs w:val="14"/>
            </w:rPr>
            <w:t>Ots &amp; Co</w:t>
          </w:r>
        </w:p>
        <w:p w14:paraId="7D66D1B4" w14:textId="77777777" w:rsidR="00E4572E" w:rsidRPr="00461D81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  <w:r w:rsidRPr="00461D81">
            <w:rPr>
              <w:sz w:val="14"/>
              <w:szCs w:val="14"/>
              <w:lang w:val="fi-FI"/>
            </w:rPr>
            <w:t>Kentmanni 4/Sakala 10</w:t>
          </w:r>
        </w:p>
        <w:p w14:paraId="6C87D5A8" w14:textId="77777777" w:rsidR="00E4572E" w:rsidRPr="00461D81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  <w:r w:rsidRPr="00461D81">
            <w:rPr>
              <w:sz w:val="14"/>
              <w:szCs w:val="14"/>
              <w:lang w:val="fi-FI"/>
            </w:rPr>
            <w:t>10116 Tallinn</w:t>
          </w:r>
        </w:p>
        <w:p w14:paraId="321C8432" w14:textId="77777777" w:rsidR="00E4572E" w:rsidRPr="00461D81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  <w:r w:rsidRPr="00461D81">
            <w:rPr>
              <w:sz w:val="14"/>
              <w:szCs w:val="14"/>
              <w:lang w:val="fi-FI"/>
            </w:rPr>
            <w:t>Eesti</w:t>
          </w:r>
        </w:p>
        <w:p w14:paraId="0B0836E0" w14:textId="77777777" w:rsidR="00E4572E" w:rsidRPr="00461D81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</w:p>
        <w:p w14:paraId="552DF881" w14:textId="77777777" w:rsidR="00E4572E" w:rsidRPr="00461D81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  <w:r w:rsidRPr="00461D81">
            <w:rPr>
              <w:sz w:val="14"/>
              <w:szCs w:val="14"/>
              <w:lang w:val="fi-FI"/>
            </w:rPr>
            <w:t>Registrikood 10639559</w:t>
          </w:r>
        </w:p>
        <w:p w14:paraId="5FA3517E" w14:textId="77777777" w:rsidR="00E4572E" w:rsidRPr="00461D81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</w:p>
        <w:p w14:paraId="177A2671" w14:textId="77777777" w:rsidR="00E4572E" w:rsidRPr="00DD4593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  <w:r>
            <w:rPr>
              <w:sz w:val="14"/>
              <w:szCs w:val="14"/>
            </w:rPr>
            <w:t xml:space="preserve">T: </w:t>
          </w:r>
          <w:r w:rsidRPr="00DD4593">
            <w:rPr>
              <w:sz w:val="14"/>
              <w:szCs w:val="14"/>
            </w:rPr>
            <w:t>622 9990</w:t>
          </w:r>
        </w:p>
        <w:p w14:paraId="44218475" w14:textId="77777777" w:rsidR="00E4572E" w:rsidRPr="00DD4593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  <w:r w:rsidRPr="00DD4593">
            <w:rPr>
              <w:sz w:val="14"/>
              <w:szCs w:val="14"/>
            </w:rPr>
            <w:t>F: 622 9999</w:t>
          </w:r>
        </w:p>
        <w:p w14:paraId="54E35A50" w14:textId="77777777" w:rsidR="00E4572E" w:rsidRPr="00DD4593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</w:p>
        <w:p w14:paraId="310C98CA" w14:textId="77777777" w:rsidR="00E4572E" w:rsidRPr="009C44F0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  <w:r>
            <w:rPr>
              <w:sz w:val="14"/>
              <w:szCs w:val="14"/>
            </w:rPr>
            <w:t>e</w:t>
          </w:r>
          <w:r w:rsidRPr="00DD4593">
            <w:rPr>
              <w:sz w:val="14"/>
              <w:szCs w:val="14"/>
            </w:rPr>
            <w:t>versheds</w:t>
          </w:r>
          <w:r>
            <w:rPr>
              <w:sz w:val="14"/>
              <w:szCs w:val="14"/>
            </w:rPr>
            <w:t>-sutherland</w:t>
          </w:r>
          <w:r w:rsidRPr="00DD4593">
            <w:rPr>
              <w:sz w:val="14"/>
              <w:szCs w:val="14"/>
            </w:rPr>
            <w:t>.</w:t>
          </w:r>
          <w:r>
            <w:rPr>
              <w:sz w:val="14"/>
              <w:szCs w:val="14"/>
            </w:rPr>
            <w:t>ee</w:t>
          </w:r>
        </w:p>
      </w:tc>
    </w:tr>
  </w:tbl>
  <w:p w14:paraId="13674612" w14:textId="77777777" w:rsidR="00E4572E" w:rsidRPr="009C44F0" w:rsidRDefault="00E4572E" w:rsidP="007400E6">
    <w:pPr>
      <w:pStyle w:val="Header"/>
      <w:rPr>
        <w:sz w:val="2"/>
        <w:szCs w:val="2"/>
      </w:rPr>
    </w:pPr>
    <w:r>
      <w:drawing>
        <wp:anchor distT="0" distB="0" distL="114300" distR="114300" simplePos="0" relativeHeight="251679744" behindDoc="0" locked="0" layoutInCell="1" allowOverlap="1" wp14:anchorId="5C773F77" wp14:editId="65CAA972">
          <wp:simplePos x="0" y="0"/>
          <wp:positionH relativeFrom="page">
            <wp:posOffset>99061</wp:posOffset>
          </wp:positionH>
          <wp:positionV relativeFrom="page">
            <wp:posOffset>91441</wp:posOffset>
          </wp:positionV>
          <wp:extent cx="905566" cy="1844040"/>
          <wp:effectExtent l="0" t="0" r="8890" b="3810"/>
          <wp:wrapNone/>
          <wp:docPr id="56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10572" cy="1854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C6141"/>
    <w:multiLevelType w:val="multilevel"/>
    <w:tmpl w:val="E5C8DE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7002FF0"/>
    <w:multiLevelType w:val="hybridMultilevel"/>
    <w:tmpl w:val="F21EFB4E"/>
    <w:lvl w:ilvl="0" w:tplc="6F86D7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Gill Sans MT Ext Condensed Bold" w:hAnsi="Verdana" w:cs="Gill Sans MT Ext Condensed Bol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C5124"/>
    <w:multiLevelType w:val="hybridMultilevel"/>
    <w:tmpl w:val="505EBDAA"/>
    <w:lvl w:ilvl="0" w:tplc="0B7E30A4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77" w:hanging="360"/>
      </w:pPr>
    </w:lvl>
    <w:lvl w:ilvl="2" w:tplc="0425001B" w:tentative="1">
      <w:start w:val="1"/>
      <w:numFmt w:val="lowerRoman"/>
      <w:lvlText w:val="%3."/>
      <w:lvlJc w:val="right"/>
      <w:pPr>
        <w:ind w:left="2197" w:hanging="180"/>
      </w:pPr>
    </w:lvl>
    <w:lvl w:ilvl="3" w:tplc="0425000F" w:tentative="1">
      <w:start w:val="1"/>
      <w:numFmt w:val="decimal"/>
      <w:lvlText w:val="%4."/>
      <w:lvlJc w:val="left"/>
      <w:pPr>
        <w:ind w:left="2917" w:hanging="360"/>
      </w:pPr>
    </w:lvl>
    <w:lvl w:ilvl="4" w:tplc="04250019" w:tentative="1">
      <w:start w:val="1"/>
      <w:numFmt w:val="lowerLetter"/>
      <w:lvlText w:val="%5."/>
      <w:lvlJc w:val="left"/>
      <w:pPr>
        <w:ind w:left="3637" w:hanging="360"/>
      </w:pPr>
    </w:lvl>
    <w:lvl w:ilvl="5" w:tplc="0425001B" w:tentative="1">
      <w:start w:val="1"/>
      <w:numFmt w:val="lowerRoman"/>
      <w:lvlText w:val="%6."/>
      <w:lvlJc w:val="right"/>
      <w:pPr>
        <w:ind w:left="4357" w:hanging="180"/>
      </w:pPr>
    </w:lvl>
    <w:lvl w:ilvl="6" w:tplc="0425000F" w:tentative="1">
      <w:start w:val="1"/>
      <w:numFmt w:val="decimal"/>
      <w:lvlText w:val="%7."/>
      <w:lvlJc w:val="left"/>
      <w:pPr>
        <w:ind w:left="5077" w:hanging="360"/>
      </w:pPr>
    </w:lvl>
    <w:lvl w:ilvl="7" w:tplc="04250019" w:tentative="1">
      <w:start w:val="1"/>
      <w:numFmt w:val="lowerLetter"/>
      <w:lvlText w:val="%8."/>
      <w:lvlJc w:val="left"/>
      <w:pPr>
        <w:ind w:left="5797" w:hanging="360"/>
      </w:pPr>
    </w:lvl>
    <w:lvl w:ilvl="8" w:tplc="042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 w15:restartNumberingAfterBreak="0">
    <w:nsid w:val="10DA2099"/>
    <w:multiLevelType w:val="hybridMultilevel"/>
    <w:tmpl w:val="E4C87598"/>
    <w:lvl w:ilvl="0" w:tplc="EE62EA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37" w:hanging="360"/>
      </w:pPr>
    </w:lvl>
    <w:lvl w:ilvl="2" w:tplc="0425001B" w:tentative="1">
      <w:start w:val="1"/>
      <w:numFmt w:val="lowerRoman"/>
      <w:lvlText w:val="%3."/>
      <w:lvlJc w:val="right"/>
      <w:pPr>
        <w:ind w:left="2157" w:hanging="180"/>
      </w:pPr>
    </w:lvl>
    <w:lvl w:ilvl="3" w:tplc="0425000F" w:tentative="1">
      <w:start w:val="1"/>
      <w:numFmt w:val="decimal"/>
      <w:lvlText w:val="%4."/>
      <w:lvlJc w:val="left"/>
      <w:pPr>
        <w:ind w:left="2877" w:hanging="360"/>
      </w:pPr>
    </w:lvl>
    <w:lvl w:ilvl="4" w:tplc="04250019" w:tentative="1">
      <w:start w:val="1"/>
      <w:numFmt w:val="lowerLetter"/>
      <w:lvlText w:val="%5."/>
      <w:lvlJc w:val="left"/>
      <w:pPr>
        <w:ind w:left="3597" w:hanging="360"/>
      </w:pPr>
    </w:lvl>
    <w:lvl w:ilvl="5" w:tplc="0425001B" w:tentative="1">
      <w:start w:val="1"/>
      <w:numFmt w:val="lowerRoman"/>
      <w:lvlText w:val="%6."/>
      <w:lvlJc w:val="right"/>
      <w:pPr>
        <w:ind w:left="4317" w:hanging="180"/>
      </w:pPr>
    </w:lvl>
    <w:lvl w:ilvl="6" w:tplc="0425000F" w:tentative="1">
      <w:start w:val="1"/>
      <w:numFmt w:val="decimal"/>
      <w:lvlText w:val="%7."/>
      <w:lvlJc w:val="left"/>
      <w:pPr>
        <w:ind w:left="5037" w:hanging="360"/>
      </w:pPr>
    </w:lvl>
    <w:lvl w:ilvl="7" w:tplc="04250019" w:tentative="1">
      <w:start w:val="1"/>
      <w:numFmt w:val="lowerLetter"/>
      <w:lvlText w:val="%8."/>
      <w:lvlJc w:val="left"/>
      <w:pPr>
        <w:ind w:left="5757" w:hanging="360"/>
      </w:pPr>
    </w:lvl>
    <w:lvl w:ilvl="8" w:tplc="042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54A5C46"/>
    <w:multiLevelType w:val="singleLevel"/>
    <w:tmpl w:val="76B20EBE"/>
    <w:lvl w:ilvl="0">
      <w:start w:val="1"/>
      <w:numFmt w:val="decimal"/>
      <w:pStyle w:val="Schedule"/>
      <w:lvlText w:val="%1"/>
      <w:lvlJc w:val="center"/>
      <w:pPr>
        <w:tabs>
          <w:tab w:val="num" w:pos="0"/>
        </w:tabs>
        <w:ind w:left="0" w:firstLine="0"/>
      </w:pPr>
      <w:rPr>
        <w:rFonts w:hint="default"/>
        <w:vanish/>
      </w:rPr>
    </w:lvl>
  </w:abstractNum>
  <w:abstractNum w:abstractNumId="5" w15:restartNumberingAfterBreak="0">
    <w:nsid w:val="17024C0D"/>
    <w:multiLevelType w:val="multilevel"/>
    <w:tmpl w:val="BB229E12"/>
    <w:lvl w:ilvl="0">
      <w:start w:val="1"/>
      <w:numFmt w:val="decimal"/>
      <w:pStyle w:val="Part"/>
      <w:lvlText w:val="Part 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933730B"/>
    <w:multiLevelType w:val="singleLevel"/>
    <w:tmpl w:val="A7BAF762"/>
    <w:lvl w:ilvl="0">
      <w:start w:val="1"/>
      <w:numFmt w:val="decimal"/>
      <w:pStyle w:val="Parties"/>
      <w:lvlText w:val="(%1)"/>
      <w:lvlJc w:val="left"/>
      <w:pPr>
        <w:tabs>
          <w:tab w:val="num" w:pos="851"/>
        </w:tabs>
        <w:ind w:left="851" w:hanging="851"/>
      </w:pPr>
    </w:lvl>
  </w:abstractNum>
  <w:abstractNum w:abstractNumId="7" w15:restartNumberingAfterBreak="0">
    <w:nsid w:val="202557C0"/>
    <w:multiLevelType w:val="multilevel"/>
    <w:tmpl w:val="616CC2A4"/>
    <w:lvl w:ilvl="0">
      <w:start w:val="1"/>
      <w:numFmt w:val="lowerLetter"/>
      <w:pStyle w:val="aBankingDefinition"/>
      <w:lvlText w:val="(%1)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1">
      <w:start w:val="1"/>
      <w:numFmt w:val="lowerRoman"/>
      <w:pStyle w:val="iBankingDefinition"/>
      <w:lvlText w:val="(%2)"/>
      <w:lvlJc w:val="left"/>
      <w:pPr>
        <w:tabs>
          <w:tab w:val="num" w:pos="3119"/>
        </w:tabs>
        <w:ind w:left="3119" w:hanging="1276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4253"/>
        </w:tabs>
        <w:ind w:left="4253" w:hanging="1134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4253"/>
        </w:tabs>
        <w:ind w:left="4253" w:hanging="113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253E7316"/>
    <w:multiLevelType w:val="hybridMultilevel"/>
    <w:tmpl w:val="CEEA8A2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8684C"/>
    <w:multiLevelType w:val="hybridMultilevel"/>
    <w:tmpl w:val="76D06B0A"/>
    <w:lvl w:ilvl="0" w:tplc="B8EA8498">
      <w:start w:val="1"/>
      <w:numFmt w:val="decimal"/>
      <w:pStyle w:val="Muu"/>
      <w:lvlText w:val="%1)"/>
      <w:lvlJc w:val="left"/>
      <w:pPr>
        <w:ind w:left="75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77" w:hanging="360"/>
      </w:pPr>
    </w:lvl>
    <w:lvl w:ilvl="2" w:tplc="0425001B" w:tentative="1">
      <w:start w:val="1"/>
      <w:numFmt w:val="lowerRoman"/>
      <w:lvlText w:val="%3."/>
      <w:lvlJc w:val="right"/>
      <w:pPr>
        <w:ind w:left="2197" w:hanging="180"/>
      </w:pPr>
    </w:lvl>
    <w:lvl w:ilvl="3" w:tplc="0425000F" w:tentative="1">
      <w:start w:val="1"/>
      <w:numFmt w:val="decimal"/>
      <w:lvlText w:val="%4."/>
      <w:lvlJc w:val="left"/>
      <w:pPr>
        <w:ind w:left="2917" w:hanging="360"/>
      </w:pPr>
    </w:lvl>
    <w:lvl w:ilvl="4" w:tplc="04250019" w:tentative="1">
      <w:start w:val="1"/>
      <w:numFmt w:val="lowerLetter"/>
      <w:lvlText w:val="%5."/>
      <w:lvlJc w:val="left"/>
      <w:pPr>
        <w:ind w:left="3637" w:hanging="360"/>
      </w:pPr>
    </w:lvl>
    <w:lvl w:ilvl="5" w:tplc="0425001B" w:tentative="1">
      <w:start w:val="1"/>
      <w:numFmt w:val="lowerRoman"/>
      <w:lvlText w:val="%6."/>
      <w:lvlJc w:val="right"/>
      <w:pPr>
        <w:ind w:left="4357" w:hanging="180"/>
      </w:pPr>
    </w:lvl>
    <w:lvl w:ilvl="6" w:tplc="0425000F" w:tentative="1">
      <w:start w:val="1"/>
      <w:numFmt w:val="decimal"/>
      <w:lvlText w:val="%7."/>
      <w:lvlJc w:val="left"/>
      <w:pPr>
        <w:ind w:left="5077" w:hanging="360"/>
      </w:pPr>
    </w:lvl>
    <w:lvl w:ilvl="7" w:tplc="04250019" w:tentative="1">
      <w:start w:val="1"/>
      <w:numFmt w:val="lowerLetter"/>
      <w:lvlText w:val="%8."/>
      <w:lvlJc w:val="left"/>
      <w:pPr>
        <w:ind w:left="5797" w:hanging="360"/>
      </w:pPr>
    </w:lvl>
    <w:lvl w:ilvl="8" w:tplc="042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" w15:restartNumberingAfterBreak="0">
    <w:nsid w:val="3757382E"/>
    <w:multiLevelType w:val="multilevel"/>
    <w:tmpl w:val="56AA0988"/>
    <w:lvl w:ilvl="0">
      <w:start w:val="1"/>
      <w:numFmt w:val="decimal"/>
      <w:pStyle w:val="Rule1"/>
      <w:lvlText w:val="Rule %1"/>
      <w:lvlJc w:val="left"/>
      <w:pPr>
        <w:tabs>
          <w:tab w:val="num" w:pos="1077"/>
        </w:tabs>
        <w:ind w:left="1077" w:hanging="1077"/>
      </w:pPr>
      <w:rPr>
        <w:rFonts w:hint="default"/>
        <w:b/>
        <w:i w:val="0"/>
      </w:rPr>
    </w:lvl>
    <w:lvl w:ilvl="1">
      <w:start w:val="1"/>
      <w:numFmt w:val="decimal"/>
      <w:pStyle w:val="Rule2"/>
      <w:lvlText w:val="%1.%2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2">
      <w:start w:val="1"/>
      <w:numFmt w:val="decimal"/>
      <w:pStyle w:val="Rule3"/>
      <w:lvlText w:val="%1.%2.%3"/>
      <w:lvlJc w:val="left"/>
      <w:pPr>
        <w:tabs>
          <w:tab w:val="num" w:pos="2211"/>
        </w:tabs>
        <w:ind w:left="2211" w:hanging="1134"/>
      </w:pPr>
      <w:rPr>
        <w:rFonts w:hint="default"/>
      </w:rPr>
    </w:lvl>
    <w:lvl w:ilvl="3">
      <w:start w:val="1"/>
      <w:numFmt w:val="decimal"/>
      <w:pStyle w:val="Rule4"/>
      <w:lvlText w:val="%1.%2.%3.%4"/>
      <w:lvlJc w:val="left"/>
      <w:pPr>
        <w:tabs>
          <w:tab w:val="num" w:pos="3686"/>
        </w:tabs>
        <w:ind w:left="3686" w:hanging="1475"/>
      </w:pPr>
      <w:rPr>
        <w:rFonts w:hint="default"/>
      </w:rPr>
    </w:lvl>
    <w:lvl w:ilvl="4">
      <w:start w:val="1"/>
      <w:numFmt w:val="decimal"/>
      <w:pStyle w:val="Rule5"/>
      <w:lvlText w:val="%1.%2.%3.%4.%5"/>
      <w:lvlJc w:val="left"/>
      <w:pPr>
        <w:tabs>
          <w:tab w:val="num" w:pos="3686"/>
        </w:tabs>
        <w:ind w:left="3686" w:hanging="1475"/>
      </w:pPr>
      <w:rPr>
        <w:rFonts w:hint="default"/>
      </w:rPr>
    </w:lvl>
    <w:lvl w:ilvl="5">
      <w:start w:val="1"/>
      <w:numFmt w:val="none"/>
      <w:lvlText w:val="(Not Defined)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none"/>
      <w:lvlText w:val="(Not Defined)"/>
      <w:lvlJc w:val="left"/>
      <w:pPr>
        <w:tabs>
          <w:tab w:val="num" w:pos="1440"/>
        </w:tabs>
        <w:ind w:left="1296" w:hanging="1296"/>
      </w:pPr>
      <w:rPr>
        <w:rFonts w:hint="default"/>
      </w:rPr>
    </w:lvl>
    <w:lvl w:ilvl="7">
      <w:start w:val="1"/>
      <w:numFmt w:val="none"/>
      <w:lvlText w:val="(Not Defined)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(Not Defined)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41121C39"/>
    <w:multiLevelType w:val="multilevel"/>
    <w:tmpl w:val="F32EB1EC"/>
    <w:lvl w:ilvl="0">
      <w:start w:val="1"/>
      <w:numFmt w:val="none"/>
      <w:pStyle w:val="Body"/>
      <w:suff w:val="nothing"/>
      <w:lvlText w:val=""/>
      <w:lvlJc w:val="left"/>
      <w:pPr>
        <w:ind w:left="0" w:firstLine="0"/>
      </w:pPr>
      <w:rPr>
        <w:rFonts w:hint="default"/>
        <w:b w:val="0"/>
        <w:i w:val="0"/>
      </w:rPr>
    </w:lvl>
    <w:lvl w:ilvl="1">
      <w:start w:val="1"/>
      <w:numFmt w:val="lowerLetter"/>
      <w:pStyle w:val="aDefinition"/>
      <w:lvlText w:val="(%2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Roman"/>
      <w:pStyle w:val="iDefinition"/>
      <w:lvlText w:val="( %3)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7071E4D"/>
    <w:multiLevelType w:val="hybridMultilevel"/>
    <w:tmpl w:val="87A8D54A"/>
    <w:lvl w:ilvl="0" w:tplc="ACDE3676">
      <w:start w:val="1"/>
      <w:numFmt w:val="upperRoman"/>
      <w:pStyle w:val="Heading1"/>
      <w:lvlText w:val="%1"/>
      <w:lvlJc w:val="left"/>
      <w:pPr>
        <w:ind w:left="644" w:hanging="360"/>
      </w:pPr>
      <w:rPr>
        <w:rFonts w:ascii="Verdana" w:hAnsi="Verdana" w:hint="default"/>
        <w:b/>
        <w:i w:val="0"/>
        <w:sz w:val="18"/>
      </w:rPr>
    </w:lvl>
    <w:lvl w:ilvl="1" w:tplc="44E21A2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D36859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C2E53"/>
    <w:multiLevelType w:val="hybridMultilevel"/>
    <w:tmpl w:val="FAD4256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95370"/>
    <w:multiLevelType w:val="hybridMultilevel"/>
    <w:tmpl w:val="202EC620"/>
    <w:lvl w:ilvl="0" w:tplc="1D3A96C8">
      <w:start w:val="1"/>
      <w:numFmt w:val="bullet"/>
      <w:lvlText w:val="-"/>
      <w:lvlJc w:val="left"/>
      <w:pPr>
        <w:ind w:left="717" w:hanging="360"/>
      </w:pPr>
      <w:rPr>
        <w:rFonts w:ascii="Verdana" w:eastAsia="Times New Roman" w:hAnsi="Verdana" w:cs="Arial" w:hint="default"/>
      </w:rPr>
    </w:lvl>
    <w:lvl w:ilvl="1" w:tplc="042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4D627D1B"/>
    <w:multiLevelType w:val="hybridMultilevel"/>
    <w:tmpl w:val="D3E226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A5CFA"/>
    <w:multiLevelType w:val="hybridMultilevel"/>
    <w:tmpl w:val="904AED00"/>
    <w:lvl w:ilvl="0" w:tplc="3B3CD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8371A2"/>
    <w:multiLevelType w:val="hybridMultilevel"/>
    <w:tmpl w:val="5974396C"/>
    <w:lvl w:ilvl="0" w:tplc="01BE2F78">
      <w:start w:val="1"/>
      <w:numFmt w:val="bullet"/>
      <w:lvlText w:val="-"/>
      <w:lvlJc w:val="left"/>
      <w:pPr>
        <w:ind w:left="1152" w:hanging="360"/>
      </w:pPr>
      <w:rPr>
        <w:rFonts w:ascii="Verdana" w:eastAsia="Times New Roman" w:hAnsi="Verdana" w:cs="Arial" w:hint="default"/>
      </w:rPr>
    </w:lvl>
    <w:lvl w:ilvl="1" w:tplc="042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8" w15:restartNumberingAfterBreak="0">
    <w:nsid w:val="62787184"/>
    <w:multiLevelType w:val="multilevel"/>
    <w:tmpl w:val="34ACF83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u w:val="no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843" w:hanging="992"/>
      </w:pPr>
      <w:rPr>
        <w:rFonts w:hint="default"/>
        <w:b w:val="0"/>
        <w:i w:val="0"/>
        <w:u w:val="none"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3119"/>
        </w:tabs>
        <w:ind w:left="3119" w:hanging="1276"/>
      </w:pPr>
      <w:rPr>
        <w:rFonts w:hint="default"/>
        <w:b w:val="0"/>
        <w:i w:val="0"/>
        <w:u w:val="none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119"/>
        </w:tabs>
        <w:ind w:left="3119" w:hanging="1276"/>
      </w:pPr>
      <w:rPr>
        <w:rFonts w:hint="default"/>
        <w:b w:val="0"/>
        <w:i w:val="0"/>
        <w:u w:val="none"/>
      </w:rPr>
    </w:lvl>
    <w:lvl w:ilvl="5">
      <w:start w:val="1"/>
      <w:numFmt w:val="none"/>
      <w:lvlText w:val="(Not Defined)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none"/>
      <w:lvlText w:val="(Not Defined)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(Not Defined)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(Not Defined)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63270F99"/>
    <w:multiLevelType w:val="multilevel"/>
    <w:tmpl w:val="471A0B86"/>
    <w:lvl w:ilvl="0">
      <w:start w:val="1"/>
      <w:numFmt w:val="bullet"/>
      <w:pStyle w:val="Bullet1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  <w:b w:val="0"/>
        <w:i w:val="0"/>
        <w:u w:val="none"/>
      </w:rPr>
    </w:lvl>
    <w:lvl w:ilvl="1">
      <w:start w:val="1"/>
      <w:numFmt w:val="bullet"/>
      <w:pStyle w:val="Bullet2"/>
      <w:lvlText w:val=""/>
      <w:lvlJc w:val="left"/>
      <w:pPr>
        <w:tabs>
          <w:tab w:val="num" w:pos="1843"/>
        </w:tabs>
        <w:ind w:left="1843" w:hanging="992"/>
      </w:pPr>
      <w:rPr>
        <w:rFonts w:ascii="Symbol" w:hAnsi="Symbol" w:hint="default"/>
        <w:b w:val="0"/>
        <w:i w:val="0"/>
        <w:u w:val="none"/>
      </w:rPr>
    </w:lvl>
    <w:lvl w:ilvl="2">
      <w:start w:val="1"/>
      <w:numFmt w:val="bullet"/>
      <w:pStyle w:val="Bullet3"/>
      <w:lvlText w:val=""/>
      <w:lvlJc w:val="left"/>
      <w:pPr>
        <w:tabs>
          <w:tab w:val="num" w:pos="3119"/>
        </w:tabs>
        <w:ind w:left="3119" w:hanging="1276"/>
      </w:pPr>
      <w:rPr>
        <w:rFonts w:ascii="Symbol" w:hAnsi="Symbol" w:hint="default"/>
        <w:b w:val="0"/>
        <w:i w:val="0"/>
        <w:u w:val="none"/>
      </w:rPr>
    </w:lvl>
    <w:lvl w:ilvl="3">
      <w:start w:val="1"/>
      <w:numFmt w:val="lowerLetter"/>
      <w:isLgl/>
      <w:lvlText w:val="%1(Not Defined)"/>
      <w:lvlJc w:val="left"/>
      <w:pPr>
        <w:tabs>
          <w:tab w:val="num" w:pos="4505"/>
        </w:tabs>
        <w:ind w:left="4122" w:hanging="1417"/>
      </w:pPr>
      <w:rPr>
        <w:rFonts w:hint="default"/>
        <w:b w:val="0"/>
        <w:i w:val="0"/>
        <w:u w:val="none"/>
      </w:rPr>
    </w:lvl>
    <w:lvl w:ilvl="4">
      <w:start w:val="1"/>
      <w:numFmt w:val="none"/>
      <w:lvlText w:val="(Not Defined)"/>
      <w:lvlJc w:val="left"/>
      <w:pPr>
        <w:tabs>
          <w:tab w:val="num" w:pos="5562"/>
        </w:tabs>
        <w:ind w:left="4689" w:hanging="567"/>
      </w:pPr>
      <w:rPr>
        <w:rFonts w:hint="default"/>
        <w:b w:val="0"/>
        <w:i w:val="0"/>
        <w:u w:val="none"/>
      </w:rPr>
    </w:lvl>
    <w:lvl w:ilvl="5">
      <w:start w:val="1"/>
      <w:numFmt w:val="none"/>
      <w:lvlText w:val="(Not Defined)"/>
      <w:lvlJc w:val="left"/>
      <w:pPr>
        <w:tabs>
          <w:tab w:val="num" w:pos="6129"/>
        </w:tabs>
        <w:ind w:left="5256" w:hanging="567"/>
      </w:pPr>
      <w:rPr>
        <w:rFonts w:hint="default"/>
        <w:b w:val="0"/>
        <w:i w:val="0"/>
      </w:rPr>
    </w:lvl>
    <w:lvl w:ilvl="6">
      <w:start w:val="1"/>
      <w:numFmt w:val="none"/>
      <w:lvlText w:val="(Not Defined)"/>
      <w:lvlJc w:val="left"/>
      <w:pPr>
        <w:tabs>
          <w:tab w:val="num" w:pos="4320"/>
        </w:tabs>
        <w:ind w:left="3960" w:hanging="1080"/>
      </w:pPr>
      <w:rPr>
        <w:rFonts w:hint="default"/>
        <w:b w:val="0"/>
        <w:i w:val="0"/>
      </w:rPr>
    </w:lvl>
    <w:lvl w:ilvl="7">
      <w:start w:val="1"/>
      <w:numFmt w:val="none"/>
      <w:lvlText w:val="(Not Defined)"/>
      <w:lvlJc w:val="left"/>
      <w:pPr>
        <w:tabs>
          <w:tab w:val="num" w:pos="4680"/>
        </w:tabs>
        <w:ind w:left="4464" w:hanging="1224"/>
      </w:pPr>
      <w:rPr>
        <w:rFonts w:hint="default"/>
        <w:b w:val="0"/>
        <w:i w:val="0"/>
      </w:rPr>
    </w:lvl>
    <w:lvl w:ilvl="8">
      <w:start w:val="1"/>
      <w:numFmt w:val="none"/>
      <w:lvlText w:val="(Not Defined)"/>
      <w:lvlJc w:val="left"/>
      <w:pPr>
        <w:tabs>
          <w:tab w:val="num" w:pos="5040"/>
        </w:tabs>
        <w:ind w:left="5040" w:hanging="1440"/>
      </w:pPr>
      <w:rPr>
        <w:rFonts w:hint="default"/>
        <w:b w:val="0"/>
        <w:i w:val="0"/>
      </w:rPr>
    </w:lvl>
  </w:abstractNum>
  <w:abstractNum w:abstractNumId="20" w15:restartNumberingAfterBreak="0">
    <w:nsid w:val="64B128E5"/>
    <w:multiLevelType w:val="multilevel"/>
    <w:tmpl w:val="6AB2AB34"/>
    <w:lvl w:ilvl="0">
      <w:start w:val="1"/>
      <w:numFmt w:val="decimal"/>
      <w:pStyle w:val="Level1"/>
      <w:lvlText w:val="%1."/>
      <w:lvlJc w:val="left"/>
      <w:pPr>
        <w:tabs>
          <w:tab w:val="num" w:pos="390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pStyle w:val="Level2"/>
      <w:lvlText w:val="%1.%2."/>
      <w:lvlJc w:val="left"/>
      <w:pPr>
        <w:tabs>
          <w:tab w:val="num" w:pos="720"/>
        </w:tabs>
        <w:ind w:left="680" w:hanging="680"/>
      </w:pPr>
      <w:rPr>
        <w:rFonts w:hint="default"/>
        <w:b/>
        <w:bCs/>
        <w:i w:val="0"/>
      </w:rPr>
    </w:lvl>
    <w:lvl w:ilvl="2">
      <w:start w:val="1"/>
      <w:numFmt w:val="decimal"/>
      <w:pStyle w:val="Level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68223CFD"/>
    <w:multiLevelType w:val="hybridMultilevel"/>
    <w:tmpl w:val="9A3EA5E8"/>
    <w:lvl w:ilvl="0" w:tplc="BA2008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FC0388A">
      <w:start w:val="1"/>
      <w:numFmt w:val="bullet"/>
      <w:lvlText w:val="-"/>
      <w:lvlJc w:val="left"/>
      <w:pPr>
        <w:ind w:left="1440" w:hanging="360"/>
      </w:pPr>
      <w:rPr>
        <w:rFonts w:ascii="Verdana" w:eastAsia="Calibri" w:hAnsi="Verdana" w:cs="Aria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84518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B9D102E"/>
    <w:multiLevelType w:val="singleLevel"/>
    <w:tmpl w:val="0DD0592C"/>
    <w:lvl w:ilvl="0">
      <w:start w:val="1"/>
      <w:numFmt w:val="upperLetter"/>
      <w:pStyle w:val="Background"/>
      <w:lvlText w:val="(%1)"/>
      <w:lvlJc w:val="left"/>
      <w:pPr>
        <w:tabs>
          <w:tab w:val="num" w:pos="851"/>
        </w:tabs>
        <w:ind w:left="851" w:hanging="851"/>
      </w:pPr>
    </w:lvl>
  </w:abstractNum>
  <w:abstractNum w:abstractNumId="24" w15:restartNumberingAfterBreak="0">
    <w:nsid w:val="7F2B7539"/>
    <w:multiLevelType w:val="hybridMultilevel"/>
    <w:tmpl w:val="A63866B2"/>
    <w:lvl w:ilvl="0" w:tplc="48904B16">
      <w:start w:val="1"/>
      <w:numFmt w:val="decimal"/>
      <w:lvlText w:val="%1)"/>
      <w:lvlJc w:val="left"/>
      <w:pPr>
        <w:ind w:left="2250" w:hanging="360"/>
      </w:pPr>
      <w:rPr>
        <w:rFonts w:hint="default"/>
        <w:b w:val="0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351125">
    <w:abstractNumId w:val="23"/>
  </w:num>
  <w:num w:numId="2" w16cid:durableId="744642973">
    <w:abstractNumId w:val="19"/>
  </w:num>
  <w:num w:numId="3" w16cid:durableId="247932966">
    <w:abstractNumId w:val="18"/>
  </w:num>
  <w:num w:numId="4" w16cid:durableId="912273938">
    <w:abstractNumId w:val="6"/>
  </w:num>
  <w:num w:numId="5" w16cid:durableId="1095906679">
    <w:abstractNumId w:val="10"/>
  </w:num>
  <w:num w:numId="6" w16cid:durableId="1176109970">
    <w:abstractNumId w:val="4"/>
  </w:num>
  <w:num w:numId="7" w16cid:durableId="583299084">
    <w:abstractNumId w:val="5"/>
  </w:num>
  <w:num w:numId="8" w16cid:durableId="1984237772">
    <w:abstractNumId w:val="7"/>
  </w:num>
  <w:num w:numId="9" w16cid:durableId="685181010">
    <w:abstractNumId w:val="11"/>
  </w:num>
  <w:num w:numId="10" w16cid:durableId="318777505">
    <w:abstractNumId w:val="20"/>
  </w:num>
  <w:num w:numId="11" w16cid:durableId="617562469">
    <w:abstractNumId w:val="9"/>
  </w:num>
  <w:num w:numId="12" w16cid:durableId="1373916850">
    <w:abstractNumId w:val="12"/>
  </w:num>
  <w:num w:numId="13" w16cid:durableId="88043119">
    <w:abstractNumId w:val="22"/>
  </w:num>
  <w:num w:numId="14" w16cid:durableId="1206258144">
    <w:abstractNumId w:val="21"/>
  </w:num>
  <w:num w:numId="15" w16cid:durableId="283775218">
    <w:abstractNumId w:val="24"/>
  </w:num>
  <w:num w:numId="16" w16cid:durableId="1224676430">
    <w:abstractNumId w:val="8"/>
  </w:num>
  <w:num w:numId="17" w16cid:durableId="732628693">
    <w:abstractNumId w:val="3"/>
  </w:num>
  <w:num w:numId="18" w16cid:durableId="116724149">
    <w:abstractNumId w:val="15"/>
  </w:num>
  <w:num w:numId="19" w16cid:durableId="8653693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83761264">
    <w:abstractNumId w:val="1"/>
  </w:num>
  <w:num w:numId="21" w16cid:durableId="195506379">
    <w:abstractNumId w:val="14"/>
  </w:num>
  <w:num w:numId="22" w16cid:durableId="870607670">
    <w:abstractNumId w:val="13"/>
  </w:num>
  <w:num w:numId="23" w16cid:durableId="1944074573">
    <w:abstractNumId w:val="17"/>
  </w:num>
  <w:num w:numId="24" w16cid:durableId="1466268639">
    <w:abstractNumId w:val="2"/>
  </w:num>
  <w:num w:numId="25" w16cid:durableId="990717362">
    <w:abstractNumId w:val="0"/>
  </w:num>
  <w:num w:numId="26" w16cid:durableId="526455355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attachedTemplate r:id="rId1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hyphenationZone w:val="425"/>
  <w:doNotHyphenateCaps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0AE"/>
    <w:rsid w:val="0000033B"/>
    <w:rsid w:val="00000F63"/>
    <w:rsid w:val="00001055"/>
    <w:rsid w:val="000012F0"/>
    <w:rsid w:val="00001BC5"/>
    <w:rsid w:val="00001D8C"/>
    <w:rsid w:val="00001F55"/>
    <w:rsid w:val="00001FD3"/>
    <w:rsid w:val="00002683"/>
    <w:rsid w:val="00002892"/>
    <w:rsid w:val="0000293D"/>
    <w:rsid w:val="00002D5A"/>
    <w:rsid w:val="00002E2C"/>
    <w:rsid w:val="000033BA"/>
    <w:rsid w:val="00004877"/>
    <w:rsid w:val="00004DAC"/>
    <w:rsid w:val="00005226"/>
    <w:rsid w:val="000058F1"/>
    <w:rsid w:val="0000633B"/>
    <w:rsid w:val="00006CD4"/>
    <w:rsid w:val="00007130"/>
    <w:rsid w:val="0000727F"/>
    <w:rsid w:val="0000749C"/>
    <w:rsid w:val="00007966"/>
    <w:rsid w:val="00007A54"/>
    <w:rsid w:val="00007F33"/>
    <w:rsid w:val="00010868"/>
    <w:rsid w:val="000116C6"/>
    <w:rsid w:val="00011D6F"/>
    <w:rsid w:val="00012EB1"/>
    <w:rsid w:val="000131D0"/>
    <w:rsid w:val="00013848"/>
    <w:rsid w:val="00013BAB"/>
    <w:rsid w:val="00013C34"/>
    <w:rsid w:val="000143BA"/>
    <w:rsid w:val="000148B7"/>
    <w:rsid w:val="00014BBB"/>
    <w:rsid w:val="00014F53"/>
    <w:rsid w:val="00015606"/>
    <w:rsid w:val="00015CFE"/>
    <w:rsid w:val="00015E26"/>
    <w:rsid w:val="00015ED8"/>
    <w:rsid w:val="00016BC0"/>
    <w:rsid w:val="00020556"/>
    <w:rsid w:val="00020C88"/>
    <w:rsid w:val="00020DD3"/>
    <w:rsid w:val="00021995"/>
    <w:rsid w:val="0002221A"/>
    <w:rsid w:val="000222A0"/>
    <w:rsid w:val="000222B3"/>
    <w:rsid w:val="000231D6"/>
    <w:rsid w:val="0002495A"/>
    <w:rsid w:val="00024BAE"/>
    <w:rsid w:val="00024CCC"/>
    <w:rsid w:val="0002567B"/>
    <w:rsid w:val="00025BDE"/>
    <w:rsid w:val="0002765E"/>
    <w:rsid w:val="000276E8"/>
    <w:rsid w:val="000300ED"/>
    <w:rsid w:val="0003079F"/>
    <w:rsid w:val="00032952"/>
    <w:rsid w:val="000335CA"/>
    <w:rsid w:val="00033AE3"/>
    <w:rsid w:val="00033E5D"/>
    <w:rsid w:val="0003426F"/>
    <w:rsid w:val="00034BB8"/>
    <w:rsid w:val="000350F4"/>
    <w:rsid w:val="00035F7E"/>
    <w:rsid w:val="00036D42"/>
    <w:rsid w:val="0003708C"/>
    <w:rsid w:val="00037291"/>
    <w:rsid w:val="00037406"/>
    <w:rsid w:val="00037E50"/>
    <w:rsid w:val="000402A1"/>
    <w:rsid w:val="000403C3"/>
    <w:rsid w:val="00040D5D"/>
    <w:rsid w:val="00040F07"/>
    <w:rsid w:val="000416CF"/>
    <w:rsid w:val="0004185D"/>
    <w:rsid w:val="00041897"/>
    <w:rsid w:val="000426EB"/>
    <w:rsid w:val="00042B4E"/>
    <w:rsid w:val="00042EAD"/>
    <w:rsid w:val="00042FD0"/>
    <w:rsid w:val="00044693"/>
    <w:rsid w:val="000456ED"/>
    <w:rsid w:val="000458DE"/>
    <w:rsid w:val="000459B9"/>
    <w:rsid w:val="00045CDF"/>
    <w:rsid w:val="00045D34"/>
    <w:rsid w:val="00045FD1"/>
    <w:rsid w:val="000466BA"/>
    <w:rsid w:val="00046879"/>
    <w:rsid w:val="00046BB8"/>
    <w:rsid w:val="00050F13"/>
    <w:rsid w:val="0005159A"/>
    <w:rsid w:val="00051A87"/>
    <w:rsid w:val="00051F63"/>
    <w:rsid w:val="0005211B"/>
    <w:rsid w:val="00052725"/>
    <w:rsid w:val="0005308E"/>
    <w:rsid w:val="00055081"/>
    <w:rsid w:val="00055EB2"/>
    <w:rsid w:val="00055EC3"/>
    <w:rsid w:val="00055FB7"/>
    <w:rsid w:val="00056268"/>
    <w:rsid w:val="00056D81"/>
    <w:rsid w:val="00057119"/>
    <w:rsid w:val="00057706"/>
    <w:rsid w:val="00057B2C"/>
    <w:rsid w:val="000606EF"/>
    <w:rsid w:val="000610B0"/>
    <w:rsid w:val="000616C1"/>
    <w:rsid w:val="00062280"/>
    <w:rsid w:val="0006352B"/>
    <w:rsid w:val="00063544"/>
    <w:rsid w:val="00063A58"/>
    <w:rsid w:val="000640EA"/>
    <w:rsid w:val="00064175"/>
    <w:rsid w:val="00064639"/>
    <w:rsid w:val="00064986"/>
    <w:rsid w:val="00064989"/>
    <w:rsid w:val="00064A9D"/>
    <w:rsid w:val="00064F41"/>
    <w:rsid w:val="000658F7"/>
    <w:rsid w:val="00065C13"/>
    <w:rsid w:val="00065ECA"/>
    <w:rsid w:val="00066209"/>
    <w:rsid w:val="00066CC7"/>
    <w:rsid w:val="00067E3C"/>
    <w:rsid w:val="00067E84"/>
    <w:rsid w:val="00070DF9"/>
    <w:rsid w:val="00071068"/>
    <w:rsid w:val="00071103"/>
    <w:rsid w:val="000711D5"/>
    <w:rsid w:val="00071602"/>
    <w:rsid w:val="00071826"/>
    <w:rsid w:val="00071CD0"/>
    <w:rsid w:val="00072423"/>
    <w:rsid w:val="000725DC"/>
    <w:rsid w:val="00072B87"/>
    <w:rsid w:val="00072BC1"/>
    <w:rsid w:val="00073045"/>
    <w:rsid w:val="00073621"/>
    <w:rsid w:val="000738AD"/>
    <w:rsid w:val="00074038"/>
    <w:rsid w:val="000742D0"/>
    <w:rsid w:val="00074BCB"/>
    <w:rsid w:val="00074DB5"/>
    <w:rsid w:val="00075DE0"/>
    <w:rsid w:val="000765D4"/>
    <w:rsid w:val="00076EB4"/>
    <w:rsid w:val="0007726F"/>
    <w:rsid w:val="000775FB"/>
    <w:rsid w:val="0008036A"/>
    <w:rsid w:val="000805B5"/>
    <w:rsid w:val="00080913"/>
    <w:rsid w:val="00080BF7"/>
    <w:rsid w:val="0008195A"/>
    <w:rsid w:val="00081C9C"/>
    <w:rsid w:val="0008238D"/>
    <w:rsid w:val="00082FE1"/>
    <w:rsid w:val="00083482"/>
    <w:rsid w:val="00083CC9"/>
    <w:rsid w:val="00083E60"/>
    <w:rsid w:val="000847B1"/>
    <w:rsid w:val="00084C84"/>
    <w:rsid w:val="00084D03"/>
    <w:rsid w:val="00085215"/>
    <w:rsid w:val="000853B1"/>
    <w:rsid w:val="00086101"/>
    <w:rsid w:val="00086277"/>
    <w:rsid w:val="00086EE0"/>
    <w:rsid w:val="00087042"/>
    <w:rsid w:val="00087812"/>
    <w:rsid w:val="00090088"/>
    <w:rsid w:val="00090095"/>
    <w:rsid w:val="00090CCA"/>
    <w:rsid w:val="000912DB"/>
    <w:rsid w:val="000913A6"/>
    <w:rsid w:val="0009216A"/>
    <w:rsid w:val="0009248B"/>
    <w:rsid w:val="00093062"/>
    <w:rsid w:val="00093CB7"/>
    <w:rsid w:val="00093FA5"/>
    <w:rsid w:val="000944B8"/>
    <w:rsid w:val="0009479B"/>
    <w:rsid w:val="0009491E"/>
    <w:rsid w:val="00095D35"/>
    <w:rsid w:val="00095E77"/>
    <w:rsid w:val="00095FEE"/>
    <w:rsid w:val="0009622E"/>
    <w:rsid w:val="000966F4"/>
    <w:rsid w:val="00096C60"/>
    <w:rsid w:val="0009710C"/>
    <w:rsid w:val="00097CE2"/>
    <w:rsid w:val="000A1AB4"/>
    <w:rsid w:val="000A3C6A"/>
    <w:rsid w:val="000A4260"/>
    <w:rsid w:val="000A4272"/>
    <w:rsid w:val="000A4378"/>
    <w:rsid w:val="000A469E"/>
    <w:rsid w:val="000A50AE"/>
    <w:rsid w:val="000A5254"/>
    <w:rsid w:val="000A5B7A"/>
    <w:rsid w:val="000A7234"/>
    <w:rsid w:val="000A7563"/>
    <w:rsid w:val="000A758B"/>
    <w:rsid w:val="000B022B"/>
    <w:rsid w:val="000B0DAB"/>
    <w:rsid w:val="000B0FF4"/>
    <w:rsid w:val="000B1108"/>
    <w:rsid w:val="000B199F"/>
    <w:rsid w:val="000B1FA8"/>
    <w:rsid w:val="000B2BDB"/>
    <w:rsid w:val="000B3234"/>
    <w:rsid w:val="000B3A55"/>
    <w:rsid w:val="000B3DEB"/>
    <w:rsid w:val="000B40BC"/>
    <w:rsid w:val="000B58BD"/>
    <w:rsid w:val="000B630C"/>
    <w:rsid w:val="000B6F88"/>
    <w:rsid w:val="000B7D96"/>
    <w:rsid w:val="000C0459"/>
    <w:rsid w:val="000C0910"/>
    <w:rsid w:val="000C0C43"/>
    <w:rsid w:val="000C14A0"/>
    <w:rsid w:val="000C14FC"/>
    <w:rsid w:val="000C1FBD"/>
    <w:rsid w:val="000C2063"/>
    <w:rsid w:val="000C2E78"/>
    <w:rsid w:val="000C3460"/>
    <w:rsid w:val="000C34B6"/>
    <w:rsid w:val="000C3688"/>
    <w:rsid w:val="000C3874"/>
    <w:rsid w:val="000C3B90"/>
    <w:rsid w:val="000C4174"/>
    <w:rsid w:val="000C668D"/>
    <w:rsid w:val="000C6897"/>
    <w:rsid w:val="000C7A95"/>
    <w:rsid w:val="000D0EB3"/>
    <w:rsid w:val="000D0ED1"/>
    <w:rsid w:val="000D1805"/>
    <w:rsid w:val="000D1817"/>
    <w:rsid w:val="000D1BF0"/>
    <w:rsid w:val="000D1E94"/>
    <w:rsid w:val="000D21B6"/>
    <w:rsid w:val="000D318F"/>
    <w:rsid w:val="000D3616"/>
    <w:rsid w:val="000D368C"/>
    <w:rsid w:val="000D3F5F"/>
    <w:rsid w:val="000D4449"/>
    <w:rsid w:val="000D46B5"/>
    <w:rsid w:val="000D46E3"/>
    <w:rsid w:val="000D47F3"/>
    <w:rsid w:val="000D4DA5"/>
    <w:rsid w:val="000D5453"/>
    <w:rsid w:val="000D5482"/>
    <w:rsid w:val="000D5958"/>
    <w:rsid w:val="000D68F0"/>
    <w:rsid w:val="000D6DF2"/>
    <w:rsid w:val="000D6E7A"/>
    <w:rsid w:val="000D7CCC"/>
    <w:rsid w:val="000D7DF1"/>
    <w:rsid w:val="000E06F1"/>
    <w:rsid w:val="000E0E4C"/>
    <w:rsid w:val="000E1427"/>
    <w:rsid w:val="000E176C"/>
    <w:rsid w:val="000E1A3B"/>
    <w:rsid w:val="000E1AF2"/>
    <w:rsid w:val="000E20F9"/>
    <w:rsid w:val="000E22B5"/>
    <w:rsid w:val="000E333F"/>
    <w:rsid w:val="000E3438"/>
    <w:rsid w:val="000E385B"/>
    <w:rsid w:val="000E44B9"/>
    <w:rsid w:val="000E4A43"/>
    <w:rsid w:val="000E4DD1"/>
    <w:rsid w:val="000E4E9E"/>
    <w:rsid w:val="000E5017"/>
    <w:rsid w:val="000E5275"/>
    <w:rsid w:val="000E5952"/>
    <w:rsid w:val="000E5D49"/>
    <w:rsid w:val="000E6189"/>
    <w:rsid w:val="000E71AF"/>
    <w:rsid w:val="000E76C1"/>
    <w:rsid w:val="000E7808"/>
    <w:rsid w:val="000E7B9D"/>
    <w:rsid w:val="000F06CF"/>
    <w:rsid w:val="000F0E3A"/>
    <w:rsid w:val="000F2ACF"/>
    <w:rsid w:val="000F30D5"/>
    <w:rsid w:val="000F32DA"/>
    <w:rsid w:val="000F352E"/>
    <w:rsid w:val="000F441C"/>
    <w:rsid w:val="000F4451"/>
    <w:rsid w:val="000F69CA"/>
    <w:rsid w:val="000F77A1"/>
    <w:rsid w:val="000F7BFE"/>
    <w:rsid w:val="000F7F6F"/>
    <w:rsid w:val="00100013"/>
    <w:rsid w:val="001000E7"/>
    <w:rsid w:val="00102104"/>
    <w:rsid w:val="001022B2"/>
    <w:rsid w:val="00102CC2"/>
    <w:rsid w:val="00102FF4"/>
    <w:rsid w:val="00103172"/>
    <w:rsid w:val="001040AA"/>
    <w:rsid w:val="00104380"/>
    <w:rsid w:val="001047EA"/>
    <w:rsid w:val="00105F4E"/>
    <w:rsid w:val="0010614F"/>
    <w:rsid w:val="00106DB9"/>
    <w:rsid w:val="00107400"/>
    <w:rsid w:val="0010772A"/>
    <w:rsid w:val="00110D70"/>
    <w:rsid w:val="00110E83"/>
    <w:rsid w:val="00111AD1"/>
    <w:rsid w:val="00111CC0"/>
    <w:rsid w:val="001120B5"/>
    <w:rsid w:val="001122FF"/>
    <w:rsid w:val="001129E0"/>
    <w:rsid w:val="001133F8"/>
    <w:rsid w:val="00113815"/>
    <w:rsid w:val="00113FFF"/>
    <w:rsid w:val="00116807"/>
    <w:rsid w:val="0011700B"/>
    <w:rsid w:val="0012054F"/>
    <w:rsid w:val="001220EA"/>
    <w:rsid w:val="00122BE3"/>
    <w:rsid w:val="001233B5"/>
    <w:rsid w:val="00123AA8"/>
    <w:rsid w:val="00124A3D"/>
    <w:rsid w:val="00124D12"/>
    <w:rsid w:val="00125B35"/>
    <w:rsid w:val="00126089"/>
    <w:rsid w:val="00126D75"/>
    <w:rsid w:val="00127581"/>
    <w:rsid w:val="00127A7C"/>
    <w:rsid w:val="00127BAD"/>
    <w:rsid w:val="00127DEA"/>
    <w:rsid w:val="0013073E"/>
    <w:rsid w:val="00131077"/>
    <w:rsid w:val="00131684"/>
    <w:rsid w:val="001317AD"/>
    <w:rsid w:val="0013180F"/>
    <w:rsid w:val="00131D07"/>
    <w:rsid w:val="00131F24"/>
    <w:rsid w:val="00133074"/>
    <w:rsid w:val="001332D3"/>
    <w:rsid w:val="00133A0D"/>
    <w:rsid w:val="00133F6D"/>
    <w:rsid w:val="00134D18"/>
    <w:rsid w:val="00134E5D"/>
    <w:rsid w:val="00135127"/>
    <w:rsid w:val="00135563"/>
    <w:rsid w:val="00135749"/>
    <w:rsid w:val="00135C9E"/>
    <w:rsid w:val="00136068"/>
    <w:rsid w:val="0013631F"/>
    <w:rsid w:val="0013754E"/>
    <w:rsid w:val="00137859"/>
    <w:rsid w:val="00137992"/>
    <w:rsid w:val="00140239"/>
    <w:rsid w:val="0014030A"/>
    <w:rsid w:val="00140A14"/>
    <w:rsid w:val="00140E8C"/>
    <w:rsid w:val="00140F16"/>
    <w:rsid w:val="001418BD"/>
    <w:rsid w:val="00142977"/>
    <w:rsid w:val="00142F85"/>
    <w:rsid w:val="00143682"/>
    <w:rsid w:val="00144C49"/>
    <w:rsid w:val="0014590C"/>
    <w:rsid w:val="00145A3B"/>
    <w:rsid w:val="00145BE5"/>
    <w:rsid w:val="00145D0B"/>
    <w:rsid w:val="0014755A"/>
    <w:rsid w:val="00147CBF"/>
    <w:rsid w:val="0015007C"/>
    <w:rsid w:val="00150C02"/>
    <w:rsid w:val="001511D4"/>
    <w:rsid w:val="0015280F"/>
    <w:rsid w:val="00152E4A"/>
    <w:rsid w:val="0015306C"/>
    <w:rsid w:val="00153568"/>
    <w:rsid w:val="001537A2"/>
    <w:rsid w:val="00153A81"/>
    <w:rsid w:val="00153AAB"/>
    <w:rsid w:val="00153F3E"/>
    <w:rsid w:val="00154975"/>
    <w:rsid w:val="0015548C"/>
    <w:rsid w:val="001557FA"/>
    <w:rsid w:val="00155913"/>
    <w:rsid w:val="00156381"/>
    <w:rsid w:val="001563E4"/>
    <w:rsid w:val="00156B07"/>
    <w:rsid w:val="00161609"/>
    <w:rsid w:val="001617EB"/>
    <w:rsid w:val="00161936"/>
    <w:rsid w:val="00161BBC"/>
    <w:rsid w:val="001626CA"/>
    <w:rsid w:val="001632D9"/>
    <w:rsid w:val="00163955"/>
    <w:rsid w:val="001639F4"/>
    <w:rsid w:val="00164369"/>
    <w:rsid w:val="00164614"/>
    <w:rsid w:val="00165FD4"/>
    <w:rsid w:val="0016614B"/>
    <w:rsid w:val="00166D7D"/>
    <w:rsid w:val="00167886"/>
    <w:rsid w:val="0017028E"/>
    <w:rsid w:val="00170311"/>
    <w:rsid w:val="0017060C"/>
    <w:rsid w:val="00170A24"/>
    <w:rsid w:val="00170D14"/>
    <w:rsid w:val="001715B6"/>
    <w:rsid w:val="00171AE3"/>
    <w:rsid w:val="0017223E"/>
    <w:rsid w:val="00172256"/>
    <w:rsid w:val="00172340"/>
    <w:rsid w:val="001724A8"/>
    <w:rsid w:val="0017378C"/>
    <w:rsid w:val="00173D94"/>
    <w:rsid w:val="001746DD"/>
    <w:rsid w:val="00174C1B"/>
    <w:rsid w:val="00174DC7"/>
    <w:rsid w:val="00175B92"/>
    <w:rsid w:val="00175C75"/>
    <w:rsid w:val="0017607D"/>
    <w:rsid w:val="00176254"/>
    <w:rsid w:val="0017684F"/>
    <w:rsid w:val="0017740C"/>
    <w:rsid w:val="00177AD7"/>
    <w:rsid w:val="00177D15"/>
    <w:rsid w:val="001806D1"/>
    <w:rsid w:val="00180BB0"/>
    <w:rsid w:val="00180D95"/>
    <w:rsid w:val="00180E5C"/>
    <w:rsid w:val="00180F7D"/>
    <w:rsid w:val="00182509"/>
    <w:rsid w:val="0018279D"/>
    <w:rsid w:val="00183299"/>
    <w:rsid w:val="00183648"/>
    <w:rsid w:val="00183841"/>
    <w:rsid w:val="0018390B"/>
    <w:rsid w:val="00183D1A"/>
    <w:rsid w:val="0018496F"/>
    <w:rsid w:val="00184A68"/>
    <w:rsid w:val="00184EB2"/>
    <w:rsid w:val="001852B4"/>
    <w:rsid w:val="00185981"/>
    <w:rsid w:val="00186387"/>
    <w:rsid w:val="0018654F"/>
    <w:rsid w:val="001866AC"/>
    <w:rsid w:val="001902E7"/>
    <w:rsid w:val="0019035F"/>
    <w:rsid w:val="001923F8"/>
    <w:rsid w:val="0019252B"/>
    <w:rsid w:val="00192A4A"/>
    <w:rsid w:val="00192B9B"/>
    <w:rsid w:val="00192D08"/>
    <w:rsid w:val="00192D33"/>
    <w:rsid w:val="00192D6F"/>
    <w:rsid w:val="00192F42"/>
    <w:rsid w:val="0019326D"/>
    <w:rsid w:val="0019332D"/>
    <w:rsid w:val="00193C02"/>
    <w:rsid w:val="001952D2"/>
    <w:rsid w:val="00195674"/>
    <w:rsid w:val="001958CC"/>
    <w:rsid w:val="00195E35"/>
    <w:rsid w:val="001965E9"/>
    <w:rsid w:val="00196628"/>
    <w:rsid w:val="00196ACE"/>
    <w:rsid w:val="00197523"/>
    <w:rsid w:val="00197F12"/>
    <w:rsid w:val="001A00DD"/>
    <w:rsid w:val="001A095B"/>
    <w:rsid w:val="001A0B44"/>
    <w:rsid w:val="001A0C09"/>
    <w:rsid w:val="001A0DAE"/>
    <w:rsid w:val="001A1162"/>
    <w:rsid w:val="001A2446"/>
    <w:rsid w:val="001A3444"/>
    <w:rsid w:val="001A3D5F"/>
    <w:rsid w:val="001A3EC1"/>
    <w:rsid w:val="001A40C0"/>
    <w:rsid w:val="001A4A17"/>
    <w:rsid w:val="001A4D50"/>
    <w:rsid w:val="001A4F85"/>
    <w:rsid w:val="001A5130"/>
    <w:rsid w:val="001A5C0C"/>
    <w:rsid w:val="001A5CE7"/>
    <w:rsid w:val="001A6055"/>
    <w:rsid w:val="001A61B6"/>
    <w:rsid w:val="001B0866"/>
    <w:rsid w:val="001B1100"/>
    <w:rsid w:val="001B15D5"/>
    <w:rsid w:val="001B16F4"/>
    <w:rsid w:val="001B1C24"/>
    <w:rsid w:val="001B6B18"/>
    <w:rsid w:val="001B7586"/>
    <w:rsid w:val="001B771B"/>
    <w:rsid w:val="001C10EA"/>
    <w:rsid w:val="001C3420"/>
    <w:rsid w:val="001C358E"/>
    <w:rsid w:val="001C4ADB"/>
    <w:rsid w:val="001C502F"/>
    <w:rsid w:val="001C54ED"/>
    <w:rsid w:val="001C6635"/>
    <w:rsid w:val="001C6B97"/>
    <w:rsid w:val="001C7125"/>
    <w:rsid w:val="001C7F3F"/>
    <w:rsid w:val="001D0059"/>
    <w:rsid w:val="001D05CF"/>
    <w:rsid w:val="001D081B"/>
    <w:rsid w:val="001D0D38"/>
    <w:rsid w:val="001D1D48"/>
    <w:rsid w:val="001D24F2"/>
    <w:rsid w:val="001D252D"/>
    <w:rsid w:val="001D271F"/>
    <w:rsid w:val="001D2EAF"/>
    <w:rsid w:val="001D31A4"/>
    <w:rsid w:val="001D3F3F"/>
    <w:rsid w:val="001D4901"/>
    <w:rsid w:val="001D49C6"/>
    <w:rsid w:val="001D4BD6"/>
    <w:rsid w:val="001D4D2C"/>
    <w:rsid w:val="001D589F"/>
    <w:rsid w:val="001D5B6A"/>
    <w:rsid w:val="001D6937"/>
    <w:rsid w:val="001D769B"/>
    <w:rsid w:val="001D7DD9"/>
    <w:rsid w:val="001E04AD"/>
    <w:rsid w:val="001E0725"/>
    <w:rsid w:val="001E0F97"/>
    <w:rsid w:val="001E1352"/>
    <w:rsid w:val="001E1A6E"/>
    <w:rsid w:val="001E1B32"/>
    <w:rsid w:val="001E2D87"/>
    <w:rsid w:val="001E2DE8"/>
    <w:rsid w:val="001E317B"/>
    <w:rsid w:val="001E3973"/>
    <w:rsid w:val="001E3C0D"/>
    <w:rsid w:val="001E3D53"/>
    <w:rsid w:val="001E3F2D"/>
    <w:rsid w:val="001E4BB7"/>
    <w:rsid w:val="001E4D08"/>
    <w:rsid w:val="001E5B5B"/>
    <w:rsid w:val="001E60AC"/>
    <w:rsid w:val="001E62C2"/>
    <w:rsid w:val="001E7158"/>
    <w:rsid w:val="001E7B4C"/>
    <w:rsid w:val="001F0356"/>
    <w:rsid w:val="001F0A1C"/>
    <w:rsid w:val="001F0DBC"/>
    <w:rsid w:val="001F2825"/>
    <w:rsid w:val="001F28E3"/>
    <w:rsid w:val="001F2A87"/>
    <w:rsid w:val="001F2B1C"/>
    <w:rsid w:val="001F3212"/>
    <w:rsid w:val="001F3486"/>
    <w:rsid w:val="001F3A7F"/>
    <w:rsid w:val="001F4294"/>
    <w:rsid w:val="001F43F6"/>
    <w:rsid w:val="001F4E45"/>
    <w:rsid w:val="001F5685"/>
    <w:rsid w:val="001F5801"/>
    <w:rsid w:val="001F7147"/>
    <w:rsid w:val="001F7153"/>
    <w:rsid w:val="001F7427"/>
    <w:rsid w:val="001F7632"/>
    <w:rsid w:val="001F7832"/>
    <w:rsid w:val="001F78E3"/>
    <w:rsid w:val="00200B45"/>
    <w:rsid w:val="00200DF2"/>
    <w:rsid w:val="00200F10"/>
    <w:rsid w:val="002015C6"/>
    <w:rsid w:val="00201A37"/>
    <w:rsid w:val="00201B5C"/>
    <w:rsid w:val="00201C90"/>
    <w:rsid w:val="00201D8B"/>
    <w:rsid w:val="00202155"/>
    <w:rsid w:val="0020314C"/>
    <w:rsid w:val="0020429E"/>
    <w:rsid w:val="00204B9C"/>
    <w:rsid w:val="002055FA"/>
    <w:rsid w:val="00205A4D"/>
    <w:rsid w:val="00205DE3"/>
    <w:rsid w:val="0020644B"/>
    <w:rsid w:val="00206DC1"/>
    <w:rsid w:val="00207931"/>
    <w:rsid w:val="00211339"/>
    <w:rsid w:val="002113F5"/>
    <w:rsid w:val="00211936"/>
    <w:rsid w:val="00211E10"/>
    <w:rsid w:val="0021255B"/>
    <w:rsid w:val="00212D7A"/>
    <w:rsid w:val="00213B8C"/>
    <w:rsid w:val="00214095"/>
    <w:rsid w:val="00214EEA"/>
    <w:rsid w:val="002169AC"/>
    <w:rsid w:val="00216A51"/>
    <w:rsid w:val="00217343"/>
    <w:rsid w:val="00221000"/>
    <w:rsid w:val="0022103D"/>
    <w:rsid w:val="0022159B"/>
    <w:rsid w:val="0022171C"/>
    <w:rsid w:val="00222D49"/>
    <w:rsid w:val="002235BE"/>
    <w:rsid w:val="002247FB"/>
    <w:rsid w:val="00224986"/>
    <w:rsid w:val="00224A8F"/>
    <w:rsid w:val="002254C1"/>
    <w:rsid w:val="002258FD"/>
    <w:rsid w:val="00225955"/>
    <w:rsid w:val="00225F62"/>
    <w:rsid w:val="00225FAF"/>
    <w:rsid w:val="00226179"/>
    <w:rsid w:val="002272A4"/>
    <w:rsid w:val="00227452"/>
    <w:rsid w:val="00227800"/>
    <w:rsid w:val="00230F78"/>
    <w:rsid w:val="0023132A"/>
    <w:rsid w:val="00232723"/>
    <w:rsid w:val="00232B68"/>
    <w:rsid w:val="00232BDB"/>
    <w:rsid w:val="00233E22"/>
    <w:rsid w:val="002343C8"/>
    <w:rsid w:val="00234EDF"/>
    <w:rsid w:val="002350FB"/>
    <w:rsid w:val="0023529E"/>
    <w:rsid w:val="00235BD8"/>
    <w:rsid w:val="00235E25"/>
    <w:rsid w:val="002363F5"/>
    <w:rsid w:val="002365B0"/>
    <w:rsid w:val="0023696C"/>
    <w:rsid w:val="00236B73"/>
    <w:rsid w:val="00236BB1"/>
    <w:rsid w:val="00237307"/>
    <w:rsid w:val="002379CB"/>
    <w:rsid w:val="00237D3F"/>
    <w:rsid w:val="00240969"/>
    <w:rsid w:val="00240D6E"/>
    <w:rsid w:val="0024122A"/>
    <w:rsid w:val="00241763"/>
    <w:rsid w:val="00241E34"/>
    <w:rsid w:val="00241EBF"/>
    <w:rsid w:val="00242028"/>
    <w:rsid w:val="002429E2"/>
    <w:rsid w:val="00242D41"/>
    <w:rsid w:val="002431E0"/>
    <w:rsid w:val="00243A85"/>
    <w:rsid w:val="00243AE5"/>
    <w:rsid w:val="00243B26"/>
    <w:rsid w:val="00243F74"/>
    <w:rsid w:val="00243F7E"/>
    <w:rsid w:val="00244016"/>
    <w:rsid w:val="00244896"/>
    <w:rsid w:val="002456CE"/>
    <w:rsid w:val="002469DE"/>
    <w:rsid w:val="0024795F"/>
    <w:rsid w:val="00247C9B"/>
    <w:rsid w:val="0025067F"/>
    <w:rsid w:val="00250986"/>
    <w:rsid w:val="0025142E"/>
    <w:rsid w:val="00251440"/>
    <w:rsid w:val="00251763"/>
    <w:rsid w:val="00252689"/>
    <w:rsid w:val="002529FA"/>
    <w:rsid w:val="00254880"/>
    <w:rsid w:val="00255064"/>
    <w:rsid w:val="00256DA4"/>
    <w:rsid w:val="002606C5"/>
    <w:rsid w:val="00260E72"/>
    <w:rsid w:val="00261129"/>
    <w:rsid w:val="0026122B"/>
    <w:rsid w:val="00262663"/>
    <w:rsid w:val="00262C33"/>
    <w:rsid w:val="00262CE4"/>
    <w:rsid w:val="00262E38"/>
    <w:rsid w:val="00262FAC"/>
    <w:rsid w:val="00263131"/>
    <w:rsid w:val="002635C4"/>
    <w:rsid w:val="002638A0"/>
    <w:rsid w:val="00264537"/>
    <w:rsid w:val="00264D6B"/>
    <w:rsid w:val="00264EAF"/>
    <w:rsid w:val="00265464"/>
    <w:rsid w:val="00270245"/>
    <w:rsid w:val="0027038A"/>
    <w:rsid w:val="00270C2F"/>
    <w:rsid w:val="00270D91"/>
    <w:rsid w:val="0027158A"/>
    <w:rsid w:val="002716EC"/>
    <w:rsid w:val="002718ED"/>
    <w:rsid w:val="0027244C"/>
    <w:rsid w:val="00272EBC"/>
    <w:rsid w:val="002730BB"/>
    <w:rsid w:val="002739E4"/>
    <w:rsid w:val="00273BDD"/>
    <w:rsid w:val="00273FCF"/>
    <w:rsid w:val="0027410E"/>
    <w:rsid w:val="0027444B"/>
    <w:rsid w:val="002756D3"/>
    <w:rsid w:val="00276022"/>
    <w:rsid w:val="00276F15"/>
    <w:rsid w:val="002773B2"/>
    <w:rsid w:val="00277B8F"/>
    <w:rsid w:val="00277C52"/>
    <w:rsid w:val="002801D7"/>
    <w:rsid w:val="00281BA0"/>
    <w:rsid w:val="002824FE"/>
    <w:rsid w:val="00282E48"/>
    <w:rsid w:val="002838B8"/>
    <w:rsid w:val="00283BCB"/>
    <w:rsid w:val="00283C05"/>
    <w:rsid w:val="00283EB9"/>
    <w:rsid w:val="00284099"/>
    <w:rsid w:val="002843D4"/>
    <w:rsid w:val="00284F97"/>
    <w:rsid w:val="00285CE8"/>
    <w:rsid w:val="00286040"/>
    <w:rsid w:val="0028611F"/>
    <w:rsid w:val="00286CF4"/>
    <w:rsid w:val="002872A7"/>
    <w:rsid w:val="002877FD"/>
    <w:rsid w:val="00287B61"/>
    <w:rsid w:val="00287F38"/>
    <w:rsid w:val="002908DA"/>
    <w:rsid w:val="00290B40"/>
    <w:rsid w:val="00291406"/>
    <w:rsid w:val="002914F9"/>
    <w:rsid w:val="00291913"/>
    <w:rsid w:val="00291DF0"/>
    <w:rsid w:val="00292B02"/>
    <w:rsid w:val="00292FAF"/>
    <w:rsid w:val="002935E7"/>
    <w:rsid w:val="00294E39"/>
    <w:rsid w:val="00295462"/>
    <w:rsid w:val="00295AE3"/>
    <w:rsid w:val="002966B1"/>
    <w:rsid w:val="0029741E"/>
    <w:rsid w:val="00297CEA"/>
    <w:rsid w:val="002A05B1"/>
    <w:rsid w:val="002A0CA5"/>
    <w:rsid w:val="002A2894"/>
    <w:rsid w:val="002A30F8"/>
    <w:rsid w:val="002A4162"/>
    <w:rsid w:val="002A4703"/>
    <w:rsid w:val="002A5D9E"/>
    <w:rsid w:val="002A66AE"/>
    <w:rsid w:val="002A7C4D"/>
    <w:rsid w:val="002A7D97"/>
    <w:rsid w:val="002A7E3D"/>
    <w:rsid w:val="002B0B9F"/>
    <w:rsid w:val="002B10C0"/>
    <w:rsid w:val="002B118B"/>
    <w:rsid w:val="002B1468"/>
    <w:rsid w:val="002B2BB1"/>
    <w:rsid w:val="002B3086"/>
    <w:rsid w:val="002B34C5"/>
    <w:rsid w:val="002B3EC4"/>
    <w:rsid w:val="002B5738"/>
    <w:rsid w:val="002B5B6B"/>
    <w:rsid w:val="002B67DB"/>
    <w:rsid w:val="002B67E4"/>
    <w:rsid w:val="002B68B6"/>
    <w:rsid w:val="002B7424"/>
    <w:rsid w:val="002B7CAF"/>
    <w:rsid w:val="002B7CFD"/>
    <w:rsid w:val="002C0622"/>
    <w:rsid w:val="002C0779"/>
    <w:rsid w:val="002C0F9F"/>
    <w:rsid w:val="002C1820"/>
    <w:rsid w:val="002C2204"/>
    <w:rsid w:val="002C2713"/>
    <w:rsid w:val="002C30FF"/>
    <w:rsid w:val="002C3ACF"/>
    <w:rsid w:val="002C3B74"/>
    <w:rsid w:val="002C3DE5"/>
    <w:rsid w:val="002C4350"/>
    <w:rsid w:val="002C4900"/>
    <w:rsid w:val="002C628A"/>
    <w:rsid w:val="002C689A"/>
    <w:rsid w:val="002C7355"/>
    <w:rsid w:val="002C761E"/>
    <w:rsid w:val="002C7AC9"/>
    <w:rsid w:val="002C7F38"/>
    <w:rsid w:val="002D03E1"/>
    <w:rsid w:val="002D091E"/>
    <w:rsid w:val="002D0B9E"/>
    <w:rsid w:val="002D1401"/>
    <w:rsid w:val="002D1559"/>
    <w:rsid w:val="002D19E8"/>
    <w:rsid w:val="002D212C"/>
    <w:rsid w:val="002D2277"/>
    <w:rsid w:val="002D244D"/>
    <w:rsid w:val="002D268D"/>
    <w:rsid w:val="002D2B72"/>
    <w:rsid w:val="002D31CC"/>
    <w:rsid w:val="002D3C91"/>
    <w:rsid w:val="002D3CAB"/>
    <w:rsid w:val="002D4024"/>
    <w:rsid w:val="002D4604"/>
    <w:rsid w:val="002D462D"/>
    <w:rsid w:val="002D4640"/>
    <w:rsid w:val="002D473D"/>
    <w:rsid w:val="002D4C87"/>
    <w:rsid w:val="002D4DF7"/>
    <w:rsid w:val="002D5267"/>
    <w:rsid w:val="002D546F"/>
    <w:rsid w:val="002D58E0"/>
    <w:rsid w:val="002D6708"/>
    <w:rsid w:val="002D690B"/>
    <w:rsid w:val="002D69C4"/>
    <w:rsid w:val="002D6B26"/>
    <w:rsid w:val="002D6EE6"/>
    <w:rsid w:val="002D713D"/>
    <w:rsid w:val="002D727E"/>
    <w:rsid w:val="002D7D61"/>
    <w:rsid w:val="002E0668"/>
    <w:rsid w:val="002E0DF8"/>
    <w:rsid w:val="002E1AA3"/>
    <w:rsid w:val="002E1B41"/>
    <w:rsid w:val="002E2024"/>
    <w:rsid w:val="002E21CB"/>
    <w:rsid w:val="002E26AD"/>
    <w:rsid w:val="002E3FC6"/>
    <w:rsid w:val="002E42E5"/>
    <w:rsid w:val="002E4EDF"/>
    <w:rsid w:val="002E52E3"/>
    <w:rsid w:val="002E5BDD"/>
    <w:rsid w:val="002E70D0"/>
    <w:rsid w:val="002E70FF"/>
    <w:rsid w:val="002E76B1"/>
    <w:rsid w:val="002F10B7"/>
    <w:rsid w:val="002F1261"/>
    <w:rsid w:val="002F1BB7"/>
    <w:rsid w:val="002F1EEA"/>
    <w:rsid w:val="002F2C42"/>
    <w:rsid w:val="002F3376"/>
    <w:rsid w:val="002F3B31"/>
    <w:rsid w:val="002F3D32"/>
    <w:rsid w:val="002F4544"/>
    <w:rsid w:val="002F5AD5"/>
    <w:rsid w:val="002F5DC6"/>
    <w:rsid w:val="002F5FD2"/>
    <w:rsid w:val="002F69AB"/>
    <w:rsid w:val="002F6C6B"/>
    <w:rsid w:val="002F7A3C"/>
    <w:rsid w:val="002F7CC9"/>
    <w:rsid w:val="002F7E9F"/>
    <w:rsid w:val="003000F0"/>
    <w:rsid w:val="00300954"/>
    <w:rsid w:val="00300CAC"/>
    <w:rsid w:val="003011A4"/>
    <w:rsid w:val="00301C95"/>
    <w:rsid w:val="0030206A"/>
    <w:rsid w:val="0030321D"/>
    <w:rsid w:val="0030321F"/>
    <w:rsid w:val="003037FE"/>
    <w:rsid w:val="00303B58"/>
    <w:rsid w:val="00303BC5"/>
    <w:rsid w:val="003067D2"/>
    <w:rsid w:val="0030680F"/>
    <w:rsid w:val="003070A4"/>
    <w:rsid w:val="003100A3"/>
    <w:rsid w:val="00310BC8"/>
    <w:rsid w:val="00310F5D"/>
    <w:rsid w:val="00311A97"/>
    <w:rsid w:val="00312070"/>
    <w:rsid w:val="00312071"/>
    <w:rsid w:val="00312375"/>
    <w:rsid w:val="00312ACD"/>
    <w:rsid w:val="00312C96"/>
    <w:rsid w:val="00312F20"/>
    <w:rsid w:val="003133A9"/>
    <w:rsid w:val="00313491"/>
    <w:rsid w:val="0031440E"/>
    <w:rsid w:val="003147F4"/>
    <w:rsid w:val="00314DAA"/>
    <w:rsid w:val="00315801"/>
    <w:rsid w:val="00315820"/>
    <w:rsid w:val="00315825"/>
    <w:rsid w:val="00315A5F"/>
    <w:rsid w:val="00315C9B"/>
    <w:rsid w:val="00315EC7"/>
    <w:rsid w:val="0031626B"/>
    <w:rsid w:val="00320B9E"/>
    <w:rsid w:val="003211F6"/>
    <w:rsid w:val="00321860"/>
    <w:rsid w:val="00321D24"/>
    <w:rsid w:val="00322C17"/>
    <w:rsid w:val="00323347"/>
    <w:rsid w:val="003233FC"/>
    <w:rsid w:val="00323485"/>
    <w:rsid w:val="00323818"/>
    <w:rsid w:val="00323D0D"/>
    <w:rsid w:val="00324A53"/>
    <w:rsid w:val="00324CCE"/>
    <w:rsid w:val="00325282"/>
    <w:rsid w:val="00326120"/>
    <w:rsid w:val="003265E2"/>
    <w:rsid w:val="00326CE2"/>
    <w:rsid w:val="00327891"/>
    <w:rsid w:val="00327D25"/>
    <w:rsid w:val="00327F90"/>
    <w:rsid w:val="003301CA"/>
    <w:rsid w:val="0033079A"/>
    <w:rsid w:val="00330917"/>
    <w:rsid w:val="00330FCA"/>
    <w:rsid w:val="0033178F"/>
    <w:rsid w:val="00331F04"/>
    <w:rsid w:val="00331F5C"/>
    <w:rsid w:val="00332364"/>
    <w:rsid w:val="003332A7"/>
    <w:rsid w:val="00333662"/>
    <w:rsid w:val="00334141"/>
    <w:rsid w:val="00335172"/>
    <w:rsid w:val="00335B08"/>
    <w:rsid w:val="00337AC5"/>
    <w:rsid w:val="00337C2F"/>
    <w:rsid w:val="00337CA6"/>
    <w:rsid w:val="00340FC3"/>
    <w:rsid w:val="0034179A"/>
    <w:rsid w:val="0034208A"/>
    <w:rsid w:val="0034242E"/>
    <w:rsid w:val="00342A37"/>
    <w:rsid w:val="00343101"/>
    <w:rsid w:val="00343CAF"/>
    <w:rsid w:val="00343F7D"/>
    <w:rsid w:val="00344A81"/>
    <w:rsid w:val="00345F3F"/>
    <w:rsid w:val="00346299"/>
    <w:rsid w:val="00346E7B"/>
    <w:rsid w:val="00347663"/>
    <w:rsid w:val="00347809"/>
    <w:rsid w:val="00350092"/>
    <w:rsid w:val="00350261"/>
    <w:rsid w:val="00350331"/>
    <w:rsid w:val="00351BAC"/>
    <w:rsid w:val="00352521"/>
    <w:rsid w:val="00352DCC"/>
    <w:rsid w:val="0035309E"/>
    <w:rsid w:val="00353494"/>
    <w:rsid w:val="003534BB"/>
    <w:rsid w:val="00353738"/>
    <w:rsid w:val="003537B5"/>
    <w:rsid w:val="00353A83"/>
    <w:rsid w:val="00353F83"/>
    <w:rsid w:val="00354794"/>
    <w:rsid w:val="003548A8"/>
    <w:rsid w:val="00354968"/>
    <w:rsid w:val="00354B98"/>
    <w:rsid w:val="00354BB5"/>
    <w:rsid w:val="00355354"/>
    <w:rsid w:val="00355E6E"/>
    <w:rsid w:val="00355E79"/>
    <w:rsid w:val="003564DA"/>
    <w:rsid w:val="00356596"/>
    <w:rsid w:val="00356894"/>
    <w:rsid w:val="003568E1"/>
    <w:rsid w:val="00356CF2"/>
    <w:rsid w:val="00356F3C"/>
    <w:rsid w:val="00357402"/>
    <w:rsid w:val="0035747E"/>
    <w:rsid w:val="00357D6C"/>
    <w:rsid w:val="00360067"/>
    <w:rsid w:val="003615B5"/>
    <w:rsid w:val="003615ED"/>
    <w:rsid w:val="003628E4"/>
    <w:rsid w:val="0036383D"/>
    <w:rsid w:val="003642CC"/>
    <w:rsid w:val="0036435A"/>
    <w:rsid w:val="00364945"/>
    <w:rsid w:val="00364D2C"/>
    <w:rsid w:val="00364F58"/>
    <w:rsid w:val="0036531B"/>
    <w:rsid w:val="00365D11"/>
    <w:rsid w:val="00365EF5"/>
    <w:rsid w:val="00366AEA"/>
    <w:rsid w:val="00366CD1"/>
    <w:rsid w:val="00366D91"/>
    <w:rsid w:val="00367121"/>
    <w:rsid w:val="00370254"/>
    <w:rsid w:val="0037027C"/>
    <w:rsid w:val="0037131B"/>
    <w:rsid w:val="0037184D"/>
    <w:rsid w:val="00371A30"/>
    <w:rsid w:val="00372772"/>
    <w:rsid w:val="0037297F"/>
    <w:rsid w:val="00373012"/>
    <w:rsid w:val="0037332F"/>
    <w:rsid w:val="00374698"/>
    <w:rsid w:val="0037509F"/>
    <w:rsid w:val="00375A7C"/>
    <w:rsid w:val="00376930"/>
    <w:rsid w:val="0037748A"/>
    <w:rsid w:val="00377671"/>
    <w:rsid w:val="00377E0F"/>
    <w:rsid w:val="00380419"/>
    <w:rsid w:val="00380571"/>
    <w:rsid w:val="003806AB"/>
    <w:rsid w:val="00380FA3"/>
    <w:rsid w:val="00381394"/>
    <w:rsid w:val="0038195A"/>
    <w:rsid w:val="0038213C"/>
    <w:rsid w:val="00382FB2"/>
    <w:rsid w:val="00383121"/>
    <w:rsid w:val="0038313A"/>
    <w:rsid w:val="00383349"/>
    <w:rsid w:val="003838D2"/>
    <w:rsid w:val="00383E8B"/>
    <w:rsid w:val="003840BD"/>
    <w:rsid w:val="00384108"/>
    <w:rsid w:val="00384F50"/>
    <w:rsid w:val="00384F86"/>
    <w:rsid w:val="00384FFF"/>
    <w:rsid w:val="00385898"/>
    <w:rsid w:val="00386173"/>
    <w:rsid w:val="00386363"/>
    <w:rsid w:val="003866C1"/>
    <w:rsid w:val="00386E25"/>
    <w:rsid w:val="00386F32"/>
    <w:rsid w:val="0038712C"/>
    <w:rsid w:val="00390F01"/>
    <w:rsid w:val="00391475"/>
    <w:rsid w:val="00391D47"/>
    <w:rsid w:val="00391F7F"/>
    <w:rsid w:val="00392D74"/>
    <w:rsid w:val="00392FEF"/>
    <w:rsid w:val="00395740"/>
    <w:rsid w:val="00395B2C"/>
    <w:rsid w:val="00395C2B"/>
    <w:rsid w:val="00395D40"/>
    <w:rsid w:val="00395E1B"/>
    <w:rsid w:val="00396271"/>
    <w:rsid w:val="00396339"/>
    <w:rsid w:val="00396BD1"/>
    <w:rsid w:val="00397037"/>
    <w:rsid w:val="0039706C"/>
    <w:rsid w:val="003A14F3"/>
    <w:rsid w:val="003A1DAE"/>
    <w:rsid w:val="003A21A9"/>
    <w:rsid w:val="003A4E44"/>
    <w:rsid w:val="003A4EED"/>
    <w:rsid w:val="003A71B2"/>
    <w:rsid w:val="003A74C6"/>
    <w:rsid w:val="003A750A"/>
    <w:rsid w:val="003B0017"/>
    <w:rsid w:val="003B0614"/>
    <w:rsid w:val="003B12E6"/>
    <w:rsid w:val="003B13A1"/>
    <w:rsid w:val="003B15CC"/>
    <w:rsid w:val="003B16A9"/>
    <w:rsid w:val="003B183B"/>
    <w:rsid w:val="003B1D84"/>
    <w:rsid w:val="003B20D7"/>
    <w:rsid w:val="003B2718"/>
    <w:rsid w:val="003B2E24"/>
    <w:rsid w:val="003B3637"/>
    <w:rsid w:val="003B4CB4"/>
    <w:rsid w:val="003B592B"/>
    <w:rsid w:val="003B61D9"/>
    <w:rsid w:val="003B68C6"/>
    <w:rsid w:val="003B6DC5"/>
    <w:rsid w:val="003C02B4"/>
    <w:rsid w:val="003C09D9"/>
    <w:rsid w:val="003C0C46"/>
    <w:rsid w:val="003C157A"/>
    <w:rsid w:val="003C174C"/>
    <w:rsid w:val="003C1E4B"/>
    <w:rsid w:val="003C21E6"/>
    <w:rsid w:val="003C3078"/>
    <w:rsid w:val="003C3FF6"/>
    <w:rsid w:val="003C3FFA"/>
    <w:rsid w:val="003C43AC"/>
    <w:rsid w:val="003C4517"/>
    <w:rsid w:val="003C4740"/>
    <w:rsid w:val="003C49AA"/>
    <w:rsid w:val="003C59FA"/>
    <w:rsid w:val="003C5C8B"/>
    <w:rsid w:val="003C69DD"/>
    <w:rsid w:val="003C7E77"/>
    <w:rsid w:val="003D02C4"/>
    <w:rsid w:val="003D1CD3"/>
    <w:rsid w:val="003D1F1C"/>
    <w:rsid w:val="003D2A87"/>
    <w:rsid w:val="003D39B8"/>
    <w:rsid w:val="003D4389"/>
    <w:rsid w:val="003D4714"/>
    <w:rsid w:val="003D553F"/>
    <w:rsid w:val="003D6412"/>
    <w:rsid w:val="003D6BFF"/>
    <w:rsid w:val="003D74AC"/>
    <w:rsid w:val="003D7504"/>
    <w:rsid w:val="003D793A"/>
    <w:rsid w:val="003E0882"/>
    <w:rsid w:val="003E13FC"/>
    <w:rsid w:val="003E23AC"/>
    <w:rsid w:val="003E23C9"/>
    <w:rsid w:val="003E3C43"/>
    <w:rsid w:val="003E3DEC"/>
    <w:rsid w:val="003E3E58"/>
    <w:rsid w:val="003E412D"/>
    <w:rsid w:val="003E4534"/>
    <w:rsid w:val="003E5199"/>
    <w:rsid w:val="003E552B"/>
    <w:rsid w:val="003E5750"/>
    <w:rsid w:val="003E5A50"/>
    <w:rsid w:val="003E5C00"/>
    <w:rsid w:val="003E73F7"/>
    <w:rsid w:val="003E7A3F"/>
    <w:rsid w:val="003E7B19"/>
    <w:rsid w:val="003F0057"/>
    <w:rsid w:val="003F071B"/>
    <w:rsid w:val="003F0D59"/>
    <w:rsid w:val="003F136B"/>
    <w:rsid w:val="003F15C2"/>
    <w:rsid w:val="003F18E3"/>
    <w:rsid w:val="003F1CC3"/>
    <w:rsid w:val="003F310C"/>
    <w:rsid w:val="003F314C"/>
    <w:rsid w:val="003F418B"/>
    <w:rsid w:val="003F42C6"/>
    <w:rsid w:val="003F4EE5"/>
    <w:rsid w:val="003F5C56"/>
    <w:rsid w:val="003F640C"/>
    <w:rsid w:val="003F6CA3"/>
    <w:rsid w:val="003F6E04"/>
    <w:rsid w:val="003F7026"/>
    <w:rsid w:val="003F77F9"/>
    <w:rsid w:val="00400C71"/>
    <w:rsid w:val="0040119A"/>
    <w:rsid w:val="00401D43"/>
    <w:rsid w:val="00401E98"/>
    <w:rsid w:val="004023F7"/>
    <w:rsid w:val="00402497"/>
    <w:rsid w:val="004024BF"/>
    <w:rsid w:val="00402D31"/>
    <w:rsid w:val="00402E51"/>
    <w:rsid w:val="00404A67"/>
    <w:rsid w:val="00405BC7"/>
    <w:rsid w:val="004061A5"/>
    <w:rsid w:val="00406C33"/>
    <w:rsid w:val="00407049"/>
    <w:rsid w:val="004077F9"/>
    <w:rsid w:val="00407FD4"/>
    <w:rsid w:val="00410B82"/>
    <w:rsid w:val="00410CEE"/>
    <w:rsid w:val="00410FCC"/>
    <w:rsid w:val="00411406"/>
    <w:rsid w:val="004130C1"/>
    <w:rsid w:val="00414403"/>
    <w:rsid w:val="00414B75"/>
    <w:rsid w:val="00415984"/>
    <w:rsid w:val="00415B31"/>
    <w:rsid w:val="00415FDB"/>
    <w:rsid w:val="00416811"/>
    <w:rsid w:val="00416AD8"/>
    <w:rsid w:val="00416D4F"/>
    <w:rsid w:val="00417AE0"/>
    <w:rsid w:val="00417FF7"/>
    <w:rsid w:val="0042095E"/>
    <w:rsid w:val="00420B6F"/>
    <w:rsid w:val="00421E5D"/>
    <w:rsid w:val="00422B12"/>
    <w:rsid w:val="0042349E"/>
    <w:rsid w:val="00423606"/>
    <w:rsid w:val="0042361A"/>
    <w:rsid w:val="0042448F"/>
    <w:rsid w:val="00424E87"/>
    <w:rsid w:val="00424F95"/>
    <w:rsid w:val="004255E1"/>
    <w:rsid w:val="00426BB3"/>
    <w:rsid w:val="0042745E"/>
    <w:rsid w:val="00427776"/>
    <w:rsid w:val="00427B4B"/>
    <w:rsid w:val="0043084A"/>
    <w:rsid w:val="00430C5D"/>
    <w:rsid w:val="00430F9C"/>
    <w:rsid w:val="004310CB"/>
    <w:rsid w:val="00431AC3"/>
    <w:rsid w:val="004324AE"/>
    <w:rsid w:val="004326A3"/>
    <w:rsid w:val="00432C65"/>
    <w:rsid w:val="00432E0B"/>
    <w:rsid w:val="0043333C"/>
    <w:rsid w:val="00433723"/>
    <w:rsid w:val="004337F9"/>
    <w:rsid w:val="00433969"/>
    <w:rsid w:val="00433996"/>
    <w:rsid w:val="00433C80"/>
    <w:rsid w:val="0043549B"/>
    <w:rsid w:val="00435C4B"/>
    <w:rsid w:val="00436027"/>
    <w:rsid w:val="00436281"/>
    <w:rsid w:val="004369BC"/>
    <w:rsid w:val="00437BD7"/>
    <w:rsid w:val="00437FD9"/>
    <w:rsid w:val="0044087F"/>
    <w:rsid w:val="00440A28"/>
    <w:rsid w:val="00440C50"/>
    <w:rsid w:val="00440F4A"/>
    <w:rsid w:val="00441355"/>
    <w:rsid w:val="004425AC"/>
    <w:rsid w:val="00442603"/>
    <w:rsid w:val="004426BD"/>
    <w:rsid w:val="00442F73"/>
    <w:rsid w:val="00444188"/>
    <w:rsid w:val="004444FF"/>
    <w:rsid w:val="004454E4"/>
    <w:rsid w:val="0044575A"/>
    <w:rsid w:val="004459E5"/>
    <w:rsid w:val="00445BF5"/>
    <w:rsid w:val="004463DA"/>
    <w:rsid w:val="00446F69"/>
    <w:rsid w:val="0044734C"/>
    <w:rsid w:val="00447B1F"/>
    <w:rsid w:val="004500BF"/>
    <w:rsid w:val="004508BA"/>
    <w:rsid w:val="004514AD"/>
    <w:rsid w:val="00451680"/>
    <w:rsid w:val="00451932"/>
    <w:rsid w:val="00451982"/>
    <w:rsid w:val="00451EDF"/>
    <w:rsid w:val="004520C9"/>
    <w:rsid w:val="00452671"/>
    <w:rsid w:val="00452C9B"/>
    <w:rsid w:val="00452EE3"/>
    <w:rsid w:val="004535DC"/>
    <w:rsid w:val="00453FD4"/>
    <w:rsid w:val="00454008"/>
    <w:rsid w:val="0045413B"/>
    <w:rsid w:val="00455516"/>
    <w:rsid w:val="0045565F"/>
    <w:rsid w:val="00455746"/>
    <w:rsid w:val="004564E3"/>
    <w:rsid w:val="004570F5"/>
    <w:rsid w:val="0045745F"/>
    <w:rsid w:val="004578F7"/>
    <w:rsid w:val="00457A0E"/>
    <w:rsid w:val="00457C6C"/>
    <w:rsid w:val="00457D59"/>
    <w:rsid w:val="00457FCA"/>
    <w:rsid w:val="00460DDE"/>
    <w:rsid w:val="00461206"/>
    <w:rsid w:val="0046179B"/>
    <w:rsid w:val="00461D81"/>
    <w:rsid w:val="00461EED"/>
    <w:rsid w:val="004623AA"/>
    <w:rsid w:val="0046326D"/>
    <w:rsid w:val="0046378D"/>
    <w:rsid w:val="00463CA7"/>
    <w:rsid w:val="00463E36"/>
    <w:rsid w:val="00464797"/>
    <w:rsid w:val="0046506C"/>
    <w:rsid w:val="00465613"/>
    <w:rsid w:val="004658B4"/>
    <w:rsid w:val="00465C4F"/>
    <w:rsid w:val="00465D70"/>
    <w:rsid w:val="004660AD"/>
    <w:rsid w:val="004663D9"/>
    <w:rsid w:val="00466D7B"/>
    <w:rsid w:val="00466E2C"/>
    <w:rsid w:val="00467188"/>
    <w:rsid w:val="0047052C"/>
    <w:rsid w:val="004707D8"/>
    <w:rsid w:val="00470BBB"/>
    <w:rsid w:val="00470D98"/>
    <w:rsid w:val="00471B63"/>
    <w:rsid w:val="00471E8D"/>
    <w:rsid w:val="00472B6C"/>
    <w:rsid w:val="00472C73"/>
    <w:rsid w:val="00473465"/>
    <w:rsid w:val="0047388E"/>
    <w:rsid w:val="0047456D"/>
    <w:rsid w:val="00474EFE"/>
    <w:rsid w:val="0047518D"/>
    <w:rsid w:val="00475B80"/>
    <w:rsid w:val="00475BCB"/>
    <w:rsid w:val="004762EF"/>
    <w:rsid w:val="00476325"/>
    <w:rsid w:val="004764F9"/>
    <w:rsid w:val="00476BE7"/>
    <w:rsid w:val="004773F5"/>
    <w:rsid w:val="00477BEB"/>
    <w:rsid w:val="00480716"/>
    <w:rsid w:val="00481040"/>
    <w:rsid w:val="00481CDC"/>
    <w:rsid w:val="004826E8"/>
    <w:rsid w:val="00482784"/>
    <w:rsid w:val="00483688"/>
    <w:rsid w:val="00483D28"/>
    <w:rsid w:val="00483EE6"/>
    <w:rsid w:val="004843CA"/>
    <w:rsid w:val="0048448F"/>
    <w:rsid w:val="004844CB"/>
    <w:rsid w:val="00484B8C"/>
    <w:rsid w:val="00484E78"/>
    <w:rsid w:val="00484FF7"/>
    <w:rsid w:val="0048539A"/>
    <w:rsid w:val="004854F7"/>
    <w:rsid w:val="00486472"/>
    <w:rsid w:val="00486B45"/>
    <w:rsid w:val="00486B6A"/>
    <w:rsid w:val="004876AA"/>
    <w:rsid w:val="004903DB"/>
    <w:rsid w:val="00490B1A"/>
    <w:rsid w:val="004917E2"/>
    <w:rsid w:val="004919CD"/>
    <w:rsid w:val="00491A69"/>
    <w:rsid w:val="004928C9"/>
    <w:rsid w:val="004932BD"/>
    <w:rsid w:val="004933C8"/>
    <w:rsid w:val="004939D4"/>
    <w:rsid w:val="00493A5F"/>
    <w:rsid w:val="00494CA7"/>
    <w:rsid w:val="00495209"/>
    <w:rsid w:val="0049574D"/>
    <w:rsid w:val="0049592B"/>
    <w:rsid w:val="00495B6C"/>
    <w:rsid w:val="00497B62"/>
    <w:rsid w:val="00497DE4"/>
    <w:rsid w:val="00497DE7"/>
    <w:rsid w:val="004A0793"/>
    <w:rsid w:val="004A1012"/>
    <w:rsid w:val="004A117E"/>
    <w:rsid w:val="004A1280"/>
    <w:rsid w:val="004A1F5D"/>
    <w:rsid w:val="004A20F8"/>
    <w:rsid w:val="004A23F4"/>
    <w:rsid w:val="004A37C6"/>
    <w:rsid w:val="004A3DDB"/>
    <w:rsid w:val="004A3FB4"/>
    <w:rsid w:val="004A4956"/>
    <w:rsid w:val="004A49FC"/>
    <w:rsid w:val="004A4A8B"/>
    <w:rsid w:val="004A4FC0"/>
    <w:rsid w:val="004A5254"/>
    <w:rsid w:val="004A5265"/>
    <w:rsid w:val="004A74DD"/>
    <w:rsid w:val="004A7FB2"/>
    <w:rsid w:val="004B0B04"/>
    <w:rsid w:val="004B14A8"/>
    <w:rsid w:val="004B29DA"/>
    <w:rsid w:val="004B2F09"/>
    <w:rsid w:val="004B34B9"/>
    <w:rsid w:val="004B3582"/>
    <w:rsid w:val="004B47BC"/>
    <w:rsid w:val="004B4B74"/>
    <w:rsid w:val="004B5A8E"/>
    <w:rsid w:val="004B5B7E"/>
    <w:rsid w:val="004B6666"/>
    <w:rsid w:val="004B6BB7"/>
    <w:rsid w:val="004B741E"/>
    <w:rsid w:val="004B78D3"/>
    <w:rsid w:val="004C0492"/>
    <w:rsid w:val="004C04EC"/>
    <w:rsid w:val="004C0FAC"/>
    <w:rsid w:val="004C1DCF"/>
    <w:rsid w:val="004C1FBC"/>
    <w:rsid w:val="004C2B27"/>
    <w:rsid w:val="004C3333"/>
    <w:rsid w:val="004C40FD"/>
    <w:rsid w:val="004C45AA"/>
    <w:rsid w:val="004C5266"/>
    <w:rsid w:val="004C533A"/>
    <w:rsid w:val="004C5932"/>
    <w:rsid w:val="004C5B98"/>
    <w:rsid w:val="004C5C4C"/>
    <w:rsid w:val="004C67DE"/>
    <w:rsid w:val="004C6D24"/>
    <w:rsid w:val="004C7155"/>
    <w:rsid w:val="004C7CA8"/>
    <w:rsid w:val="004C7D56"/>
    <w:rsid w:val="004D126D"/>
    <w:rsid w:val="004D186A"/>
    <w:rsid w:val="004D2401"/>
    <w:rsid w:val="004D25CF"/>
    <w:rsid w:val="004D2DB7"/>
    <w:rsid w:val="004D37E4"/>
    <w:rsid w:val="004D3D6A"/>
    <w:rsid w:val="004D494B"/>
    <w:rsid w:val="004D4A13"/>
    <w:rsid w:val="004D54F4"/>
    <w:rsid w:val="004D560B"/>
    <w:rsid w:val="004D5AB3"/>
    <w:rsid w:val="004D5DDA"/>
    <w:rsid w:val="004D5F9B"/>
    <w:rsid w:val="004D6369"/>
    <w:rsid w:val="004D67C8"/>
    <w:rsid w:val="004D6E4E"/>
    <w:rsid w:val="004D78C3"/>
    <w:rsid w:val="004D7C14"/>
    <w:rsid w:val="004E0806"/>
    <w:rsid w:val="004E0AF3"/>
    <w:rsid w:val="004E1608"/>
    <w:rsid w:val="004E17D1"/>
    <w:rsid w:val="004E1CAC"/>
    <w:rsid w:val="004E1D0E"/>
    <w:rsid w:val="004E2738"/>
    <w:rsid w:val="004E27A5"/>
    <w:rsid w:val="004E2906"/>
    <w:rsid w:val="004E35B4"/>
    <w:rsid w:val="004E3935"/>
    <w:rsid w:val="004E46ED"/>
    <w:rsid w:val="004E4D07"/>
    <w:rsid w:val="004E502D"/>
    <w:rsid w:val="004E5104"/>
    <w:rsid w:val="004E56CC"/>
    <w:rsid w:val="004E5836"/>
    <w:rsid w:val="004E5A93"/>
    <w:rsid w:val="004E714E"/>
    <w:rsid w:val="004E757D"/>
    <w:rsid w:val="004E76A2"/>
    <w:rsid w:val="004E7EB6"/>
    <w:rsid w:val="004E7F01"/>
    <w:rsid w:val="004F02D2"/>
    <w:rsid w:val="004F137B"/>
    <w:rsid w:val="004F150D"/>
    <w:rsid w:val="004F15B0"/>
    <w:rsid w:val="004F163C"/>
    <w:rsid w:val="004F219E"/>
    <w:rsid w:val="004F2217"/>
    <w:rsid w:val="004F2972"/>
    <w:rsid w:val="004F36CE"/>
    <w:rsid w:val="004F4F26"/>
    <w:rsid w:val="004F5E79"/>
    <w:rsid w:val="004F618C"/>
    <w:rsid w:val="004F65D6"/>
    <w:rsid w:val="004F6CC1"/>
    <w:rsid w:val="004F6D4A"/>
    <w:rsid w:val="004F6E6A"/>
    <w:rsid w:val="004F734C"/>
    <w:rsid w:val="004F7497"/>
    <w:rsid w:val="004F789D"/>
    <w:rsid w:val="00501917"/>
    <w:rsid w:val="00501C04"/>
    <w:rsid w:val="005021E8"/>
    <w:rsid w:val="00502241"/>
    <w:rsid w:val="00503251"/>
    <w:rsid w:val="00503BBC"/>
    <w:rsid w:val="005041FC"/>
    <w:rsid w:val="00504AA1"/>
    <w:rsid w:val="00505732"/>
    <w:rsid w:val="00505AB6"/>
    <w:rsid w:val="00506630"/>
    <w:rsid w:val="00506DCD"/>
    <w:rsid w:val="00510107"/>
    <w:rsid w:val="005105FD"/>
    <w:rsid w:val="00510A1C"/>
    <w:rsid w:val="00510F6E"/>
    <w:rsid w:val="0051110C"/>
    <w:rsid w:val="00512644"/>
    <w:rsid w:val="0051268D"/>
    <w:rsid w:val="005129D7"/>
    <w:rsid w:val="00514176"/>
    <w:rsid w:val="0051464C"/>
    <w:rsid w:val="005146AA"/>
    <w:rsid w:val="0051480C"/>
    <w:rsid w:val="00514A5F"/>
    <w:rsid w:val="00514B45"/>
    <w:rsid w:val="00514CE3"/>
    <w:rsid w:val="00514FF6"/>
    <w:rsid w:val="005150DD"/>
    <w:rsid w:val="00515C0B"/>
    <w:rsid w:val="005168F0"/>
    <w:rsid w:val="00520856"/>
    <w:rsid w:val="00520AC9"/>
    <w:rsid w:val="00520E8F"/>
    <w:rsid w:val="0052135B"/>
    <w:rsid w:val="005215FF"/>
    <w:rsid w:val="00521B25"/>
    <w:rsid w:val="00521CA7"/>
    <w:rsid w:val="00522407"/>
    <w:rsid w:val="005225EA"/>
    <w:rsid w:val="00522614"/>
    <w:rsid w:val="00522753"/>
    <w:rsid w:val="005230B8"/>
    <w:rsid w:val="00523922"/>
    <w:rsid w:val="0052418E"/>
    <w:rsid w:val="005253CF"/>
    <w:rsid w:val="0052578C"/>
    <w:rsid w:val="00525850"/>
    <w:rsid w:val="005260C4"/>
    <w:rsid w:val="005262B7"/>
    <w:rsid w:val="00527F16"/>
    <w:rsid w:val="005300CD"/>
    <w:rsid w:val="00530B8C"/>
    <w:rsid w:val="00530E4E"/>
    <w:rsid w:val="005310AB"/>
    <w:rsid w:val="00532E3F"/>
    <w:rsid w:val="005336F8"/>
    <w:rsid w:val="00533DCD"/>
    <w:rsid w:val="00534D6F"/>
    <w:rsid w:val="00534EF3"/>
    <w:rsid w:val="00535D9E"/>
    <w:rsid w:val="0053686B"/>
    <w:rsid w:val="005401C5"/>
    <w:rsid w:val="005416DB"/>
    <w:rsid w:val="00542048"/>
    <w:rsid w:val="00542EA1"/>
    <w:rsid w:val="005442B9"/>
    <w:rsid w:val="0054450E"/>
    <w:rsid w:val="00544547"/>
    <w:rsid w:val="00544668"/>
    <w:rsid w:val="00544925"/>
    <w:rsid w:val="00544DA4"/>
    <w:rsid w:val="00545579"/>
    <w:rsid w:val="00545E73"/>
    <w:rsid w:val="00546689"/>
    <w:rsid w:val="005473B4"/>
    <w:rsid w:val="00547418"/>
    <w:rsid w:val="0055060E"/>
    <w:rsid w:val="0055089A"/>
    <w:rsid w:val="0055098A"/>
    <w:rsid w:val="00550B77"/>
    <w:rsid w:val="00550CD3"/>
    <w:rsid w:val="00550D6C"/>
    <w:rsid w:val="005510B2"/>
    <w:rsid w:val="00551297"/>
    <w:rsid w:val="005513C3"/>
    <w:rsid w:val="005527F5"/>
    <w:rsid w:val="00552E60"/>
    <w:rsid w:val="005531C0"/>
    <w:rsid w:val="005540B6"/>
    <w:rsid w:val="00554795"/>
    <w:rsid w:val="00554D20"/>
    <w:rsid w:val="00554FA0"/>
    <w:rsid w:val="0055506A"/>
    <w:rsid w:val="00555337"/>
    <w:rsid w:val="0055588B"/>
    <w:rsid w:val="00555ED9"/>
    <w:rsid w:val="0055602D"/>
    <w:rsid w:val="0055611C"/>
    <w:rsid w:val="00556163"/>
    <w:rsid w:val="00556974"/>
    <w:rsid w:val="00557116"/>
    <w:rsid w:val="00557BF4"/>
    <w:rsid w:val="005614D2"/>
    <w:rsid w:val="00561B20"/>
    <w:rsid w:val="00561E3F"/>
    <w:rsid w:val="005626D1"/>
    <w:rsid w:val="005629B3"/>
    <w:rsid w:val="005629D0"/>
    <w:rsid w:val="00562E95"/>
    <w:rsid w:val="0056339F"/>
    <w:rsid w:val="00563893"/>
    <w:rsid w:val="00563A8C"/>
    <w:rsid w:val="0056408D"/>
    <w:rsid w:val="005657D4"/>
    <w:rsid w:val="00565B50"/>
    <w:rsid w:val="005661DA"/>
    <w:rsid w:val="00566B48"/>
    <w:rsid w:val="00567003"/>
    <w:rsid w:val="005679E5"/>
    <w:rsid w:val="0057009B"/>
    <w:rsid w:val="00570333"/>
    <w:rsid w:val="00570E8F"/>
    <w:rsid w:val="0057103B"/>
    <w:rsid w:val="005713BA"/>
    <w:rsid w:val="00571EC9"/>
    <w:rsid w:val="00572B69"/>
    <w:rsid w:val="00572FDB"/>
    <w:rsid w:val="005730AA"/>
    <w:rsid w:val="00573697"/>
    <w:rsid w:val="00573DCE"/>
    <w:rsid w:val="00574098"/>
    <w:rsid w:val="0057440C"/>
    <w:rsid w:val="00574853"/>
    <w:rsid w:val="00574C9A"/>
    <w:rsid w:val="00575226"/>
    <w:rsid w:val="00576272"/>
    <w:rsid w:val="00577067"/>
    <w:rsid w:val="005773E4"/>
    <w:rsid w:val="00577C51"/>
    <w:rsid w:val="00580B97"/>
    <w:rsid w:val="00581190"/>
    <w:rsid w:val="00581191"/>
    <w:rsid w:val="00581578"/>
    <w:rsid w:val="00581793"/>
    <w:rsid w:val="00581CD3"/>
    <w:rsid w:val="00582623"/>
    <w:rsid w:val="005830AE"/>
    <w:rsid w:val="0058340B"/>
    <w:rsid w:val="005835CA"/>
    <w:rsid w:val="00583975"/>
    <w:rsid w:val="00583AA5"/>
    <w:rsid w:val="0058405B"/>
    <w:rsid w:val="00584486"/>
    <w:rsid w:val="00584D9E"/>
    <w:rsid w:val="00584DC9"/>
    <w:rsid w:val="00585363"/>
    <w:rsid w:val="0058540D"/>
    <w:rsid w:val="00585EB7"/>
    <w:rsid w:val="005869B9"/>
    <w:rsid w:val="00586A15"/>
    <w:rsid w:val="00586DCD"/>
    <w:rsid w:val="00591EB1"/>
    <w:rsid w:val="0059220F"/>
    <w:rsid w:val="005930FE"/>
    <w:rsid w:val="005956BA"/>
    <w:rsid w:val="005959EA"/>
    <w:rsid w:val="00595A4B"/>
    <w:rsid w:val="00596345"/>
    <w:rsid w:val="00596A1A"/>
    <w:rsid w:val="0059763B"/>
    <w:rsid w:val="00597B42"/>
    <w:rsid w:val="00597CAE"/>
    <w:rsid w:val="005A0184"/>
    <w:rsid w:val="005A087F"/>
    <w:rsid w:val="005A0DE1"/>
    <w:rsid w:val="005A0F8A"/>
    <w:rsid w:val="005A1116"/>
    <w:rsid w:val="005A14D4"/>
    <w:rsid w:val="005A17CE"/>
    <w:rsid w:val="005A2CD0"/>
    <w:rsid w:val="005A37B5"/>
    <w:rsid w:val="005A47C5"/>
    <w:rsid w:val="005A4D15"/>
    <w:rsid w:val="005A5CB6"/>
    <w:rsid w:val="005A6105"/>
    <w:rsid w:val="005A6149"/>
    <w:rsid w:val="005A61A6"/>
    <w:rsid w:val="005A6573"/>
    <w:rsid w:val="005A6A9E"/>
    <w:rsid w:val="005A6E71"/>
    <w:rsid w:val="005A7906"/>
    <w:rsid w:val="005A7B60"/>
    <w:rsid w:val="005A7B7F"/>
    <w:rsid w:val="005B025E"/>
    <w:rsid w:val="005B11E5"/>
    <w:rsid w:val="005B173B"/>
    <w:rsid w:val="005B2680"/>
    <w:rsid w:val="005B2716"/>
    <w:rsid w:val="005B2A3D"/>
    <w:rsid w:val="005B2D2D"/>
    <w:rsid w:val="005B34DF"/>
    <w:rsid w:val="005B389E"/>
    <w:rsid w:val="005B40EE"/>
    <w:rsid w:val="005B4871"/>
    <w:rsid w:val="005B4D77"/>
    <w:rsid w:val="005B4E5A"/>
    <w:rsid w:val="005B5256"/>
    <w:rsid w:val="005B5912"/>
    <w:rsid w:val="005B5A72"/>
    <w:rsid w:val="005B6F81"/>
    <w:rsid w:val="005B7183"/>
    <w:rsid w:val="005B734F"/>
    <w:rsid w:val="005B7A87"/>
    <w:rsid w:val="005C02B6"/>
    <w:rsid w:val="005C05B4"/>
    <w:rsid w:val="005C0661"/>
    <w:rsid w:val="005C10BC"/>
    <w:rsid w:val="005C2B5D"/>
    <w:rsid w:val="005C2C71"/>
    <w:rsid w:val="005C328D"/>
    <w:rsid w:val="005C4DE5"/>
    <w:rsid w:val="005C59D8"/>
    <w:rsid w:val="005C6A11"/>
    <w:rsid w:val="005C7128"/>
    <w:rsid w:val="005D040A"/>
    <w:rsid w:val="005D0C26"/>
    <w:rsid w:val="005D1505"/>
    <w:rsid w:val="005D1C14"/>
    <w:rsid w:val="005D1DF3"/>
    <w:rsid w:val="005D221E"/>
    <w:rsid w:val="005D2AB1"/>
    <w:rsid w:val="005D2E5C"/>
    <w:rsid w:val="005D30CA"/>
    <w:rsid w:val="005D42B3"/>
    <w:rsid w:val="005D4445"/>
    <w:rsid w:val="005D4558"/>
    <w:rsid w:val="005D487F"/>
    <w:rsid w:val="005D509E"/>
    <w:rsid w:val="005D58B0"/>
    <w:rsid w:val="005D5AA6"/>
    <w:rsid w:val="005E03EA"/>
    <w:rsid w:val="005E121D"/>
    <w:rsid w:val="005E15C5"/>
    <w:rsid w:val="005E184A"/>
    <w:rsid w:val="005E1CE6"/>
    <w:rsid w:val="005E2F19"/>
    <w:rsid w:val="005E3A58"/>
    <w:rsid w:val="005E4858"/>
    <w:rsid w:val="005E4D36"/>
    <w:rsid w:val="005E4F4A"/>
    <w:rsid w:val="005E5747"/>
    <w:rsid w:val="005E6082"/>
    <w:rsid w:val="005E6299"/>
    <w:rsid w:val="005E66AF"/>
    <w:rsid w:val="005E75B3"/>
    <w:rsid w:val="005E77D5"/>
    <w:rsid w:val="005E7827"/>
    <w:rsid w:val="005F015F"/>
    <w:rsid w:val="005F14F0"/>
    <w:rsid w:val="005F1E07"/>
    <w:rsid w:val="005F30DA"/>
    <w:rsid w:val="005F3679"/>
    <w:rsid w:val="005F4DF0"/>
    <w:rsid w:val="005F628F"/>
    <w:rsid w:val="00600090"/>
    <w:rsid w:val="006006CB"/>
    <w:rsid w:val="00600933"/>
    <w:rsid w:val="00601136"/>
    <w:rsid w:val="00601234"/>
    <w:rsid w:val="00601938"/>
    <w:rsid w:val="00601CF6"/>
    <w:rsid w:val="00601FE3"/>
    <w:rsid w:val="00602591"/>
    <w:rsid w:val="00603E99"/>
    <w:rsid w:val="00604342"/>
    <w:rsid w:val="00605182"/>
    <w:rsid w:val="0060555E"/>
    <w:rsid w:val="006062FD"/>
    <w:rsid w:val="0060767E"/>
    <w:rsid w:val="00607AF3"/>
    <w:rsid w:val="0061010A"/>
    <w:rsid w:val="006109D1"/>
    <w:rsid w:val="0061161A"/>
    <w:rsid w:val="006124D2"/>
    <w:rsid w:val="00612C02"/>
    <w:rsid w:val="00612E24"/>
    <w:rsid w:val="00613373"/>
    <w:rsid w:val="00613503"/>
    <w:rsid w:val="006139B0"/>
    <w:rsid w:val="00613C44"/>
    <w:rsid w:val="0061474F"/>
    <w:rsid w:val="00615B82"/>
    <w:rsid w:val="0061606E"/>
    <w:rsid w:val="006163F4"/>
    <w:rsid w:val="00616A37"/>
    <w:rsid w:val="0061791C"/>
    <w:rsid w:val="00620037"/>
    <w:rsid w:val="006203C2"/>
    <w:rsid w:val="00620C9A"/>
    <w:rsid w:val="006211AC"/>
    <w:rsid w:val="00621A13"/>
    <w:rsid w:val="00621AC6"/>
    <w:rsid w:val="00621CFF"/>
    <w:rsid w:val="00622029"/>
    <w:rsid w:val="00622093"/>
    <w:rsid w:val="00622A7A"/>
    <w:rsid w:val="00622C42"/>
    <w:rsid w:val="00622DAD"/>
    <w:rsid w:val="00622F51"/>
    <w:rsid w:val="006232C6"/>
    <w:rsid w:val="0062394B"/>
    <w:rsid w:val="00623AE3"/>
    <w:rsid w:val="00623E18"/>
    <w:rsid w:val="006240BF"/>
    <w:rsid w:val="00624119"/>
    <w:rsid w:val="006243D7"/>
    <w:rsid w:val="00624AAB"/>
    <w:rsid w:val="006255BC"/>
    <w:rsid w:val="00625985"/>
    <w:rsid w:val="00625EA9"/>
    <w:rsid w:val="00626215"/>
    <w:rsid w:val="006265DC"/>
    <w:rsid w:val="006268D8"/>
    <w:rsid w:val="006272CD"/>
    <w:rsid w:val="006273FD"/>
    <w:rsid w:val="00627444"/>
    <w:rsid w:val="0062799A"/>
    <w:rsid w:val="00627B54"/>
    <w:rsid w:val="00627B8C"/>
    <w:rsid w:val="006301F8"/>
    <w:rsid w:val="00630324"/>
    <w:rsid w:val="00630B46"/>
    <w:rsid w:val="00631121"/>
    <w:rsid w:val="0063120A"/>
    <w:rsid w:val="00631944"/>
    <w:rsid w:val="00632538"/>
    <w:rsid w:val="00632D5A"/>
    <w:rsid w:val="00633735"/>
    <w:rsid w:val="00633883"/>
    <w:rsid w:val="006341D5"/>
    <w:rsid w:val="00634224"/>
    <w:rsid w:val="006342BD"/>
    <w:rsid w:val="0063499B"/>
    <w:rsid w:val="006349B0"/>
    <w:rsid w:val="00634B2B"/>
    <w:rsid w:val="00634DC9"/>
    <w:rsid w:val="00635394"/>
    <w:rsid w:val="0063543E"/>
    <w:rsid w:val="00635D6B"/>
    <w:rsid w:val="00636129"/>
    <w:rsid w:val="006369D0"/>
    <w:rsid w:val="00636FCD"/>
    <w:rsid w:val="00637B46"/>
    <w:rsid w:val="00640D62"/>
    <w:rsid w:val="006427DC"/>
    <w:rsid w:val="0064393E"/>
    <w:rsid w:val="00644B6B"/>
    <w:rsid w:val="00644DC8"/>
    <w:rsid w:val="00645EAF"/>
    <w:rsid w:val="00645FDF"/>
    <w:rsid w:val="006464E7"/>
    <w:rsid w:val="00646858"/>
    <w:rsid w:val="0064691B"/>
    <w:rsid w:val="00646D4C"/>
    <w:rsid w:val="00647D8E"/>
    <w:rsid w:val="00650A20"/>
    <w:rsid w:val="00650D2B"/>
    <w:rsid w:val="006513D5"/>
    <w:rsid w:val="006515C0"/>
    <w:rsid w:val="0065167B"/>
    <w:rsid w:val="006518C6"/>
    <w:rsid w:val="00651B25"/>
    <w:rsid w:val="00651DF1"/>
    <w:rsid w:val="00651F03"/>
    <w:rsid w:val="006526AF"/>
    <w:rsid w:val="00652AF5"/>
    <w:rsid w:val="00653006"/>
    <w:rsid w:val="00653E67"/>
    <w:rsid w:val="00654618"/>
    <w:rsid w:val="006549C9"/>
    <w:rsid w:val="00655434"/>
    <w:rsid w:val="0065750B"/>
    <w:rsid w:val="00660461"/>
    <w:rsid w:val="0066146B"/>
    <w:rsid w:val="006621BB"/>
    <w:rsid w:val="006622BB"/>
    <w:rsid w:val="00662A2F"/>
    <w:rsid w:val="00662B16"/>
    <w:rsid w:val="00663695"/>
    <w:rsid w:val="00663809"/>
    <w:rsid w:val="00663F9F"/>
    <w:rsid w:val="006654AA"/>
    <w:rsid w:val="00665827"/>
    <w:rsid w:val="00665902"/>
    <w:rsid w:val="00665C64"/>
    <w:rsid w:val="0066764B"/>
    <w:rsid w:val="00667A7E"/>
    <w:rsid w:val="00667DAD"/>
    <w:rsid w:val="00670908"/>
    <w:rsid w:val="00670D58"/>
    <w:rsid w:val="00671083"/>
    <w:rsid w:val="00671093"/>
    <w:rsid w:val="00671132"/>
    <w:rsid w:val="00671982"/>
    <w:rsid w:val="00671C2A"/>
    <w:rsid w:val="00672B96"/>
    <w:rsid w:val="0067307D"/>
    <w:rsid w:val="00673294"/>
    <w:rsid w:val="00673395"/>
    <w:rsid w:val="0067488D"/>
    <w:rsid w:val="00675CF5"/>
    <w:rsid w:val="00675EE2"/>
    <w:rsid w:val="006769B7"/>
    <w:rsid w:val="00677B0E"/>
    <w:rsid w:val="0068026B"/>
    <w:rsid w:val="00680A9D"/>
    <w:rsid w:val="00680F98"/>
    <w:rsid w:val="006812C8"/>
    <w:rsid w:val="00681526"/>
    <w:rsid w:val="00681B63"/>
    <w:rsid w:val="0068241B"/>
    <w:rsid w:val="00683796"/>
    <w:rsid w:val="006837DE"/>
    <w:rsid w:val="00683CC0"/>
    <w:rsid w:val="00683DA4"/>
    <w:rsid w:val="00683EC6"/>
    <w:rsid w:val="0068692D"/>
    <w:rsid w:val="00686E83"/>
    <w:rsid w:val="00686F33"/>
    <w:rsid w:val="00687E2E"/>
    <w:rsid w:val="00687FB7"/>
    <w:rsid w:val="006905F5"/>
    <w:rsid w:val="0069099E"/>
    <w:rsid w:val="0069102A"/>
    <w:rsid w:val="006918EE"/>
    <w:rsid w:val="00691F86"/>
    <w:rsid w:val="00692236"/>
    <w:rsid w:val="0069246C"/>
    <w:rsid w:val="0069254F"/>
    <w:rsid w:val="0069334A"/>
    <w:rsid w:val="006933D5"/>
    <w:rsid w:val="006939D4"/>
    <w:rsid w:val="00694500"/>
    <w:rsid w:val="00694A6E"/>
    <w:rsid w:val="00695581"/>
    <w:rsid w:val="00695AD7"/>
    <w:rsid w:val="00696566"/>
    <w:rsid w:val="00696F6D"/>
    <w:rsid w:val="006977AF"/>
    <w:rsid w:val="00697AA9"/>
    <w:rsid w:val="006A16C9"/>
    <w:rsid w:val="006A1B23"/>
    <w:rsid w:val="006A1B58"/>
    <w:rsid w:val="006A2096"/>
    <w:rsid w:val="006A3503"/>
    <w:rsid w:val="006A3554"/>
    <w:rsid w:val="006A3982"/>
    <w:rsid w:val="006A3A3D"/>
    <w:rsid w:val="006A3FE5"/>
    <w:rsid w:val="006A3FEF"/>
    <w:rsid w:val="006A4478"/>
    <w:rsid w:val="006A4A5E"/>
    <w:rsid w:val="006A4EB2"/>
    <w:rsid w:val="006A6CD7"/>
    <w:rsid w:val="006A7BE8"/>
    <w:rsid w:val="006A7F37"/>
    <w:rsid w:val="006B0C6E"/>
    <w:rsid w:val="006B0D28"/>
    <w:rsid w:val="006B1128"/>
    <w:rsid w:val="006B1540"/>
    <w:rsid w:val="006B1CBB"/>
    <w:rsid w:val="006B3F93"/>
    <w:rsid w:val="006B4641"/>
    <w:rsid w:val="006B4EF8"/>
    <w:rsid w:val="006B4F0F"/>
    <w:rsid w:val="006B5423"/>
    <w:rsid w:val="006B59F5"/>
    <w:rsid w:val="006B6032"/>
    <w:rsid w:val="006B6B23"/>
    <w:rsid w:val="006B6B39"/>
    <w:rsid w:val="006B7577"/>
    <w:rsid w:val="006B7766"/>
    <w:rsid w:val="006B79CE"/>
    <w:rsid w:val="006B7E82"/>
    <w:rsid w:val="006C0465"/>
    <w:rsid w:val="006C1528"/>
    <w:rsid w:val="006C1620"/>
    <w:rsid w:val="006C1BC8"/>
    <w:rsid w:val="006C1DA9"/>
    <w:rsid w:val="006C2368"/>
    <w:rsid w:val="006C276A"/>
    <w:rsid w:val="006C2771"/>
    <w:rsid w:val="006C279A"/>
    <w:rsid w:val="006C27C5"/>
    <w:rsid w:val="006C2934"/>
    <w:rsid w:val="006C3494"/>
    <w:rsid w:val="006C3705"/>
    <w:rsid w:val="006C4B3E"/>
    <w:rsid w:val="006C4D3C"/>
    <w:rsid w:val="006C4D9F"/>
    <w:rsid w:val="006C5309"/>
    <w:rsid w:val="006C5475"/>
    <w:rsid w:val="006C5BEA"/>
    <w:rsid w:val="006C6389"/>
    <w:rsid w:val="006C656E"/>
    <w:rsid w:val="006C657C"/>
    <w:rsid w:val="006C69F0"/>
    <w:rsid w:val="006C6FD8"/>
    <w:rsid w:val="006C740E"/>
    <w:rsid w:val="006C7808"/>
    <w:rsid w:val="006D1996"/>
    <w:rsid w:val="006D1BA6"/>
    <w:rsid w:val="006D1D17"/>
    <w:rsid w:val="006D1D28"/>
    <w:rsid w:val="006D21DA"/>
    <w:rsid w:val="006D2EC2"/>
    <w:rsid w:val="006D31FE"/>
    <w:rsid w:val="006D3247"/>
    <w:rsid w:val="006D33E4"/>
    <w:rsid w:val="006D3A42"/>
    <w:rsid w:val="006D3D7B"/>
    <w:rsid w:val="006D481B"/>
    <w:rsid w:val="006D4966"/>
    <w:rsid w:val="006D4C36"/>
    <w:rsid w:val="006D4D13"/>
    <w:rsid w:val="006D4F71"/>
    <w:rsid w:val="006D6242"/>
    <w:rsid w:val="006D662E"/>
    <w:rsid w:val="006D6956"/>
    <w:rsid w:val="006D7250"/>
    <w:rsid w:val="006E033B"/>
    <w:rsid w:val="006E0861"/>
    <w:rsid w:val="006E0F90"/>
    <w:rsid w:val="006E10CB"/>
    <w:rsid w:val="006E13C3"/>
    <w:rsid w:val="006E1975"/>
    <w:rsid w:val="006E1C4B"/>
    <w:rsid w:val="006E21B6"/>
    <w:rsid w:val="006E2E27"/>
    <w:rsid w:val="006E2ECE"/>
    <w:rsid w:val="006E307D"/>
    <w:rsid w:val="006E34CA"/>
    <w:rsid w:val="006E353B"/>
    <w:rsid w:val="006E3544"/>
    <w:rsid w:val="006E3F33"/>
    <w:rsid w:val="006E4009"/>
    <w:rsid w:val="006E402D"/>
    <w:rsid w:val="006E5AC5"/>
    <w:rsid w:val="006E5C10"/>
    <w:rsid w:val="006E6D75"/>
    <w:rsid w:val="006E7252"/>
    <w:rsid w:val="006E7817"/>
    <w:rsid w:val="006E7825"/>
    <w:rsid w:val="006F111D"/>
    <w:rsid w:val="006F1267"/>
    <w:rsid w:val="006F14CB"/>
    <w:rsid w:val="006F1BDC"/>
    <w:rsid w:val="006F27FB"/>
    <w:rsid w:val="006F3C80"/>
    <w:rsid w:val="006F4946"/>
    <w:rsid w:val="006F4B77"/>
    <w:rsid w:val="006F4E61"/>
    <w:rsid w:val="006F52B1"/>
    <w:rsid w:val="006F565A"/>
    <w:rsid w:val="006F64AC"/>
    <w:rsid w:val="006F70F7"/>
    <w:rsid w:val="006F7EE7"/>
    <w:rsid w:val="00700C32"/>
    <w:rsid w:val="00700FD7"/>
    <w:rsid w:val="00701848"/>
    <w:rsid w:val="00703007"/>
    <w:rsid w:val="0070387E"/>
    <w:rsid w:val="0070399F"/>
    <w:rsid w:val="00704912"/>
    <w:rsid w:val="00704AEE"/>
    <w:rsid w:val="00704ECC"/>
    <w:rsid w:val="0070613F"/>
    <w:rsid w:val="00706339"/>
    <w:rsid w:val="00706CD7"/>
    <w:rsid w:val="00707313"/>
    <w:rsid w:val="00707728"/>
    <w:rsid w:val="00707936"/>
    <w:rsid w:val="00707BFE"/>
    <w:rsid w:val="00707CD9"/>
    <w:rsid w:val="0071000B"/>
    <w:rsid w:val="007109D4"/>
    <w:rsid w:val="00711BAA"/>
    <w:rsid w:val="00712016"/>
    <w:rsid w:val="007123BF"/>
    <w:rsid w:val="00712E9D"/>
    <w:rsid w:val="00713006"/>
    <w:rsid w:val="00713610"/>
    <w:rsid w:val="007138C7"/>
    <w:rsid w:val="00714644"/>
    <w:rsid w:val="0071477A"/>
    <w:rsid w:val="00714A27"/>
    <w:rsid w:val="00714F21"/>
    <w:rsid w:val="007150DB"/>
    <w:rsid w:val="00715E28"/>
    <w:rsid w:val="00715E29"/>
    <w:rsid w:val="00720DD7"/>
    <w:rsid w:val="00721708"/>
    <w:rsid w:val="0072203E"/>
    <w:rsid w:val="00723787"/>
    <w:rsid w:val="00723E65"/>
    <w:rsid w:val="007248B9"/>
    <w:rsid w:val="007250C8"/>
    <w:rsid w:val="007252DA"/>
    <w:rsid w:val="00725963"/>
    <w:rsid w:val="00725D69"/>
    <w:rsid w:val="0072633D"/>
    <w:rsid w:val="007266EF"/>
    <w:rsid w:val="0072796F"/>
    <w:rsid w:val="0073094A"/>
    <w:rsid w:val="00730F22"/>
    <w:rsid w:val="00731949"/>
    <w:rsid w:val="00731DE3"/>
    <w:rsid w:val="00731F51"/>
    <w:rsid w:val="00731FC4"/>
    <w:rsid w:val="00732903"/>
    <w:rsid w:val="0073298A"/>
    <w:rsid w:val="00732B42"/>
    <w:rsid w:val="00732D72"/>
    <w:rsid w:val="00732D75"/>
    <w:rsid w:val="00733DA7"/>
    <w:rsid w:val="00734713"/>
    <w:rsid w:val="007351A2"/>
    <w:rsid w:val="0073544B"/>
    <w:rsid w:val="007354D0"/>
    <w:rsid w:val="00735B05"/>
    <w:rsid w:val="00735CBA"/>
    <w:rsid w:val="00736676"/>
    <w:rsid w:val="00736CDB"/>
    <w:rsid w:val="0073708C"/>
    <w:rsid w:val="007400E6"/>
    <w:rsid w:val="00740537"/>
    <w:rsid w:val="00740989"/>
    <w:rsid w:val="00740AC8"/>
    <w:rsid w:val="00741251"/>
    <w:rsid w:val="00741325"/>
    <w:rsid w:val="00742A87"/>
    <w:rsid w:val="00742B95"/>
    <w:rsid w:val="00742F4A"/>
    <w:rsid w:val="00743798"/>
    <w:rsid w:val="00743B87"/>
    <w:rsid w:val="00744788"/>
    <w:rsid w:val="00744C35"/>
    <w:rsid w:val="00744FFB"/>
    <w:rsid w:val="007451FD"/>
    <w:rsid w:val="00745984"/>
    <w:rsid w:val="00745B59"/>
    <w:rsid w:val="00745BA8"/>
    <w:rsid w:val="00745F47"/>
    <w:rsid w:val="007460F8"/>
    <w:rsid w:val="00747001"/>
    <w:rsid w:val="007478AC"/>
    <w:rsid w:val="00747D64"/>
    <w:rsid w:val="0075097E"/>
    <w:rsid w:val="00750A7E"/>
    <w:rsid w:val="00750DB4"/>
    <w:rsid w:val="00751346"/>
    <w:rsid w:val="007517D2"/>
    <w:rsid w:val="0075194D"/>
    <w:rsid w:val="007519BD"/>
    <w:rsid w:val="00752B51"/>
    <w:rsid w:val="00753D8A"/>
    <w:rsid w:val="00753EB4"/>
    <w:rsid w:val="00754500"/>
    <w:rsid w:val="00754A40"/>
    <w:rsid w:val="00754DA7"/>
    <w:rsid w:val="00754FCC"/>
    <w:rsid w:val="0075515D"/>
    <w:rsid w:val="0075528B"/>
    <w:rsid w:val="0075614D"/>
    <w:rsid w:val="00756344"/>
    <w:rsid w:val="00756622"/>
    <w:rsid w:val="007568D8"/>
    <w:rsid w:val="00756A34"/>
    <w:rsid w:val="007577D4"/>
    <w:rsid w:val="00757D23"/>
    <w:rsid w:val="007604B4"/>
    <w:rsid w:val="00760721"/>
    <w:rsid w:val="007614F3"/>
    <w:rsid w:val="00761D99"/>
    <w:rsid w:val="007620EF"/>
    <w:rsid w:val="00762196"/>
    <w:rsid w:val="0076236D"/>
    <w:rsid w:val="00762966"/>
    <w:rsid w:val="00762AA5"/>
    <w:rsid w:val="00762B98"/>
    <w:rsid w:val="00762F50"/>
    <w:rsid w:val="007633C2"/>
    <w:rsid w:val="00763852"/>
    <w:rsid w:val="00763ABD"/>
    <w:rsid w:val="0076422F"/>
    <w:rsid w:val="00765277"/>
    <w:rsid w:val="00765542"/>
    <w:rsid w:val="00766367"/>
    <w:rsid w:val="00767157"/>
    <w:rsid w:val="00767819"/>
    <w:rsid w:val="00770215"/>
    <w:rsid w:val="007716F5"/>
    <w:rsid w:val="0077418A"/>
    <w:rsid w:val="00774256"/>
    <w:rsid w:val="007753A8"/>
    <w:rsid w:val="0077580D"/>
    <w:rsid w:val="00775868"/>
    <w:rsid w:val="00775CA8"/>
    <w:rsid w:val="007764D5"/>
    <w:rsid w:val="00776CD2"/>
    <w:rsid w:val="00777A31"/>
    <w:rsid w:val="00777A70"/>
    <w:rsid w:val="00777A74"/>
    <w:rsid w:val="00780EE3"/>
    <w:rsid w:val="00781097"/>
    <w:rsid w:val="00781B95"/>
    <w:rsid w:val="00782245"/>
    <w:rsid w:val="007828DA"/>
    <w:rsid w:val="00782CA3"/>
    <w:rsid w:val="00782FAA"/>
    <w:rsid w:val="007833AF"/>
    <w:rsid w:val="00783DA7"/>
    <w:rsid w:val="007842C9"/>
    <w:rsid w:val="00784467"/>
    <w:rsid w:val="00784C97"/>
    <w:rsid w:val="00785468"/>
    <w:rsid w:val="007871E1"/>
    <w:rsid w:val="007874BC"/>
    <w:rsid w:val="00787D2F"/>
    <w:rsid w:val="00787DDB"/>
    <w:rsid w:val="00790AE0"/>
    <w:rsid w:val="0079192D"/>
    <w:rsid w:val="00791966"/>
    <w:rsid w:val="00791B02"/>
    <w:rsid w:val="00791EF6"/>
    <w:rsid w:val="007928C2"/>
    <w:rsid w:val="0079370D"/>
    <w:rsid w:val="00793B4C"/>
    <w:rsid w:val="00793C36"/>
    <w:rsid w:val="00793F6D"/>
    <w:rsid w:val="00794896"/>
    <w:rsid w:val="00794CF1"/>
    <w:rsid w:val="007958ED"/>
    <w:rsid w:val="00795FB2"/>
    <w:rsid w:val="007964D9"/>
    <w:rsid w:val="00796A4B"/>
    <w:rsid w:val="00796E7C"/>
    <w:rsid w:val="0079723B"/>
    <w:rsid w:val="007973EF"/>
    <w:rsid w:val="007974CA"/>
    <w:rsid w:val="0079788E"/>
    <w:rsid w:val="00797A6A"/>
    <w:rsid w:val="00797FCD"/>
    <w:rsid w:val="007A2221"/>
    <w:rsid w:val="007A2483"/>
    <w:rsid w:val="007A2DE9"/>
    <w:rsid w:val="007A2DEB"/>
    <w:rsid w:val="007A3087"/>
    <w:rsid w:val="007A348F"/>
    <w:rsid w:val="007A3B1E"/>
    <w:rsid w:val="007A4208"/>
    <w:rsid w:val="007A43A1"/>
    <w:rsid w:val="007A4BFB"/>
    <w:rsid w:val="007A527B"/>
    <w:rsid w:val="007A5B51"/>
    <w:rsid w:val="007A5C47"/>
    <w:rsid w:val="007A62F2"/>
    <w:rsid w:val="007A64AB"/>
    <w:rsid w:val="007A77F0"/>
    <w:rsid w:val="007A7976"/>
    <w:rsid w:val="007B0768"/>
    <w:rsid w:val="007B1191"/>
    <w:rsid w:val="007B146B"/>
    <w:rsid w:val="007B15E6"/>
    <w:rsid w:val="007B16DD"/>
    <w:rsid w:val="007B1752"/>
    <w:rsid w:val="007B1C10"/>
    <w:rsid w:val="007B20A9"/>
    <w:rsid w:val="007B26B9"/>
    <w:rsid w:val="007B385B"/>
    <w:rsid w:val="007B3F41"/>
    <w:rsid w:val="007B4017"/>
    <w:rsid w:val="007B5D2D"/>
    <w:rsid w:val="007B5DB4"/>
    <w:rsid w:val="007B670A"/>
    <w:rsid w:val="007B67B5"/>
    <w:rsid w:val="007B6D41"/>
    <w:rsid w:val="007B7630"/>
    <w:rsid w:val="007C0988"/>
    <w:rsid w:val="007C0BFC"/>
    <w:rsid w:val="007C1CF5"/>
    <w:rsid w:val="007C3202"/>
    <w:rsid w:val="007C3A00"/>
    <w:rsid w:val="007C3BB5"/>
    <w:rsid w:val="007C5F30"/>
    <w:rsid w:val="007C6296"/>
    <w:rsid w:val="007C67F5"/>
    <w:rsid w:val="007C6EB2"/>
    <w:rsid w:val="007C71F1"/>
    <w:rsid w:val="007C7659"/>
    <w:rsid w:val="007C790E"/>
    <w:rsid w:val="007C7952"/>
    <w:rsid w:val="007C7AD9"/>
    <w:rsid w:val="007C7B56"/>
    <w:rsid w:val="007C7EDA"/>
    <w:rsid w:val="007D0383"/>
    <w:rsid w:val="007D03E9"/>
    <w:rsid w:val="007D083D"/>
    <w:rsid w:val="007D169D"/>
    <w:rsid w:val="007D1B78"/>
    <w:rsid w:val="007D296C"/>
    <w:rsid w:val="007D2B49"/>
    <w:rsid w:val="007D3666"/>
    <w:rsid w:val="007D37E5"/>
    <w:rsid w:val="007D40C8"/>
    <w:rsid w:val="007D4B00"/>
    <w:rsid w:val="007D53D9"/>
    <w:rsid w:val="007D58DD"/>
    <w:rsid w:val="007D5FB4"/>
    <w:rsid w:val="007E0646"/>
    <w:rsid w:val="007E1D4D"/>
    <w:rsid w:val="007E1D59"/>
    <w:rsid w:val="007E21A5"/>
    <w:rsid w:val="007E44E4"/>
    <w:rsid w:val="007E5443"/>
    <w:rsid w:val="007E5C66"/>
    <w:rsid w:val="007E6447"/>
    <w:rsid w:val="007E6638"/>
    <w:rsid w:val="007E6F72"/>
    <w:rsid w:val="007E762D"/>
    <w:rsid w:val="007E7DC2"/>
    <w:rsid w:val="007F0141"/>
    <w:rsid w:val="007F07C5"/>
    <w:rsid w:val="007F1529"/>
    <w:rsid w:val="007F1B01"/>
    <w:rsid w:val="007F23D7"/>
    <w:rsid w:val="007F25DC"/>
    <w:rsid w:val="007F271C"/>
    <w:rsid w:val="007F296A"/>
    <w:rsid w:val="007F3780"/>
    <w:rsid w:val="007F3AA1"/>
    <w:rsid w:val="007F4348"/>
    <w:rsid w:val="007F4554"/>
    <w:rsid w:val="007F4827"/>
    <w:rsid w:val="007F5372"/>
    <w:rsid w:val="007F56AE"/>
    <w:rsid w:val="007F5CDF"/>
    <w:rsid w:val="007F5DFB"/>
    <w:rsid w:val="007F6819"/>
    <w:rsid w:val="007F6CF8"/>
    <w:rsid w:val="007F7ADD"/>
    <w:rsid w:val="007F7F59"/>
    <w:rsid w:val="008011F5"/>
    <w:rsid w:val="00801A37"/>
    <w:rsid w:val="00801D31"/>
    <w:rsid w:val="00802098"/>
    <w:rsid w:val="00802188"/>
    <w:rsid w:val="00802348"/>
    <w:rsid w:val="008032D8"/>
    <w:rsid w:val="008040D2"/>
    <w:rsid w:val="00804E14"/>
    <w:rsid w:val="008050A3"/>
    <w:rsid w:val="00805B54"/>
    <w:rsid w:val="00805B82"/>
    <w:rsid w:val="0080643B"/>
    <w:rsid w:val="00806A6B"/>
    <w:rsid w:val="0080784C"/>
    <w:rsid w:val="008100D0"/>
    <w:rsid w:val="0081044F"/>
    <w:rsid w:val="00810B11"/>
    <w:rsid w:val="00811C88"/>
    <w:rsid w:val="00811F43"/>
    <w:rsid w:val="00811F56"/>
    <w:rsid w:val="00813238"/>
    <w:rsid w:val="00813D0A"/>
    <w:rsid w:val="0081417B"/>
    <w:rsid w:val="00814794"/>
    <w:rsid w:val="00814CF0"/>
    <w:rsid w:val="008153D5"/>
    <w:rsid w:val="00815A64"/>
    <w:rsid w:val="00815DDE"/>
    <w:rsid w:val="008166F0"/>
    <w:rsid w:val="0081684B"/>
    <w:rsid w:val="00816941"/>
    <w:rsid w:val="00816B9E"/>
    <w:rsid w:val="00816D78"/>
    <w:rsid w:val="00817330"/>
    <w:rsid w:val="00817636"/>
    <w:rsid w:val="00817DD0"/>
    <w:rsid w:val="00817E95"/>
    <w:rsid w:val="00817F54"/>
    <w:rsid w:val="00821952"/>
    <w:rsid w:val="00821A18"/>
    <w:rsid w:val="00821BD1"/>
    <w:rsid w:val="0082201D"/>
    <w:rsid w:val="00822353"/>
    <w:rsid w:val="008223BC"/>
    <w:rsid w:val="0082283A"/>
    <w:rsid w:val="008228CB"/>
    <w:rsid w:val="00822DB8"/>
    <w:rsid w:val="0082385C"/>
    <w:rsid w:val="00823F95"/>
    <w:rsid w:val="00824540"/>
    <w:rsid w:val="00824BDF"/>
    <w:rsid w:val="008251EA"/>
    <w:rsid w:val="00825433"/>
    <w:rsid w:val="008255FB"/>
    <w:rsid w:val="00825AA4"/>
    <w:rsid w:val="0082627F"/>
    <w:rsid w:val="00827B7B"/>
    <w:rsid w:val="0083033C"/>
    <w:rsid w:val="008303C9"/>
    <w:rsid w:val="0083085C"/>
    <w:rsid w:val="00830A4A"/>
    <w:rsid w:val="00830C76"/>
    <w:rsid w:val="00830E03"/>
    <w:rsid w:val="00830EB5"/>
    <w:rsid w:val="00831320"/>
    <w:rsid w:val="00831A71"/>
    <w:rsid w:val="00831EDA"/>
    <w:rsid w:val="00832F64"/>
    <w:rsid w:val="00833A0C"/>
    <w:rsid w:val="00833A66"/>
    <w:rsid w:val="008345F9"/>
    <w:rsid w:val="0083492F"/>
    <w:rsid w:val="00834BE0"/>
    <w:rsid w:val="00834C21"/>
    <w:rsid w:val="00835BE7"/>
    <w:rsid w:val="00836572"/>
    <w:rsid w:val="0083683D"/>
    <w:rsid w:val="00836FDE"/>
    <w:rsid w:val="008377E9"/>
    <w:rsid w:val="0083795C"/>
    <w:rsid w:val="00837FBE"/>
    <w:rsid w:val="008403BD"/>
    <w:rsid w:val="008404B9"/>
    <w:rsid w:val="00841531"/>
    <w:rsid w:val="00841623"/>
    <w:rsid w:val="0084179E"/>
    <w:rsid w:val="00841A8C"/>
    <w:rsid w:val="00841CED"/>
    <w:rsid w:val="00841E71"/>
    <w:rsid w:val="00842A36"/>
    <w:rsid w:val="00842EE3"/>
    <w:rsid w:val="00843027"/>
    <w:rsid w:val="0084316A"/>
    <w:rsid w:val="0084452A"/>
    <w:rsid w:val="00844572"/>
    <w:rsid w:val="00844901"/>
    <w:rsid w:val="00844C7C"/>
    <w:rsid w:val="0084544F"/>
    <w:rsid w:val="008457F6"/>
    <w:rsid w:val="00846952"/>
    <w:rsid w:val="00846D0E"/>
    <w:rsid w:val="00847B32"/>
    <w:rsid w:val="00847C36"/>
    <w:rsid w:val="00850C24"/>
    <w:rsid w:val="00851111"/>
    <w:rsid w:val="008514CF"/>
    <w:rsid w:val="00852058"/>
    <w:rsid w:val="00852481"/>
    <w:rsid w:val="0085249C"/>
    <w:rsid w:val="008524CA"/>
    <w:rsid w:val="00852512"/>
    <w:rsid w:val="00852682"/>
    <w:rsid w:val="00852EF5"/>
    <w:rsid w:val="008536D7"/>
    <w:rsid w:val="00853933"/>
    <w:rsid w:val="0085461F"/>
    <w:rsid w:val="008546C7"/>
    <w:rsid w:val="00854D45"/>
    <w:rsid w:val="008557B9"/>
    <w:rsid w:val="00855D73"/>
    <w:rsid w:val="00855FDB"/>
    <w:rsid w:val="008572C3"/>
    <w:rsid w:val="008573E9"/>
    <w:rsid w:val="00857400"/>
    <w:rsid w:val="008577E4"/>
    <w:rsid w:val="00857EE5"/>
    <w:rsid w:val="008610A1"/>
    <w:rsid w:val="008611F8"/>
    <w:rsid w:val="008615AB"/>
    <w:rsid w:val="008618AD"/>
    <w:rsid w:val="00862205"/>
    <w:rsid w:val="00862399"/>
    <w:rsid w:val="0086276F"/>
    <w:rsid w:val="00862972"/>
    <w:rsid w:val="00862CA1"/>
    <w:rsid w:val="00863A63"/>
    <w:rsid w:val="00863CF3"/>
    <w:rsid w:val="008643CB"/>
    <w:rsid w:val="00864533"/>
    <w:rsid w:val="008647DB"/>
    <w:rsid w:val="00864ED9"/>
    <w:rsid w:val="00865035"/>
    <w:rsid w:val="008650AE"/>
    <w:rsid w:val="0086522E"/>
    <w:rsid w:val="00865693"/>
    <w:rsid w:val="008666C1"/>
    <w:rsid w:val="00866FA7"/>
    <w:rsid w:val="00867496"/>
    <w:rsid w:val="008679B5"/>
    <w:rsid w:val="00867C8F"/>
    <w:rsid w:val="0087006D"/>
    <w:rsid w:val="00872528"/>
    <w:rsid w:val="00872698"/>
    <w:rsid w:val="00874575"/>
    <w:rsid w:val="00874CDB"/>
    <w:rsid w:val="0087565C"/>
    <w:rsid w:val="00876BD1"/>
    <w:rsid w:val="008770DE"/>
    <w:rsid w:val="008772B9"/>
    <w:rsid w:val="008772F1"/>
    <w:rsid w:val="00877455"/>
    <w:rsid w:val="008778A0"/>
    <w:rsid w:val="008809D8"/>
    <w:rsid w:val="00880C8E"/>
    <w:rsid w:val="00881870"/>
    <w:rsid w:val="00881CC8"/>
    <w:rsid w:val="008821ED"/>
    <w:rsid w:val="00882EA7"/>
    <w:rsid w:val="00882FEA"/>
    <w:rsid w:val="008839DD"/>
    <w:rsid w:val="008847C7"/>
    <w:rsid w:val="008852E0"/>
    <w:rsid w:val="00885526"/>
    <w:rsid w:val="008857A8"/>
    <w:rsid w:val="00885826"/>
    <w:rsid w:val="00885E16"/>
    <w:rsid w:val="008878F9"/>
    <w:rsid w:val="00890009"/>
    <w:rsid w:val="00890B13"/>
    <w:rsid w:val="008935B3"/>
    <w:rsid w:val="008946DD"/>
    <w:rsid w:val="00895140"/>
    <w:rsid w:val="00896E15"/>
    <w:rsid w:val="00897EA8"/>
    <w:rsid w:val="008A05D0"/>
    <w:rsid w:val="008A06F2"/>
    <w:rsid w:val="008A1381"/>
    <w:rsid w:val="008A19E0"/>
    <w:rsid w:val="008A25FF"/>
    <w:rsid w:val="008A270A"/>
    <w:rsid w:val="008A33BB"/>
    <w:rsid w:val="008A39D8"/>
    <w:rsid w:val="008A3FDF"/>
    <w:rsid w:val="008A41DB"/>
    <w:rsid w:val="008A45AA"/>
    <w:rsid w:val="008A46FF"/>
    <w:rsid w:val="008A48A1"/>
    <w:rsid w:val="008A5037"/>
    <w:rsid w:val="008A513C"/>
    <w:rsid w:val="008A5BD1"/>
    <w:rsid w:val="008A5C28"/>
    <w:rsid w:val="008A61A2"/>
    <w:rsid w:val="008A7FEF"/>
    <w:rsid w:val="008B027C"/>
    <w:rsid w:val="008B07F9"/>
    <w:rsid w:val="008B1D6E"/>
    <w:rsid w:val="008B1F61"/>
    <w:rsid w:val="008B2658"/>
    <w:rsid w:val="008B37B0"/>
    <w:rsid w:val="008B3959"/>
    <w:rsid w:val="008B3BBC"/>
    <w:rsid w:val="008B43ED"/>
    <w:rsid w:val="008B5EC2"/>
    <w:rsid w:val="008B5FE6"/>
    <w:rsid w:val="008B6AE6"/>
    <w:rsid w:val="008B7E62"/>
    <w:rsid w:val="008C002B"/>
    <w:rsid w:val="008C045E"/>
    <w:rsid w:val="008C0568"/>
    <w:rsid w:val="008C0977"/>
    <w:rsid w:val="008C0BA3"/>
    <w:rsid w:val="008C0CA4"/>
    <w:rsid w:val="008C0ED2"/>
    <w:rsid w:val="008C1C11"/>
    <w:rsid w:val="008C21C9"/>
    <w:rsid w:val="008C273D"/>
    <w:rsid w:val="008C285C"/>
    <w:rsid w:val="008C2B2E"/>
    <w:rsid w:val="008C300A"/>
    <w:rsid w:val="008C304C"/>
    <w:rsid w:val="008C3080"/>
    <w:rsid w:val="008C37A2"/>
    <w:rsid w:val="008C3B95"/>
    <w:rsid w:val="008C3E5D"/>
    <w:rsid w:val="008C460F"/>
    <w:rsid w:val="008C4AEC"/>
    <w:rsid w:val="008C4E57"/>
    <w:rsid w:val="008C570C"/>
    <w:rsid w:val="008C5756"/>
    <w:rsid w:val="008C5B38"/>
    <w:rsid w:val="008C632B"/>
    <w:rsid w:val="008C63B8"/>
    <w:rsid w:val="008C7A40"/>
    <w:rsid w:val="008D0224"/>
    <w:rsid w:val="008D136A"/>
    <w:rsid w:val="008D1621"/>
    <w:rsid w:val="008D1D7B"/>
    <w:rsid w:val="008D2519"/>
    <w:rsid w:val="008D291E"/>
    <w:rsid w:val="008D2B6D"/>
    <w:rsid w:val="008D3023"/>
    <w:rsid w:val="008D3B00"/>
    <w:rsid w:val="008D3B85"/>
    <w:rsid w:val="008D43B3"/>
    <w:rsid w:val="008D4A1C"/>
    <w:rsid w:val="008D5285"/>
    <w:rsid w:val="008D609D"/>
    <w:rsid w:val="008D68C0"/>
    <w:rsid w:val="008D77FF"/>
    <w:rsid w:val="008D7917"/>
    <w:rsid w:val="008E0334"/>
    <w:rsid w:val="008E09B3"/>
    <w:rsid w:val="008E16C3"/>
    <w:rsid w:val="008E1E48"/>
    <w:rsid w:val="008E2BB7"/>
    <w:rsid w:val="008E344F"/>
    <w:rsid w:val="008E35AC"/>
    <w:rsid w:val="008E3BDF"/>
    <w:rsid w:val="008E41B5"/>
    <w:rsid w:val="008E4ECD"/>
    <w:rsid w:val="008E523A"/>
    <w:rsid w:val="008E5512"/>
    <w:rsid w:val="008E5E30"/>
    <w:rsid w:val="008E7586"/>
    <w:rsid w:val="008F0751"/>
    <w:rsid w:val="008F1361"/>
    <w:rsid w:val="008F1CD7"/>
    <w:rsid w:val="008F24DE"/>
    <w:rsid w:val="008F293E"/>
    <w:rsid w:val="008F2F22"/>
    <w:rsid w:val="008F3972"/>
    <w:rsid w:val="008F46F9"/>
    <w:rsid w:val="008F55BE"/>
    <w:rsid w:val="008F5F6A"/>
    <w:rsid w:val="008F6479"/>
    <w:rsid w:val="008F7CD0"/>
    <w:rsid w:val="008F7DED"/>
    <w:rsid w:val="00900DC6"/>
    <w:rsid w:val="00900F98"/>
    <w:rsid w:val="00901029"/>
    <w:rsid w:val="00901523"/>
    <w:rsid w:val="00901627"/>
    <w:rsid w:val="009016BD"/>
    <w:rsid w:val="00901D32"/>
    <w:rsid w:val="00902257"/>
    <w:rsid w:val="00902AB2"/>
    <w:rsid w:val="009034B5"/>
    <w:rsid w:val="00904127"/>
    <w:rsid w:val="00904A7C"/>
    <w:rsid w:val="00904DF9"/>
    <w:rsid w:val="009051F0"/>
    <w:rsid w:val="009053FA"/>
    <w:rsid w:val="00905447"/>
    <w:rsid w:val="0090554A"/>
    <w:rsid w:val="0090591E"/>
    <w:rsid w:val="00907384"/>
    <w:rsid w:val="00910208"/>
    <w:rsid w:val="00910D64"/>
    <w:rsid w:val="009124F4"/>
    <w:rsid w:val="00912563"/>
    <w:rsid w:val="00912B0E"/>
    <w:rsid w:val="0091372D"/>
    <w:rsid w:val="00913AAA"/>
    <w:rsid w:val="009141BB"/>
    <w:rsid w:val="009146BF"/>
    <w:rsid w:val="00917C71"/>
    <w:rsid w:val="00917C7C"/>
    <w:rsid w:val="0092065B"/>
    <w:rsid w:val="00920E80"/>
    <w:rsid w:val="0092146D"/>
    <w:rsid w:val="00921F63"/>
    <w:rsid w:val="0092211F"/>
    <w:rsid w:val="00922342"/>
    <w:rsid w:val="00922A7E"/>
    <w:rsid w:val="00922F59"/>
    <w:rsid w:val="0092376E"/>
    <w:rsid w:val="0092394E"/>
    <w:rsid w:val="00923A40"/>
    <w:rsid w:val="00924395"/>
    <w:rsid w:val="009245CD"/>
    <w:rsid w:val="0092557F"/>
    <w:rsid w:val="00925DE0"/>
    <w:rsid w:val="00926AA7"/>
    <w:rsid w:val="00927EF2"/>
    <w:rsid w:val="00930801"/>
    <w:rsid w:val="00931067"/>
    <w:rsid w:val="00931286"/>
    <w:rsid w:val="00931D23"/>
    <w:rsid w:val="009324AA"/>
    <w:rsid w:val="009326E3"/>
    <w:rsid w:val="00932CA4"/>
    <w:rsid w:val="00932DD7"/>
    <w:rsid w:val="0093347A"/>
    <w:rsid w:val="0093357B"/>
    <w:rsid w:val="009337B3"/>
    <w:rsid w:val="009343F2"/>
    <w:rsid w:val="00934565"/>
    <w:rsid w:val="009350FA"/>
    <w:rsid w:val="00935647"/>
    <w:rsid w:val="00935761"/>
    <w:rsid w:val="009358EB"/>
    <w:rsid w:val="009366BD"/>
    <w:rsid w:val="00937B95"/>
    <w:rsid w:val="0094028F"/>
    <w:rsid w:val="0094052D"/>
    <w:rsid w:val="009405BB"/>
    <w:rsid w:val="0094068B"/>
    <w:rsid w:val="009408D4"/>
    <w:rsid w:val="00941BF0"/>
    <w:rsid w:val="00942231"/>
    <w:rsid w:val="0094260E"/>
    <w:rsid w:val="0094263B"/>
    <w:rsid w:val="00942C59"/>
    <w:rsid w:val="00942DB2"/>
    <w:rsid w:val="00943074"/>
    <w:rsid w:val="00943268"/>
    <w:rsid w:val="009432E6"/>
    <w:rsid w:val="00943A15"/>
    <w:rsid w:val="0094416E"/>
    <w:rsid w:val="0094429F"/>
    <w:rsid w:val="009468D4"/>
    <w:rsid w:val="00946A34"/>
    <w:rsid w:val="00947DED"/>
    <w:rsid w:val="009508B2"/>
    <w:rsid w:val="00950A1F"/>
    <w:rsid w:val="00950CDD"/>
    <w:rsid w:val="0095129B"/>
    <w:rsid w:val="009515B3"/>
    <w:rsid w:val="0095167F"/>
    <w:rsid w:val="00951A2A"/>
    <w:rsid w:val="00951BAB"/>
    <w:rsid w:val="00951C3F"/>
    <w:rsid w:val="00952157"/>
    <w:rsid w:val="00952C2E"/>
    <w:rsid w:val="00953102"/>
    <w:rsid w:val="009533DA"/>
    <w:rsid w:val="00953E0C"/>
    <w:rsid w:val="009545B2"/>
    <w:rsid w:val="00954856"/>
    <w:rsid w:val="00954BEC"/>
    <w:rsid w:val="00955524"/>
    <w:rsid w:val="009560A0"/>
    <w:rsid w:val="00956374"/>
    <w:rsid w:val="00956BFA"/>
    <w:rsid w:val="00957120"/>
    <w:rsid w:val="009572BD"/>
    <w:rsid w:val="009573C2"/>
    <w:rsid w:val="00957410"/>
    <w:rsid w:val="009576B9"/>
    <w:rsid w:val="00957B8C"/>
    <w:rsid w:val="00960C04"/>
    <w:rsid w:val="00960D74"/>
    <w:rsid w:val="009611D9"/>
    <w:rsid w:val="00962B4A"/>
    <w:rsid w:val="00962DDA"/>
    <w:rsid w:val="00962F48"/>
    <w:rsid w:val="009633AC"/>
    <w:rsid w:val="00964543"/>
    <w:rsid w:val="0096472D"/>
    <w:rsid w:val="009656C6"/>
    <w:rsid w:val="009656F3"/>
    <w:rsid w:val="00965BCC"/>
    <w:rsid w:val="009667D4"/>
    <w:rsid w:val="0096764D"/>
    <w:rsid w:val="00967A28"/>
    <w:rsid w:val="00967BEA"/>
    <w:rsid w:val="0097124D"/>
    <w:rsid w:val="0097189C"/>
    <w:rsid w:val="00972368"/>
    <w:rsid w:val="00972EFE"/>
    <w:rsid w:val="00974556"/>
    <w:rsid w:val="009760F7"/>
    <w:rsid w:val="00976152"/>
    <w:rsid w:val="00976EA8"/>
    <w:rsid w:val="00980191"/>
    <w:rsid w:val="00980621"/>
    <w:rsid w:val="00980A5C"/>
    <w:rsid w:val="00980F7D"/>
    <w:rsid w:val="0098228E"/>
    <w:rsid w:val="009828B4"/>
    <w:rsid w:val="00982B50"/>
    <w:rsid w:val="00983B21"/>
    <w:rsid w:val="00983C4B"/>
    <w:rsid w:val="00983E1C"/>
    <w:rsid w:val="00984A42"/>
    <w:rsid w:val="00985494"/>
    <w:rsid w:val="00985736"/>
    <w:rsid w:val="00985BC6"/>
    <w:rsid w:val="00986093"/>
    <w:rsid w:val="009867EB"/>
    <w:rsid w:val="00986BAF"/>
    <w:rsid w:val="00986E82"/>
    <w:rsid w:val="009878C1"/>
    <w:rsid w:val="00987BA8"/>
    <w:rsid w:val="00990523"/>
    <w:rsid w:val="0099060F"/>
    <w:rsid w:val="009907AF"/>
    <w:rsid w:val="00990A98"/>
    <w:rsid w:val="009919D9"/>
    <w:rsid w:val="009933A3"/>
    <w:rsid w:val="00993CBF"/>
    <w:rsid w:val="0099534D"/>
    <w:rsid w:val="00995C4C"/>
    <w:rsid w:val="00996032"/>
    <w:rsid w:val="009960E4"/>
    <w:rsid w:val="00996552"/>
    <w:rsid w:val="00997CCD"/>
    <w:rsid w:val="009A07F9"/>
    <w:rsid w:val="009A0DF3"/>
    <w:rsid w:val="009A263B"/>
    <w:rsid w:val="009A2960"/>
    <w:rsid w:val="009A3944"/>
    <w:rsid w:val="009A6389"/>
    <w:rsid w:val="009A6DBD"/>
    <w:rsid w:val="009A727E"/>
    <w:rsid w:val="009A78AD"/>
    <w:rsid w:val="009A7FB9"/>
    <w:rsid w:val="009B089A"/>
    <w:rsid w:val="009B1510"/>
    <w:rsid w:val="009B161F"/>
    <w:rsid w:val="009B1D30"/>
    <w:rsid w:val="009B1D84"/>
    <w:rsid w:val="009B1E2D"/>
    <w:rsid w:val="009B26B3"/>
    <w:rsid w:val="009B29B2"/>
    <w:rsid w:val="009B2DC9"/>
    <w:rsid w:val="009B2FD6"/>
    <w:rsid w:val="009B4172"/>
    <w:rsid w:val="009B4DCF"/>
    <w:rsid w:val="009B641D"/>
    <w:rsid w:val="009B6C17"/>
    <w:rsid w:val="009B756F"/>
    <w:rsid w:val="009B7C2D"/>
    <w:rsid w:val="009B7CAB"/>
    <w:rsid w:val="009B7EF7"/>
    <w:rsid w:val="009C01DA"/>
    <w:rsid w:val="009C1024"/>
    <w:rsid w:val="009C1B0C"/>
    <w:rsid w:val="009C1D52"/>
    <w:rsid w:val="009C2134"/>
    <w:rsid w:val="009C2448"/>
    <w:rsid w:val="009C36B8"/>
    <w:rsid w:val="009C3B4A"/>
    <w:rsid w:val="009C44F0"/>
    <w:rsid w:val="009C4AA4"/>
    <w:rsid w:val="009C4B80"/>
    <w:rsid w:val="009C4CD0"/>
    <w:rsid w:val="009C6DFF"/>
    <w:rsid w:val="009C7E91"/>
    <w:rsid w:val="009D017A"/>
    <w:rsid w:val="009D0351"/>
    <w:rsid w:val="009D09F0"/>
    <w:rsid w:val="009D0B32"/>
    <w:rsid w:val="009D247C"/>
    <w:rsid w:val="009D276E"/>
    <w:rsid w:val="009D2FD3"/>
    <w:rsid w:val="009D33A6"/>
    <w:rsid w:val="009D5D65"/>
    <w:rsid w:val="009E02E9"/>
    <w:rsid w:val="009E0517"/>
    <w:rsid w:val="009E0AF1"/>
    <w:rsid w:val="009E1735"/>
    <w:rsid w:val="009E1C8F"/>
    <w:rsid w:val="009E2329"/>
    <w:rsid w:val="009E28E0"/>
    <w:rsid w:val="009E2F5C"/>
    <w:rsid w:val="009E3F14"/>
    <w:rsid w:val="009E4742"/>
    <w:rsid w:val="009E4929"/>
    <w:rsid w:val="009E5BEA"/>
    <w:rsid w:val="009E6248"/>
    <w:rsid w:val="009E66E7"/>
    <w:rsid w:val="009E6DBD"/>
    <w:rsid w:val="009E746F"/>
    <w:rsid w:val="009F01D0"/>
    <w:rsid w:val="009F1403"/>
    <w:rsid w:val="009F218E"/>
    <w:rsid w:val="009F22B6"/>
    <w:rsid w:val="009F2637"/>
    <w:rsid w:val="009F3473"/>
    <w:rsid w:val="009F3A5E"/>
    <w:rsid w:val="009F3EE0"/>
    <w:rsid w:val="009F4400"/>
    <w:rsid w:val="009F5723"/>
    <w:rsid w:val="009F5B23"/>
    <w:rsid w:val="009F5C9B"/>
    <w:rsid w:val="009F6062"/>
    <w:rsid w:val="009F6505"/>
    <w:rsid w:val="009F66F0"/>
    <w:rsid w:val="009F7818"/>
    <w:rsid w:val="009F7C2B"/>
    <w:rsid w:val="00A003BE"/>
    <w:rsid w:val="00A00410"/>
    <w:rsid w:val="00A006A6"/>
    <w:rsid w:val="00A009F0"/>
    <w:rsid w:val="00A00D7F"/>
    <w:rsid w:val="00A01827"/>
    <w:rsid w:val="00A038E4"/>
    <w:rsid w:val="00A03C7B"/>
    <w:rsid w:val="00A0446F"/>
    <w:rsid w:val="00A049EB"/>
    <w:rsid w:val="00A04CBA"/>
    <w:rsid w:val="00A06ECF"/>
    <w:rsid w:val="00A077C1"/>
    <w:rsid w:val="00A1057A"/>
    <w:rsid w:val="00A10B47"/>
    <w:rsid w:val="00A11582"/>
    <w:rsid w:val="00A119D8"/>
    <w:rsid w:val="00A12609"/>
    <w:rsid w:val="00A12DD5"/>
    <w:rsid w:val="00A12F80"/>
    <w:rsid w:val="00A13602"/>
    <w:rsid w:val="00A13C62"/>
    <w:rsid w:val="00A13E2C"/>
    <w:rsid w:val="00A13FB6"/>
    <w:rsid w:val="00A145A1"/>
    <w:rsid w:val="00A1474F"/>
    <w:rsid w:val="00A14A4E"/>
    <w:rsid w:val="00A14E9E"/>
    <w:rsid w:val="00A163C6"/>
    <w:rsid w:val="00A1657D"/>
    <w:rsid w:val="00A16B2F"/>
    <w:rsid w:val="00A17989"/>
    <w:rsid w:val="00A20F1C"/>
    <w:rsid w:val="00A218E4"/>
    <w:rsid w:val="00A21BA1"/>
    <w:rsid w:val="00A2214A"/>
    <w:rsid w:val="00A22825"/>
    <w:rsid w:val="00A22875"/>
    <w:rsid w:val="00A22DD3"/>
    <w:rsid w:val="00A23F7E"/>
    <w:rsid w:val="00A24B23"/>
    <w:rsid w:val="00A24D8B"/>
    <w:rsid w:val="00A25F6D"/>
    <w:rsid w:val="00A26859"/>
    <w:rsid w:val="00A26B81"/>
    <w:rsid w:val="00A26FC4"/>
    <w:rsid w:val="00A275BD"/>
    <w:rsid w:val="00A2770F"/>
    <w:rsid w:val="00A27720"/>
    <w:rsid w:val="00A278A5"/>
    <w:rsid w:val="00A27CE6"/>
    <w:rsid w:val="00A27E49"/>
    <w:rsid w:val="00A30D7A"/>
    <w:rsid w:val="00A3126E"/>
    <w:rsid w:val="00A31B16"/>
    <w:rsid w:val="00A33080"/>
    <w:rsid w:val="00A3329C"/>
    <w:rsid w:val="00A332A6"/>
    <w:rsid w:val="00A3334F"/>
    <w:rsid w:val="00A33652"/>
    <w:rsid w:val="00A34591"/>
    <w:rsid w:val="00A34A48"/>
    <w:rsid w:val="00A34A5B"/>
    <w:rsid w:val="00A34AC2"/>
    <w:rsid w:val="00A34EDB"/>
    <w:rsid w:val="00A35A86"/>
    <w:rsid w:val="00A35CD1"/>
    <w:rsid w:val="00A36264"/>
    <w:rsid w:val="00A36532"/>
    <w:rsid w:val="00A36CDE"/>
    <w:rsid w:val="00A36FD6"/>
    <w:rsid w:val="00A371A8"/>
    <w:rsid w:val="00A37215"/>
    <w:rsid w:val="00A41B17"/>
    <w:rsid w:val="00A41F0B"/>
    <w:rsid w:val="00A4290A"/>
    <w:rsid w:val="00A42973"/>
    <w:rsid w:val="00A44167"/>
    <w:rsid w:val="00A45325"/>
    <w:rsid w:val="00A464B9"/>
    <w:rsid w:val="00A468CF"/>
    <w:rsid w:val="00A46AC0"/>
    <w:rsid w:val="00A47133"/>
    <w:rsid w:val="00A4734A"/>
    <w:rsid w:val="00A47D5C"/>
    <w:rsid w:val="00A500C9"/>
    <w:rsid w:val="00A50779"/>
    <w:rsid w:val="00A5154F"/>
    <w:rsid w:val="00A51F59"/>
    <w:rsid w:val="00A524A6"/>
    <w:rsid w:val="00A52767"/>
    <w:rsid w:val="00A529AB"/>
    <w:rsid w:val="00A52A50"/>
    <w:rsid w:val="00A52F47"/>
    <w:rsid w:val="00A542ED"/>
    <w:rsid w:val="00A55BF4"/>
    <w:rsid w:val="00A55EFC"/>
    <w:rsid w:val="00A57294"/>
    <w:rsid w:val="00A609E4"/>
    <w:rsid w:val="00A60FFA"/>
    <w:rsid w:val="00A6127C"/>
    <w:rsid w:val="00A620D0"/>
    <w:rsid w:val="00A62919"/>
    <w:rsid w:val="00A63404"/>
    <w:rsid w:val="00A645F0"/>
    <w:rsid w:val="00A65643"/>
    <w:rsid w:val="00A66664"/>
    <w:rsid w:val="00A6678E"/>
    <w:rsid w:val="00A66B41"/>
    <w:rsid w:val="00A66D46"/>
    <w:rsid w:val="00A66D51"/>
    <w:rsid w:val="00A6724E"/>
    <w:rsid w:val="00A67567"/>
    <w:rsid w:val="00A67F9C"/>
    <w:rsid w:val="00A70510"/>
    <w:rsid w:val="00A709B7"/>
    <w:rsid w:val="00A71A70"/>
    <w:rsid w:val="00A720EC"/>
    <w:rsid w:val="00A728AD"/>
    <w:rsid w:val="00A72AC9"/>
    <w:rsid w:val="00A732A8"/>
    <w:rsid w:val="00A73D9B"/>
    <w:rsid w:val="00A73E91"/>
    <w:rsid w:val="00A7779A"/>
    <w:rsid w:val="00A77A9D"/>
    <w:rsid w:val="00A77AB8"/>
    <w:rsid w:val="00A77CA3"/>
    <w:rsid w:val="00A77CB7"/>
    <w:rsid w:val="00A82630"/>
    <w:rsid w:val="00A83170"/>
    <w:rsid w:val="00A8327E"/>
    <w:rsid w:val="00A837E5"/>
    <w:rsid w:val="00A83920"/>
    <w:rsid w:val="00A83977"/>
    <w:rsid w:val="00A83A4D"/>
    <w:rsid w:val="00A83FA0"/>
    <w:rsid w:val="00A84071"/>
    <w:rsid w:val="00A84644"/>
    <w:rsid w:val="00A850B4"/>
    <w:rsid w:val="00A850F8"/>
    <w:rsid w:val="00A85A28"/>
    <w:rsid w:val="00A85C97"/>
    <w:rsid w:val="00A86169"/>
    <w:rsid w:val="00A86429"/>
    <w:rsid w:val="00A86701"/>
    <w:rsid w:val="00A86CCE"/>
    <w:rsid w:val="00A86E1E"/>
    <w:rsid w:val="00A86EAF"/>
    <w:rsid w:val="00A870B3"/>
    <w:rsid w:val="00A9007A"/>
    <w:rsid w:val="00A90686"/>
    <w:rsid w:val="00A90D29"/>
    <w:rsid w:val="00A9160C"/>
    <w:rsid w:val="00A91F87"/>
    <w:rsid w:val="00A9202D"/>
    <w:rsid w:val="00A929CB"/>
    <w:rsid w:val="00A92AA7"/>
    <w:rsid w:val="00A9426D"/>
    <w:rsid w:val="00A942D4"/>
    <w:rsid w:val="00A944BC"/>
    <w:rsid w:val="00A95138"/>
    <w:rsid w:val="00A9571A"/>
    <w:rsid w:val="00A95DBA"/>
    <w:rsid w:val="00A95EF2"/>
    <w:rsid w:val="00A96D29"/>
    <w:rsid w:val="00A97954"/>
    <w:rsid w:val="00A97AFD"/>
    <w:rsid w:val="00A97D33"/>
    <w:rsid w:val="00AA0248"/>
    <w:rsid w:val="00AA039A"/>
    <w:rsid w:val="00AA0F9A"/>
    <w:rsid w:val="00AA175B"/>
    <w:rsid w:val="00AA21C4"/>
    <w:rsid w:val="00AA2533"/>
    <w:rsid w:val="00AA25BC"/>
    <w:rsid w:val="00AA29AF"/>
    <w:rsid w:val="00AA2CD0"/>
    <w:rsid w:val="00AA3639"/>
    <w:rsid w:val="00AA4250"/>
    <w:rsid w:val="00AA4428"/>
    <w:rsid w:val="00AA4A7F"/>
    <w:rsid w:val="00AA4C31"/>
    <w:rsid w:val="00AA6080"/>
    <w:rsid w:val="00AA61B1"/>
    <w:rsid w:val="00AA62BB"/>
    <w:rsid w:val="00AA6560"/>
    <w:rsid w:val="00AA693A"/>
    <w:rsid w:val="00AA6D01"/>
    <w:rsid w:val="00AA7288"/>
    <w:rsid w:val="00AA7BB1"/>
    <w:rsid w:val="00AB0495"/>
    <w:rsid w:val="00AB04F6"/>
    <w:rsid w:val="00AB056C"/>
    <w:rsid w:val="00AB07D1"/>
    <w:rsid w:val="00AB1124"/>
    <w:rsid w:val="00AB11CB"/>
    <w:rsid w:val="00AB1B48"/>
    <w:rsid w:val="00AB1ED5"/>
    <w:rsid w:val="00AB1F81"/>
    <w:rsid w:val="00AB2068"/>
    <w:rsid w:val="00AB234C"/>
    <w:rsid w:val="00AB28ED"/>
    <w:rsid w:val="00AB2C6E"/>
    <w:rsid w:val="00AB2FB2"/>
    <w:rsid w:val="00AB3188"/>
    <w:rsid w:val="00AB3607"/>
    <w:rsid w:val="00AB3638"/>
    <w:rsid w:val="00AB3671"/>
    <w:rsid w:val="00AB4D41"/>
    <w:rsid w:val="00AB5B70"/>
    <w:rsid w:val="00AB62F0"/>
    <w:rsid w:val="00AB66B9"/>
    <w:rsid w:val="00AB6F55"/>
    <w:rsid w:val="00AB748B"/>
    <w:rsid w:val="00AC16C6"/>
    <w:rsid w:val="00AC1899"/>
    <w:rsid w:val="00AC1E3E"/>
    <w:rsid w:val="00AC2D2F"/>
    <w:rsid w:val="00AC2DDD"/>
    <w:rsid w:val="00AC2E21"/>
    <w:rsid w:val="00AC38D6"/>
    <w:rsid w:val="00AC3AFC"/>
    <w:rsid w:val="00AC45D7"/>
    <w:rsid w:val="00AC462D"/>
    <w:rsid w:val="00AC46A5"/>
    <w:rsid w:val="00AC4E98"/>
    <w:rsid w:val="00AC515B"/>
    <w:rsid w:val="00AC5164"/>
    <w:rsid w:val="00AC51D9"/>
    <w:rsid w:val="00AC5874"/>
    <w:rsid w:val="00AC5F94"/>
    <w:rsid w:val="00AC741F"/>
    <w:rsid w:val="00AC7634"/>
    <w:rsid w:val="00AC7845"/>
    <w:rsid w:val="00AC7CEA"/>
    <w:rsid w:val="00AC7DD1"/>
    <w:rsid w:val="00AD02BD"/>
    <w:rsid w:val="00AD069D"/>
    <w:rsid w:val="00AD0AE4"/>
    <w:rsid w:val="00AD16FA"/>
    <w:rsid w:val="00AD19D2"/>
    <w:rsid w:val="00AD2075"/>
    <w:rsid w:val="00AD26D8"/>
    <w:rsid w:val="00AD33A0"/>
    <w:rsid w:val="00AD3A0E"/>
    <w:rsid w:val="00AD40E7"/>
    <w:rsid w:val="00AD4109"/>
    <w:rsid w:val="00AD426A"/>
    <w:rsid w:val="00AD42BD"/>
    <w:rsid w:val="00AD5051"/>
    <w:rsid w:val="00AD5183"/>
    <w:rsid w:val="00AD56A3"/>
    <w:rsid w:val="00AD5FE7"/>
    <w:rsid w:val="00AD774E"/>
    <w:rsid w:val="00AE057E"/>
    <w:rsid w:val="00AE0C97"/>
    <w:rsid w:val="00AE22F6"/>
    <w:rsid w:val="00AE3311"/>
    <w:rsid w:val="00AE38A4"/>
    <w:rsid w:val="00AE4B0B"/>
    <w:rsid w:val="00AE4BB5"/>
    <w:rsid w:val="00AE4CAF"/>
    <w:rsid w:val="00AE51C1"/>
    <w:rsid w:val="00AE52B3"/>
    <w:rsid w:val="00AE5DD1"/>
    <w:rsid w:val="00AE6569"/>
    <w:rsid w:val="00AE7122"/>
    <w:rsid w:val="00AE7423"/>
    <w:rsid w:val="00AF01DD"/>
    <w:rsid w:val="00AF0699"/>
    <w:rsid w:val="00AF0B90"/>
    <w:rsid w:val="00AF0EF2"/>
    <w:rsid w:val="00AF13C5"/>
    <w:rsid w:val="00AF145F"/>
    <w:rsid w:val="00AF1576"/>
    <w:rsid w:val="00AF1D15"/>
    <w:rsid w:val="00AF2642"/>
    <w:rsid w:val="00AF2875"/>
    <w:rsid w:val="00AF2B0E"/>
    <w:rsid w:val="00AF34E2"/>
    <w:rsid w:val="00AF36F2"/>
    <w:rsid w:val="00AF3FA0"/>
    <w:rsid w:val="00AF6D5E"/>
    <w:rsid w:val="00B000EA"/>
    <w:rsid w:val="00B02319"/>
    <w:rsid w:val="00B02BA7"/>
    <w:rsid w:val="00B03589"/>
    <w:rsid w:val="00B035CE"/>
    <w:rsid w:val="00B0420D"/>
    <w:rsid w:val="00B04583"/>
    <w:rsid w:val="00B05756"/>
    <w:rsid w:val="00B05B24"/>
    <w:rsid w:val="00B0615D"/>
    <w:rsid w:val="00B0772B"/>
    <w:rsid w:val="00B07D1E"/>
    <w:rsid w:val="00B10197"/>
    <w:rsid w:val="00B1021F"/>
    <w:rsid w:val="00B105DC"/>
    <w:rsid w:val="00B10639"/>
    <w:rsid w:val="00B1117E"/>
    <w:rsid w:val="00B11BAA"/>
    <w:rsid w:val="00B11D57"/>
    <w:rsid w:val="00B11E33"/>
    <w:rsid w:val="00B12037"/>
    <w:rsid w:val="00B126D1"/>
    <w:rsid w:val="00B13B4B"/>
    <w:rsid w:val="00B149B7"/>
    <w:rsid w:val="00B14BD7"/>
    <w:rsid w:val="00B15260"/>
    <w:rsid w:val="00B158A3"/>
    <w:rsid w:val="00B15C7D"/>
    <w:rsid w:val="00B15D0A"/>
    <w:rsid w:val="00B15E4B"/>
    <w:rsid w:val="00B16C20"/>
    <w:rsid w:val="00B17953"/>
    <w:rsid w:val="00B17D70"/>
    <w:rsid w:val="00B20927"/>
    <w:rsid w:val="00B20C96"/>
    <w:rsid w:val="00B21326"/>
    <w:rsid w:val="00B21DD3"/>
    <w:rsid w:val="00B22109"/>
    <w:rsid w:val="00B22145"/>
    <w:rsid w:val="00B228C7"/>
    <w:rsid w:val="00B23240"/>
    <w:rsid w:val="00B23F0C"/>
    <w:rsid w:val="00B242D0"/>
    <w:rsid w:val="00B24EEE"/>
    <w:rsid w:val="00B2514A"/>
    <w:rsid w:val="00B252D8"/>
    <w:rsid w:val="00B253B4"/>
    <w:rsid w:val="00B26624"/>
    <w:rsid w:val="00B26AEA"/>
    <w:rsid w:val="00B26FD8"/>
    <w:rsid w:val="00B273E8"/>
    <w:rsid w:val="00B274B8"/>
    <w:rsid w:val="00B27AAC"/>
    <w:rsid w:val="00B27AD5"/>
    <w:rsid w:val="00B30266"/>
    <w:rsid w:val="00B302F0"/>
    <w:rsid w:val="00B306EC"/>
    <w:rsid w:val="00B30921"/>
    <w:rsid w:val="00B315C0"/>
    <w:rsid w:val="00B31759"/>
    <w:rsid w:val="00B31D08"/>
    <w:rsid w:val="00B32023"/>
    <w:rsid w:val="00B323AC"/>
    <w:rsid w:val="00B32D53"/>
    <w:rsid w:val="00B33FAF"/>
    <w:rsid w:val="00B34301"/>
    <w:rsid w:val="00B347FB"/>
    <w:rsid w:val="00B356D6"/>
    <w:rsid w:val="00B36481"/>
    <w:rsid w:val="00B36DFE"/>
    <w:rsid w:val="00B36EC1"/>
    <w:rsid w:val="00B374AE"/>
    <w:rsid w:val="00B377B4"/>
    <w:rsid w:val="00B37B74"/>
    <w:rsid w:val="00B37D7A"/>
    <w:rsid w:val="00B40583"/>
    <w:rsid w:val="00B410AA"/>
    <w:rsid w:val="00B413BB"/>
    <w:rsid w:val="00B4146E"/>
    <w:rsid w:val="00B4175C"/>
    <w:rsid w:val="00B41CDB"/>
    <w:rsid w:val="00B42117"/>
    <w:rsid w:val="00B422A7"/>
    <w:rsid w:val="00B42C49"/>
    <w:rsid w:val="00B42C55"/>
    <w:rsid w:val="00B431F4"/>
    <w:rsid w:val="00B443EC"/>
    <w:rsid w:val="00B44544"/>
    <w:rsid w:val="00B449A5"/>
    <w:rsid w:val="00B44F11"/>
    <w:rsid w:val="00B4523A"/>
    <w:rsid w:val="00B46AA6"/>
    <w:rsid w:val="00B5009B"/>
    <w:rsid w:val="00B503E6"/>
    <w:rsid w:val="00B504A0"/>
    <w:rsid w:val="00B50756"/>
    <w:rsid w:val="00B5087B"/>
    <w:rsid w:val="00B50A91"/>
    <w:rsid w:val="00B5197D"/>
    <w:rsid w:val="00B519A1"/>
    <w:rsid w:val="00B51B05"/>
    <w:rsid w:val="00B51EEF"/>
    <w:rsid w:val="00B52170"/>
    <w:rsid w:val="00B522B0"/>
    <w:rsid w:val="00B527A2"/>
    <w:rsid w:val="00B52D84"/>
    <w:rsid w:val="00B5311A"/>
    <w:rsid w:val="00B5313C"/>
    <w:rsid w:val="00B53726"/>
    <w:rsid w:val="00B5387E"/>
    <w:rsid w:val="00B541C4"/>
    <w:rsid w:val="00B54D4C"/>
    <w:rsid w:val="00B5601A"/>
    <w:rsid w:val="00B563DD"/>
    <w:rsid w:val="00B57758"/>
    <w:rsid w:val="00B57A6D"/>
    <w:rsid w:val="00B61081"/>
    <w:rsid w:val="00B611ED"/>
    <w:rsid w:val="00B61A4F"/>
    <w:rsid w:val="00B61C1E"/>
    <w:rsid w:val="00B61D1C"/>
    <w:rsid w:val="00B62581"/>
    <w:rsid w:val="00B62669"/>
    <w:rsid w:val="00B6300B"/>
    <w:rsid w:val="00B63386"/>
    <w:rsid w:val="00B6379F"/>
    <w:rsid w:val="00B63D00"/>
    <w:rsid w:val="00B641CB"/>
    <w:rsid w:val="00B645DB"/>
    <w:rsid w:val="00B660A6"/>
    <w:rsid w:val="00B67E3D"/>
    <w:rsid w:val="00B71392"/>
    <w:rsid w:val="00B7208A"/>
    <w:rsid w:val="00B72AF8"/>
    <w:rsid w:val="00B731FA"/>
    <w:rsid w:val="00B7361F"/>
    <w:rsid w:val="00B7382E"/>
    <w:rsid w:val="00B73CC2"/>
    <w:rsid w:val="00B74467"/>
    <w:rsid w:val="00B75382"/>
    <w:rsid w:val="00B757EC"/>
    <w:rsid w:val="00B761D2"/>
    <w:rsid w:val="00B762D0"/>
    <w:rsid w:val="00B76390"/>
    <w:rsid w:val="00B766FA"/>
    <w:rsid w:val="00B76A1E"/>
    <w:rsid w:val="00B76ACE"/>
    <w:rsid w:val="00B76CD8"/>
    <w:rsid w:val="00B76D12"/>
    <w:rsid w:val="00B77235"/>
    <w:rsid w:val="00B77773"/>
    <w:rsid w:val="00B77800"/>
    <w:rsid w:val="00B80387"/>
    <w:rsid w:val="00B8068E"/>
    <w:rsid w:val="00B8077C"/>
    <w:rsid w:val="00B80B2E"/>
    <w:rsid w:val="00B810CF"/>
    <w:rsid w:val="00B81877"/>
    <w:rsid w:val="00B81D86"/>
    <w:rsid w:val="00B82334"/>
    <w:rsid w:val="00B82F33"/>
    <w:rsid w:val="00B83155"/>
    <w:rsid w:val="00B837F7"/>
    <w:rsid w:val="00B83EEE"/>
    <w:rsid w:val="00B840FD"/>
    <w:rsid w:val="00B8459B"/>
    <w:rsid w:val="00B84B60"/>
    <w:rsid w:val="00B859E4"/>
    <w:rsid w:val="00B85CED"/>
    <w:rsid w:val="00B860CE"/>
    <w:rsid w:val="00B87706"/>
    <w:rsid w:val="00B87F04"/>
    <w:rsid w:val="00B90051"/>
    <w:rsid w:val="00B9045B"/>
    <w:rsid w:val="00B912AA"/>
    <w:rsid w:val="00B9184D"/>
    <w:rsid w:val="00B924E5"/>
    <w:rsid w:val="00B926E0"/>
    <w:rsid w:val="00B928FF"/>
    <w:rsid w:val="00B92B02"/>
    <w:rsid w:val="00B93099"/>
    <w:rsid w:val="00B93AF9"/>
    <w:rsid w:val="00B94AB8"/>
    <w:rsid w:val="00B94E5A"/>
    <w:rsid w:val="00B950BF"/>
    <w:rsid w:val="00B9586C"/>
    <w:rsid w:val="00B96263"/>
    <w:rsid w:val="00B966B5"/>
    <w:rsid w:val="00B96D89"/>
    <w:rsid w:val="00B97008"/>
    <w:rsid w:val="00B97168"/>
    <w:rsid w:val="00B976B7"/>
    <w:rsid w:val="00B97D58"/>
    <w:rsid w:val="00BA02B5"/>
    <w:rsid w:val="00BA0F31"/>
    <w:rsid w:val="00BA109B"/>
    <w:rsid w:val="00BA10E7"/>
    <w:rsid w:val="00BA13F4"/>
    <w:rsid w:val="00BA1A32"/>
    <w:rsid w:val="00BA1A78"/>
    <w:rsid w:val="00BA23F7"/>
    <w:rsid w:val="00BA26E1"/>
    <w:rsid w:val="00BA2F6C"/>
    <w:rsid w:val="00BA33E8"/>
    <w:rsid w:val="00BA3F32"/>
    <w:rsid w:val="00BA41D5"/>
    <w:rsid w:val="00BA4DAB"/>
    <w:rsid w:val="00BA52FC"/>
    <w:rsid w:val="00BA5562"/>
    <w:rsid w:val="00BA5E0C"/>
    <w:rsid w:val="00BA6A99"/>
    <w:rsid w:val="00BA70A6"/>
    <w:rsid w:val="00BA7617"/>
    <w:rsid w:val="00BA7CB8"/>
    <w:rsid w:val="00BB0272"/>
    <w:rsid w:val="00BB2087"/>
    <w:rsid w:val="00BB23A2"/>
    <w:rsid w:val="00BB3079"/>
    <w:rsid w:val="00BB40D3"/>
    <w:rsid w:val="00BB5AD7"/>
    <w:rsid w:val="00BB61D6"/>
    <w:rsid w:val="00BB7702"/>
    <w:rsid w:val="00BB7F37"/>
    <w:rsid w:val="00BC020D"/>
    <w:rsid w:val="00BC0622"/>
    <w:rsid w:val="00BC0FA4"/>
    <w:rsid w:val="00BC1024"/>
    <w:rsid w:val="00BC1A50"/>
    <w:rsid w:val="00BC1B32"/>
    <w:rsid w:val="00BC22D2"/>
    <w:rsid w:val="00BC285F"/>
    <w:rsid w:val="00BC37FE"/>
    <w:rsid w:val="00BC3BA6"/>
    <w:rsid w:val="00BC4984"/>
    <w:rsid w:val="00BC4B88"/>
    <w:rsid w:val="00BC5772"/>
    <w:rsid w:val="00BC6377"/>
    <w:rsid w:val="00BC67ED"/>
    <w:rsid w:val="00BC69D7"/>
    <w:rsid w:val="00BC6B21"/>
    <w:rsid w:val="00BC6C2A"/>
    <w:rsid w:val="00BC7491"/>
    <w:rsid w:val="00BC75DB"/>
    <w:rsid w:val="00BD0238"/>
    <w:rsid w:val="00BD0A7D"/>
    <w:rsid w:val="00BD10B0"/>
    <w:rsid w:val="00BD1490"/>
    <w:rsid w:val="00BD16C9"/>
    <w:rsid w:val="00BD1A20"/>
    <w:rsid w:val="00BD1C03"/>
    <w:rsid w:val="00BD1C62"/>
    <w:rsid w:val="00BD39D2"/>
    <w:rsid w:val="00BD3BCB"/>
    <w:rsid w:val="00BD43C5"/>
    <w:rsid w:val="00BD5511"/>
    <w:rsid w:val="00BD5BA1"/>
    <w:rsid w:val="00BD5BCF"/>
    <w:rsid w:val="00BD6616"/>
    <w:rsid w:val="00BD674A"/>
    <w:rsid w:val="00BD6D82"/>
    <w:rsid w:val="00BD7124"/>
    <w:rsid w:val="00BD741A"/>
    <w:rsid w:val="00BD7BA9"/>
    <w:rsid w:val="00BE08D4"/>
    <w:rsid w:val="00BE18B7"/>
    <w:rsid w:val="00BE1CF9"/>
    <w:rsid w:val="00BE1DB1"/>
    <w:rsid w:val="00BE1E80"/>
    <w:rsid w:val="00BE25AF"/>
    <w:rsid w:val="00BE32D4"/>
    <w:rsid w:val="00BE4742"/>
    <w:rsid w:val="00BE4F72"/>
    <w:rsid w:val="00BE5505"/>
    <w:rsid w:val="00BE5A7A"/>
    <w:rsid w:val="00BE6829"/>
    <w:rsid w:val="00BE6EA5"/>
    <w:rsid w:val="00BE71BD"/>
    <w:rsid w:val="00BE7CCB"/>
    <w:rsid w:val="00BF0100"/>
    <w:rsid w:val="00BF04CD"/>
    <w:rsid w:val="00BF0739"/>
    <w:rsid w:val="00BF1731"/>
    <w:rsid w:val="00BF1F08"/>
    <w:rsid w:val="00BF2504"/>
    <w:rsid w:val="00BF30CF"/>
    <w:rsid w:val="00BF31B9"/>
    <w:rsid w:val="00BF37CC"/>
    <w:rsid w:val="00BF3B7E"/>
    <w:rsid w:val="00BF4595"/>
    <w:rsid w:val="00BF45C4"/>
    <w:rsid w:val="00BF4AE0"/>
    <w:rsid w:val="00BF4C3A"/>
    <w:rsid w:val="00BF570F"/>
    <w:rsid w:val="00BF64A9"/>
    <w:rsid w:val="00BF6634"/>
    <w:rsid w:val="00BF6E66"/>
    <w:rsid w:val="00BF741D"/>
    <w:rsid w:val="00BF77C0"/>
    <w:rsid w:val="00BF7951"/>
    <w:rsid w:val="00C00D2C"/>
    <w:rsid w:val="00C00DF1"/>
    <w:rsid w:val="00C016F0"/>
    <w:rsid w:val="00C01E15"/>
    <w:rsid w:val="00C021EC"/>
    <w:rsid w:val="00C022A5"/>
    <w:rsid w:val="00C02815"/>
    <w:rsid w:val="00C0319F"/>
    <w:rsid w:val="00C0329E"/>
    <w:rsid w:val="00C03D62"/>
    <w:rsid w:val="00C03E19"/>
    <w:rsid w:val="00C04442"/>
    <w:rsid w:val="00C0471E"/>
    <w:rsid w:val="00C04837"/>
    <w:rsid w:val="00C059BF"/>
    <w:rsid w:val="00C060AF"/>
    <w:rsid w:val="00C072FB"/>
    <w:rsid w:val="00C07C4C"/>
    <w:rsid w:val="00C106CD"/>
    <w:rsid w:val="00C10E11"/>
    <w:rsid w:val="00C10F9A"/>
    <w:rsid w:val="00C11C45"/>
    <w:rsid w:val="00C12125"/>
    <w:rsid w:val="00C1266C"/>
    <w:rsid w:val="00C12F47"/>
    <w:rsid w:val="00C13875"/>
    <w:rsid w:val="00C1417C"/>
    <w:rsid w:val="00C14302"/>
    <w:rsid w:val="00C147FF"/>
    <w:rsid w:val="00C154FA"/>
    <w:rsid w:val="00C15977"/>
    <w:rsid w:val="00C159C5"/>
    <w:rsid w:val="00C15BD0"/>
    <w:rsid w:val="00C15CFE"/>
    <w:rsid w:val="00C16ECE"/>
    <w:rsid w:val="00C17CCA"/>
    <w:rsid w:val="00C21B31"/>
    <w:rsid w:val="00C22E69"/>
    <w:rsid w:val="00C2385C"/>
    <w:rsid w:val="00C24119"/>
    <w:rsid w:val="00C26C2A"/>
    <w:rsid w:val="00C273CC"/>
    <w:rsid w:val="00C31374"/>
    <w:rsid w:val="00C3145F"/>
    <w:rsid w:val="00C31683"/>
    <w:rsid w:val="00C32011"/>
    <w:rsid w:val="00C3248A"/>
    <w:rsid w:val="00C32CE6"/>
    <w:rsid w:val="00C33096"/>
    <w:rsid w:val="00C3483F"/>
    <w:rsid w:val="00C352D9"/>
    <w:rsid w:val="00C3545A"/>
    <w:rsid w:val="00C366D9"/>
    <w:rsid w:val="00C36B9D"/>
    <w:rsid w:val="00C36C37"/>
    <w:rsid w:val="00C36DD7"/>
    <w:rsid w:val="00C36F90"/>
    <w:rsid w:val="00C3718B"/>
    <w:rsid w:val="00C37449"/>
    <w:rsid w:val="00C37C42"/>
    <w:rsid w:val="00C37DFA"/>
    <w:rsid w:val="00C4033E"/>
    <w:rsid w:val="00C409D8"/>
    <w:rsid w:val="00C414A8"/>
    <w:rsid w:val="00C417B2"/>
    <w:rsid w:val="00C41B82"/>
    <w:rsid w:val="00C41E0E"/>
    <w:rsid w:val="00C422E5"/>
    <w:rsid w:val="00C42482"/>
    <w:rsid w:val="00C426D7"/>
    <w:rsid w:val="00C42B55"/>
    <w:rsid w:val="00C43335"/>
    <w:rsid w:val="00C4391A"/>
    <w:rsid w:val="00C44170"/>
    <w:rsid w:val="00C4448C"/>
    <w:rsid w:val="00C44549"/>
    <w:rsid w:val="00C44A16"/>
    <w:rsid w:val="00C45081"/>
    <w:rsid w:val="00C4535D"/>
    <w:rsid w:val="00C45876"/>
    <w:rsid w:val="00C45CD5"/>
    <w:rsid w:val="00C47052"/>
    <w:rsid w:val="00C471AB"/>
    <w:rsid w:val="00C4731F"/>
    <w:rsid w:val="00C47F72"/>
    <w:rsid w:val="00C50907"/>
    <w:rsid w:val="00C50E8E"/>
    <w:rsid w:val="00C5198F"/>
    <w:rsid w:val="00C522DD"/>
    <w:rsid w:val="00C52A28"/>
    <w:rsid w:val="00C53184"/>
    <w:rsid w:val="00C5352F"/>
    <w:rsid w:val="00C53815"/>
    <w:rsid w:val="00C547EB"/>
    <w:rsid w:val="00C54BEA"/>
    <w:rsid w:val="00C54CEA"/>
    <w:rsid w:val="00C5606C"/>
    <w:rsid w:val="00C56423"/>
    <w:rsid w:val="00C567EC"/>
    <w:rsid w:val="00C57272"/>
    <w:rsid w:val="00C5735B"/>
    <w:rsid w:val="00C5766A"/>
    <w:rsid w:val="00C60820"/>
    <w:rsid w:val="00C60901"/>
    <w:rsid w:val="00C60B44"/>
    <w:rsid w:val="00C616D2"/>
    <w:rsid w:val="00C62247"/>
    <w:rsid w:val="00C62427"/>
    <w:rsid w:val="00C62756"/>
    <w:rsid w:val="00C62A81"/>
    <w:rsid w:val="00C62E44"/>
    <w:rsid w:val="00C64156"/>
    <w:rsid w:val="00C6557D"/>
    <w:rsid w:val="00C658E6"/>
    <w:rsid w:val="00C65C4F"/>
    <w:rsid w:val="00C65E70"/>
    <w:rsid w:val="00C66776"/>
    <w:rsid w:val="00C67033"/>
    <w:rsid w:val="00C67570"/>
    <w:rsid w:val="00C701E2"/>
    <w:rsid w:val="00C707CF"/>
    <w:rsid w:val="00C709FB"/>
    <w:rsid w:val="00C70D74"/>
    <w:rsid w:val="00C726DD"/>
    <w:rsid w:val="00C72820"/>
    <w:rsid w:val="00C735E7"/>
    <w:rsid w:val="00C73ACC"/>
    <w:rsid w:val="00C73D7D"/>
    <w:rsid w:val="00C73DEF"/>
    <w:rsid w:val="00C7424B"/>
    <w:rsid w:val="00C74397"/>
    <w:rsid w:val="00C7468A"/>
    <w:rsid w:val="00C74C31"/>
    <w:rsid w:val="00C74C88"/>
    <w:rsid w:val="00C75194"/>
    <w:rsid w:val="00C75545"/>
    <w:rsid w:val="00C756DC"/>
    <w:rsid w:val="00C75AB1"/>
    <w:rsid w:val="00C76857"/>
    <w:rsid w:val="00C76C8A"/>
    <w:rsid w:val="00C77E6E"/>
    <w:rsid w:val="00C801B0"/>
    <w:rsid w:val="00C808A5"/>
    <w:rsid w:val="00C8266E"/>
    <w:rsid w:val="00C826DA"/>
    <w:rsid w:val="00C82C98"/>
    <w:rsid w:val="00C82E33"/>
    <w:rsid w:val="00C82EB6"/>
    <w:rsid w:val="00C830B8"/>
    <w:rsid w:val="00C830D3"/>
    <w:rsid w:val="00C832FA"/>
    <w:rsid w:val="00C83894"/>
    <w:rsid w:val="00C84CD7"/>
    <w:rsid w:val="00C8505A"/>
    <w:rsid w:val="00C85AA3"/>
    <w:rsid w:val="00C86CE7"/>
    <w:rsid w:val="00C86DD8"/>
    <w:rsid w:val="00C926A9"/>
    <w:rsid w:val="00C92F2C"/>
    <w:rsid w:val="00C93B54"/>
    <w:rsid w:val="00C93F49"/>
    <w:rsid w:val="00C94412"/>
    <w:rsid w:val="00C951A2"/>
    <w:rsid w:val="00C9651A"/>
    <w:rsid w:val="00C96563"/>
    <w:rsid w:val="00C9693E"/>
    <w:rsid w:val="00C96A81"/>
    <w:rsid w:val="00C97690"/>
    <w:rsid w:val="00C97CF3"/>
    <w:rsid w:val="00CA05F6"/>
    <w:rsid w:val="00CA0628"/>
    <w:rsid w:val="00CA0E12"/>
    <w:rsid w:val="00CA13E5"/>
    <w:rsid w:val="00CA1539"/>
    <w:rsid w:val="00CA16EC"/>
    <w:rsid w:val="00CA1906"/>
    <w:rsid w:val="00CA1938"/>
    <w:rsid w:val="00CA1955"/>
    <w:rsid w:val="00CA231E"/>
    <w:rsid w:val="00CA449B"/>
    <w:rsid w:val="00CA5573"/>
    <w:rsid w:val="00CA5B33"/>
    <w:rsid w:val="00CA65A4"/>
    <w:rsid w:val="00CA6861"/>
    <w:rsid w:val="00CA7009"/>
    <w:rsid w:val="00CA76DC"/>
    <w:rsid w:val="00CB0501"/>
    <w:rsid w:val="00CB0B5B"/>
    <w:rsid w:val="00CB1BDF"/>
    <w:rsid w:val="00CB2435"/>
    <w:rsid w:val="00CB328A"/>
    <w:rsid w:val="00CB38B9"/>
    <w:rsid w:val="00CB39AF"/>
    <w:rsid w:val="00CB3BA4"/>
    <w:rsid w:val="00CB3C21"/>
    <w:rsid w:val="00CB3FEC"/>
    <w:rsid w:val="00CB4B9E"/>
    <w:rsid w:val="00CB4D17"/>
    <w:rsid w:val="00CB5889"/>
    <w:rsid w:val="00CB6115"/>
    <w:rsid w:val="00CB6558"/>
    <w:rsid w:val="00CB6F11"/>
    <w:rsid w:val="00CB77C9"/>
    <w:rsid w:val="00CB7F5D"/>
    <w:rsid w:val="00CC02CD"/>
    <w:rsid w:val="00CC0D1E"/>
    <w:rsid w:val="00CC0D66"/>
    <w:rsid w:val="00CC1231"/>
    <w:rsid w:val="00CC12E7"/>
    <w:rsid w:val="00CC183D"/>
    <w:rsid w:val="00CC2AAF"/>
    <w:rsid w:val="00CC2E9F"/>
    <w:rsid w:val="00CC358B"/>
    <w:rsid w:val="00CC422F"/>
    <w:rsid w:val="00CC4249"/>
    <w:rsid w:val="00CC434E"/>
    <w:rsid w:val="00CC4544"/>
    <w:rsid w:val="00CC46D3"/>
    <w:rsid w:val="00CC4A98"/>
    <w:rsid w:val="00CC4B3C"/>
    <w:rsid w:val="00CC4D12"/>
    <w:rsid w:val="00CC4F2F"/>
    <w:rsid w:val="00CC5780"/>
    <w:rsid w:val="00CC59C0"/>
    <w:rsid w:val="00CC5ACE"/>
    <w:rsid w:val="00CC5B9E"/>
    <w:rsid w:val="00CC61D5"/>
    <w:rsid w:val="00CC65DE"/>
    <w:rsid w:val="00CC6880"/>
    <w:rsid w:val="00CC6C80"/>
    <w:rsid w:val="00CC7E5B"/>
    <w:rsid w:val="00CD07CB"/>
    <w:rsid w:val="00CD0A21"/>
    <w:rsid w:val="00CD0B5A"/>
    <w:rsid w:val="00CD10C6"/>
    <w:rsid w:val="00CD18FE"/>
    <w:rsid w:val="00CD19D3"/>
    <w:rsid w:val="00CD1D05"/>
    <w:rsid w:val="00CD1E48"/>
    <w:rsid w:val="00CD2046"/>
    <w:rsid w:val="00CD2234"/>
    <w:rsid w:val="00CD42A0"/>
    <w:rsid w:val="00CD4853"/>
    <w:rsid w:val="00CD4F25"/>
    <w:rsid w:val="00CD4F3C"/>
    <w:rsid w:val="00CD6918"/>
    <w:rsid w:val="00CD7234"/>
    <w:rsid w:val="00CE0F81"/>
    <w:rsid w:val="00CE1B10"/>
    <w:rsid w:val="00CE1C3C"/>
    <w:rsid w:val="00CE387D"/>
    <w:rsid w:val="00CE44A4"/>
    <w:rsid w:val="00CE45C9"/>
    <w:rsid w:val="00CE46ED"/>
    <w:rsid w:val="00CE47A7"/>
    <w:rsid w:val="00CE4E77"/>
    <w:rsid w:val="00CE4E82"/>
    <w:rsid w:val="00CE5138"/>
    <w:rsid w:val="00CE52D5"/>
    <w:rsid w:val="00CE5CDC"/>
    <w:rsid w:val="00CE7268"/>
    <w:rsid w:val="00CE76A4"/>
    <w:rsid w:val="00CE7E5A"/>
    <w:rsid w:val="00CE7F32"/>
    <w:rsid w:val="00CE7FB8"/>
    <w:rsid w:val="00CF0116"/>
    <w:rsid w:val="00CF0200"/>
    <w:rsid w:val="00CF11BF"/>
    <w:rsid w:val="00CF1488"/>
    <w:rsid w:val="00CF15B3"/>
    <w:rsid w:val="00CF161C"/>
    <w:rsid w:val="00CF1802"/>
    <w:rsid w:val="00CF1E74"/>
    <w:rsid w:val="00CF2649"/>
    <w:rsid w:val="00CF277C"/>
    <w:rsid w:val="00CF4367"/>
    <w:rsid w:val="00CF441E"/>
    <w:rsid w:val="00CF4672"/>
    <w:rsid w:val="00CF53DF"/>
    <w:rsid w:val="00CF5562"/>
    <w:rsid w:val="00CF5C50"/>
    <w:rsid w:val="00CF5D9E"/>
    <w:rsid w:val="00CF61D4"/>
    <w:rsid w:val="00CF6468"/>
    <w:rsid w:val="00CF6A15"/>
    <w:rsid w:val="00CF77A2"/>
    <w:rsid w:val="00CF7A98"/>
    <w:rsid w:val="00CF7CA1"/>
    <w:rsid w:val="00CF7EB0"/>
    <w:rsid w:val="00D00DCC"/>
    <w:rsid w:val="00D0129A"/>
    <w:rsid w:val="00D01B7A"/>
    <w:rsid w:val="00D02811"/>
    <w:rsid w:val="00D0369D"/>
    <w:rsid w:val="00D03B69"/>
    <w:rsid w:val="00D048A3"/>
    <w:rsid w:val="00D049B7"/>
    <w:rsid w:val="00D05C1D"/>
    <w:rsid w:val="00D05D0E"/>
    <w:rsid w:val="00D05D7C"/>
    <w:rsid w:val="00D05DF1"/>
    <w:rsid w:val="00D05F1B"/>
    <w:rsid w:val="00D06615"/>
    <w:rsid w:val="00D06D2C"/>
    <w:rsid w:val="00D06DE6"/>
    <w:rsid w:val="00D07233"/>
    <w:rsid w:val="00D07525"/>
    <w:rsid w:val="00D10379"/>
    <w:rsid w:val="00D10A71"/>
    <w:rsid w:val="00D11147"/>
    <w:rsid w:val="00D1141C"/>
    <w:rsid w:val="00D12280"/>
    <w:rsid w:val="00D130EC"/>
    <w:rsid w:val="00D134D5"/>
    <w:rsid w:val="00D136A3"/>
    <w:rsid w:val="00D13BAE"/>
    <w:rsid w:val="00D1440B"/>
    <w:rsid w:val="00D1446F"/>
    <w:rsid w:val="00D144A2"/>
    <w:rsid w:val="00D161C5"/>
    <w:rsid w:val="00D16541"/>
    <w:rsid w:val="00D1661F"/>
    <w:rsid w:val="00D16CBE"/>
    <w:rsid w:val="00D17AC3"/>
    <w:rsid w:val="00D17B19"/>
    <w:rsid w:val="00D200D0"/>
    <w:rsid w:val="00D20361"/>
    <w:rsid w:val="00D20DDD"/>
    <w:rsid w:val="00D214E6"/>
    <w:rsid w:val="00D21A29"/>
    <w:rsid w:val="00D22132"/>
    <w:rsid w:val="00D22849"/>
    <w:rsid w:val="00D23FC4"/>
    <w:rsid w:val="00D25028"/>
    <w:rsid w:val="00D2519D"/>
    <w:rsid w:val="00D25387"/>
    <w:rsid w:val="00D2561F"/>
    <w:rsid w:val="00D25AF6"/>
    <w:rsid w:val="00D25D72"/>
    <w:rsid w:val="00D26A82"/>
    <w:rsid w:val="00D26ED4"/>
    <w:rsid w:val="00D27038"/>
    <w:rsid w:val="00D275CB"/>
    <w:rsid w:val="00D277A2"/>
    <w:rsid w:val="00D31ABE"/>
    <w:rsid w:val="00D31FA0"/>
    <w:rsid w:val="00D32380"/>
    <w:rsid w:val="00D32731"/>
    <w:rsid w:val="00D337C3"/>
    <w:rsid w:val="00D33852"/>
    <w:rsid w:val="00D34441"/>
    <w:rsid w:val="00D348CB"/>
    <w:rsid w:val="00D349F8"/>
    <w:rsid w:val="00D34DE3"/>
    <w:rsid w:val="00D358B5"/>
    <w:rsid w:val="00D35970"/>
    <w:rsid w:val="00D35AB7"/>
    <w:rsid w:val="00D35D78"/>
    <w:rsid w:val="00D3631C"/>
    <w:rsid w:val="00D3677A"/>
    <w:rsid w:val="00D3697F"/>
    <w:rsid w:val="00D37A59"/>
    <w:rsid w:val="00D37B52"/>
    <w:rsid w:val="00D40134"/>
    <w:rsid w:val="00D41152"/>
    <w:rsid w:val="00D41920"/>
    <w:rsid w:val="00D41A3F"/>
    <w:rsid w:val="00D41B6A"/>
    <w:rsid w:val="00D41BA3"/>
    <w:rsid w:val="00D4205D"/>
    <w:rsid w:val="00D43319"/>
    <w:rsid w:val="00D43326"/>
    <w:rsid w:val="00D43F71"/>
    <w:rsid w:val="00D446F6"/>
    <w:rsid w:val="00D44B31"/>
    <w:rsid w:val="00D457CE"/>
    <w:rsid w:val="00D46000"/>
    <w:rsid w:val="00D46488"/>
    <w:rsid w:val="00D464CF"/>
    <w:rsid w:val="00D46B3E"/>
    <w:rsid w:val="00D4749B"/>
    <w:rsid w:val="00D47CE0"/>
    <w:rsid w:val="00D501B6"/>
    <w:rsid w:val="00D507E2"/>
    <w:rsid w:val="00D50A16"/>
    <w:rsid w:val="00D50C9B"/>
    <w:rsid w:val="00D50E32"/>
    <w:rsid w:val="00D51330"/>
    <w:rsid w:val="00D527F6"/>
    <w:rsid w:val="00D53452"/>
    <w:rsid w:val="00D535C8"/>
    <w:rsid w:val="00D53849"/>
    <w:rsid w:val="00D540DE"/>
    <w:rsid w:val="00D55200"/>
    <w:rsid w:val="00D552D9"/>
    <w:rsid w:val="00D55CB3"/>
    <w:rsid w:val="00D55EB7"/>
    <w:rsid w:val="00D5618E"/>
    <w:rsid w:val="00D568CE"/>
    <w:rsid w:val="00D56D6A"/>
    <w:rsid w:val="00D57081"/>
    <w:rsid w:val="00D60504"/>
    <w:rsid w:val="00D61CE4"/>
    <w:rsid w:val="00D61FCD"/>
    <w:rsid w:val="00D6225D"/>
    <w:rsid w:val="00D62544"/>
    <w:rsid w:val="00D62BB9"/>
    <w:rsid w:val="00D62C71"/>
    <w:rsid w:val="00D63B94"/>
    <w:rsid w:val="00D6411B"/>
    <w:rsid w:val="00D641F2"/>
    <w:rsid w:val="00D641FB"/>
    <w:rsid w:val="00D645CD"/>
    <w:rsid w:val="00D64606"/>
    <w:rsid w:val="00D64698"/>
    <w:rsid w:val="00D647F9"/>
    <w:rsid w:val="00D64820"/>
    <w:rsid w:val="00D6527D"/>
    <w:rsid w:val="00D659CA"/>
    <w:rsid w:val="00D65C9D"/>
    <w:rsid w:val="00D65DA5"/>
    <w:rsid w:val="00D66AA0"/>
    <w:rsid w:val="00D66FB5"/>
    <w:rsid w:val="00D66FFC"/>
    <w:rsid w:val="00D67378"/>
    <w:rsid w:val="00D6741B"/>
    <w:rsid w:val="00D67519"/>
    <w:rsid w:val="00D67DAC"/>
    <w:rsid w:val="00D7003A"/>
    <w:rsid w:val="00D7109B"/>
    <w:rsid w:val="00D71C34"/>
    <w:rsid w:val="00D7247F"/>
    <w:rsid w:val="00D7278F"/>
    <w:rsid w:val="00D73CD2"/>
    <w:rsid w:val="00D73DAB"/>
    <w:rsid w:val="00D742E4"/>
    <w:rsid w:val="00D76760"/>
    <w:rsid w:val="00D7701D"/>
    <w:rsid w:val="00D77DFB"/>
    <w:rsid w:val="00D802F3"/>
    <w:rsid w:val="00D8088D"/>
    <w:rsid w:val="00D80D96"/>
    <w:rsid w:val="00D81CAD"/>
    <w:rsid w:val="00D820F4"/>
    <w:rsid w:val="00D82417"/>
    <w:rsid w:val="00D82B24"/>
    <w:rsid w:val="00D83946"/>
    <w:rsid w:val="00D83BCD"/>
    <w:rsid w:val="00D83CCF"/>
    <w:rsid w:val="00D844EB"/>
    <w:rsid w:val="00D8459B"/>
    <w:rsid w:val="00D84B47"/>
    <w:rsid w:val="00D84C80"/>
    <w:rsid w:val="00D84CA0"/>
    <w:rsid w:val="00D84DFD"/>
    <w:rsid w:val="00D852ED"/>
    <w:rsid w:val="00D85A4A"/>
    <w:rsid w:val="00D85D84"/>
    <w:rsid w:val="00D86045"/>
    <w:rsid w:val="00D860FB"/>
    <w:rsid w:val="00D8627C"/>
    <w:rsid w:val="00D87F05"/>
    <w:rsid w:val="00D900C0"/>
    <w:rsid w:val="00D9076A"/>
    <w:rsid w:val="00D914CA"/>
    <w:rsid w:val="00D91B61"/>
    <w:rsid w:val="00D92356"/>
    <w:rsid w:val="00D92822"/>
    <w:rsid w:val="00D92887"/>
    <w:rsid w:val="00D92B90"/>
    <w:rsid w:val="00D935F9"/>
    <w:rsid w:val="00D9402A"/>
    <w:rsid w:val="00D94B9B"/>
    <w:rsid w:val="00D9568B"/>
    <w:rsid w:val="00D95AA1"/>
    <w:rsid w:val="00D95D16"/>
    <w:rsid w:val="00D97C0A"/>
    <w:rsid w:val="00D97E05"/>
    <w:rsid w:val="00DA00F0"/>
    <w:rsid w:val="00DA03A5"/>
    <w:rsid w:val="00DA0982"/>
    <w:rsid w:val="00DA0E9A"/>
    <w:rsid w:val="00DA1CB7"/>
    <w:rsid w:val="00DA2300"/>
    <w:rsid w:val="00DA2C7E"/>
    <w:rsid w:val="00DA2E70"/>
    <w:rsid w:val="00DA2ECF"/>
    <w:rsid w:val="00DA3089"/>
    <w:rsid w:val="00DA30B1"/>
    <w:rsid w:val="00DA30C7"/>
    <w:rsid w:val="00DA33FC"/>
    <w:rsid w:val="00DA4BB4"/>
    <w:rsid w:val="00DA55DB"/>
    <w:rsid w:val="00DA5778"/>
    <w:rsid w:val="00DA58EB"/>
    <w:rsid w:val="00DA6BE1"/>
    <w:rsid w:val="00DA6DE1"/>
    <w:rsid w:val="00DA7313"/>
    <w:rsid w:val="00DA7535"/>
    <w:rsid w:val="00DA7820"/>
    <w:rsid w:val="00DA7C0A"/>
    <w:rsid w:val="00DA7CB3"/>
    <w:rsid w:val="00DB002E"/>
    <w:rsid w:val="00DB2571"/>
    <w:rsid w:val="00DB35A8"/>
    <w:rsid w:val="00DB41E6"/>
    <w:rsid w:val="00DB5F46"/>
    <w:rsid w:val="00DB5FD9"/>
    <w:rsid w:val="00DB61C4"/>
    <w:rsid w:val="00DB7314"/>
    <w:rsid w:val="00DB76BE"/>
    <w:rsid w:val="00DB7A5D"/>
    <w:rsid w:val="00DB7B3C"/>
    <w:rsid w:val="00DB7B4B"/>
    <w:rsid w:val="00DC06B1"/>
    <w:rsid w:val="00DC06D8"/>
    <w:rsid w:val="00DC0F04"/>
    <w:rsid w:val="00DC124E"/>
    <w:rsid w:val="00DC12CD"/>
    <w:rsid w:val="00DC22D9"/>
    <w:rsid w:val="00DC282E"/>
    <w:rsid w:val="00DC2DC2"/>
    <w:rsid w:val="00DC2E71"/>
    <w:rsid w:val="00DC33EA"/>
    <w:rsid w:val="00DC3C9A"/>
    <w:rsid w:val="00DC43C4"/>
    <w:rsid w:val="00DC4AD9"/>
    <w:rsid w:val="00DC4CCD"/>
    <w:rsid w:val="00DC559A"/>
    <w:rsid w:val="00DC5D15"/>
    <w:rsid w:val="00DC60B0"/>
    <w:rsid w:val="00DC6675"/>
    <w:rsid w:val="00DC66C9"/>
    <w:rsid w:val="00DC68DD"/>
    <w:rsid w:val="00DC6FE0"/>
    <w:rsid w:val="00DC7E5F"/>
    <w:rsid w:val="00DD08D1"/>
    <w:rsid w:val="00DD0D94"/>
    <w:rsid w:val="00DD0FD8"/>
    <w:rsid w:val="00DD18AE"/>
    <w:rsid w:val="00DD18F6"/>
    <w:rsid w:val="00DD1B2C"/>
    <w:rsid w:val="00DD2B05"/>
    <w:rsid w:val="00DD3763"/>
    <w:rsid w:val="00DD3951"/>
    <w:rsid w:val="00DD4593"/>
    <w:rsid w:val="00DD4C6B"/>
    <w:rsid w:val="00DD4DA7"/>
    <w:rsid w:val="00DD4ED2"/>
    <w:rsid w:val="00DD5430"/>
    <w:rsid w:val="00DD5FF9"/>
    <w:rsid w:val="00DD6D82"/>
    <w:rsid w:val="00DD7048"/>
    <w:rsid w:val="00DD756D"/>
    <w:rsid w:val="00DD77FB"/>
    <w:rsid w:val="00DE0925"/>
    <w:rsid w:val="00DE193E"/>
    <w:rsid w:val="00DE1EAC"/>
    <w:rsid w:val="00DE24CF"/>
    <w:rsid w:val="00DE258F"/>
    <w:rsid w:val="00DE2AE1"/>
    <w:rsid w:val="00DE3BB7"/>
    <w:rsid w:val="00DE3C5B"/>
    <w:rsid w:val="00DE400A"/>
    <w:rsid w:val="00DE483E"/>
    <w:rsid w:val="00DE4A7C"/>
    <w:rsid w:val="00DE5FD7"/>
    <w:rsid w:val="00DE6DBA"/>
    <w:rsid w:val="00DE6E1B"/>
    <w:rsid w:val="00DE7490"/>
    <w:rsid w:val="00DE7993"/>
    <w:rsid w:val="00DF0CF4"/>
    <w:rsid w:val="00DF10C9"/>
    <w:rsid w:val="00DF1CBC"/>
    <w:rsid w:val="00DF1FAE"/>
    <w:rsid w:val="00DF31E1"/>
    <w:rsid w:val="00DF4075"/>
    <w:rsid w:val="00DF44FC"/>
    <w:rsid w:val="00DF49EA"/>
    <w:rsid w:val="00DF4A8D"/>
    <w:rsid w:val="00DF59D5"/>
    <w:rsid w:val="00DF6947"/>
    <w:rsid w:val="00DF6A8E"/>
    <w:rsid w:val="00DF6C17"/>
    <w:rsid w:val="00DF7B78"/>
    <w:rsid w:val="00DF7C99"/>
    <w:rsid w:val="00E008EF"/>
    <w:rsid w:val="00E00BD6"/>
    <w:rsid w:val="00E00E4D"/>
    <w:rsid w:val="00E01125"/>
    <w:rsid w:val="00E01506"/>
    <w:rsid w:val="00E01539"/>
    <w:rsid w:val="00E01F5D"/>
    <w:rsid w:val="00E01F81"/>
    <w:rsid w:val="00E02785"/>
    <w:rsid w:val="00E02878"/>
    <w:rsid w:val="00E02A5F"/>
    <w:rsid w:val="00E02E82"/>
    <w:rsid w:val="00E033A2"/>
    <w:rsid w:val="00E0392D"/>
    <w:rsid w:val="00E04326"/>
    <w:rsid w:val="00E04BA2"/>
    <w:rsid w:val="00E0701D"/>
    <w:rsid w:val="00E07A42"/>
    <w:rsid w:val="00E101ED"/>
    <w:rsid w:val="00E10247"/>
    <w:rsid w:val="00E103D2"/>
    <w:rsid w:val="00E10492"/>
    <w:rsid w:val="00E10EA5"/>
    <w:rsid w:val="00E11396"/>
    <w:rsid w:val="00E114C1"/>
    <w:rsid w:val="00E12FF1"/>
    <w:rsid w:val="00E13069"/>
    <w:rsid w:val="00E1341E"/>
    <w:rsid w:val="00E135DD"/>
    <w:rsid w:val="00E140B5"/>
    <w:rsid w:val="00E14136"/>
    <w:rsid w:val="00E1443E"/>
    <w:rsid w:val="00E15315"/>
    <w:rsid w:val="00E16CD8"/>
    <w:rsid w:val="00E170D3"/>
    <w:rsid w:val="00E1711B"/>
    <w:rsid w:val="00E17586"/>
    <w:rsid w:val="00E17CDC"/>
    <w:rsid w:val="00E20F34"/>
    <w:rsid w:val="00E217A8"/>
    <w:rsid w:val="00E2221A"/>
    <w:rsid w:val="00E22398"/>
    <w:rsid w:val="00E22581"/>
    <w:rsid w:val="00E23373"/>
    <w:rsid w:val="00E23AB3"/>
    <w:rsid w:val="00E24D0C"/>
    <w:rsid w:val="00E254C0"/>
    <w:rsid w:val="00E25F0A"/>
    <w:rsid w:val="00E266A0"/>
    <w:rsid w:val="00E26FCA"/>
    <w:rsid w:val="00E27975"/>
    <w:rsid w:val="00E27F48"/>
    <w:rsid w:val="00E3007B"/>
    <w:rsid w:val="00E30379"/>
    <w:rsid w:val="00E30464"/>
    <w:rsid w:val="00E30692"/>
    <w:rsid w:val="00E30753"/>
    <w:rsid w:val="00E30824"/>
    <w:rsid w:val="00E308C5"/>
    <w:rsid w:val="00E30D5B"/>
    <w:rsid w:val="00E312F2"/>
    <w:rsid w:val="00E31BFA"/>
    <w:rsid w:val="00E31D0E"/>
    <w:rsid w:val="00E32C2A"/>
    <w:rsid w:val="00E33726"/>
    <w:rsid w:val="00E33C86"/>
    <w:rsid w:val="00E33D51"/>
    <w:rsid w:val="00E34678"/>
    <w:rsid w:val="00E34B98"/>
    <w:rsid w:val="00E35071"/>
    <w:rsid w:val="00E3577D"/>
    <w:rsid w:val="00E35848"/>
    <w:rsid w:val="00E36034"/>
    <w:rsid w:val="00E362EA"/>
    <w:rsid w:val="00E36EA5"/>
    <w:rsid w:val="00E37795"/>
    <w:rsid w:val="00E37B93"/>
    <w:rsid w:val="00E37F94"/>
    <w:rsid w:val="00E401B7"/>
    <w:rsid w:val="00E40E96"/>
    <w:rsid w:val="00E41A24"/>
    <w:rsid w:val="00E4282D"/>
    <w:rsid w:val="00E4289F"/>
    <w:rsid w:val="00E42A27"/>
    <w:rsid w:val="00E43606"/>
    <w:rsid w:val="00E4445A"/>
    <w:rsid w:val="00E44BA3"/>
    <w:rsid w:val="00E44F04"/>
    <w:rsid w:val="00E45008"/>
    <w:rsid w:val="00E4572E"/>
    <w:rsid w:val="00E47031"/>
    <w:rsid w:val="00E474F5"/>
    <w:rsid w:val="00E475AA"/>
    <w:rsid w:val="00E47752"/>
    <w:rsid w:val="00E5054E"/>
    <w:rsid w:val="00E50E9C"/>
    <w:rsid w:val="00E51465"/>
    <w:rsid w:val="00E51D49"/>
    <w:rsid w:val="00E521CA"/>
    <w:rsid w:val="00E53556"/>
    <w:rsid w:val="00E5375C"/>
    <w:rsid w:val="00E53E01"/>
    <w:rsid w:val="00E54382"/>
    <w:rsid w:val="00E5482A"/>
    <w:rsid w:val="00E55EBC"/>
    <w:rsid w:val="00E567C4"/>
    <w:rsid w:val="00E56DBF"/>
    <w:rsid w:val="00E56FE4"/>
    <w:rsid w:val="00E57775"/>
    <w:rsid w:val="00E5785C"/>
    <w:rsid w:val="00E57C1E"/>
    <w:rsid w:val="00E60A31"/>
    <w:rsid w:val="00E620C3"/>
    <w:rsid w:val="00E62E79"/>
    <w:rsid w:val="00E639A8"/>
    <w:rsid w:val="00E64181"/>
    <w:rsid w:val="00E64319"/>
    <w:rsid w:val="00E64BD6"/>
    <w:rsid w:val="00E64CC6"/>
    <w:rsid w:val="00E6579F"/>
    <w:rsid w:val="00E6594E"/>
    <w:rsid w:val="00E6623E"/>
    <w:rsid w:val="00E669B9"/>
    <w:rsid w:val="00E66AD6"/>
    <w:rsid w:val="00E66D01"/>
    <w:rsid w:val="00E67177"/>
    <w:rsid w:val="00E67390"/>
    <w:rsid w:val="00E67B2E"/>
    <w:rsid w:val="00E67C6B"/>
    <w:rsid w:val="00E67C92"/>
    <w:rsid w:val="00E67D41"/>
    <w:rsid w:val="00E70759"/>
    <w:rsid w:val="00E71051"/>
    <w:rsid w:val="00E711E3"/>
    <w:rsid w:val="00E716B1"/>
    <w:rsid w:val="00E718E7"/>
    <w:rsid w:val="00E71A98"/>
    <w:rsid w:val="00E71BB3"/>
    <w:rsid w:val="00E71CA0"/>
    <w:rsid w:val="00E727EF"/>
    <w:rsid w:val="00E729AD"/>
    <w:rsid w:val="00E731D4"/>
    <w:rsid w:val="00E73CF9"/>
    <w:rsid w:val="00E73F28"/>
    <w:rsid w:val="00E7495A"/>
    <w:rsid w:val="00E74D6F"/>
    <w:rsid w:val="00E7536D"/>
    <w:rsid w:val="00E75424"/>
    <w:rsid w:val="00E75C23"/>
    <w:rsid w:val="00E76013"/>
    <w:rsid w:val="00E76CCE"/>
    <w:rsid w:val="00E772B6"/>
    <w:rsid w:val="00E77660"/>
    <w:rsid w:val="00E7785B"/>
    <w:rsid w:val="00E8003B"/>
    <w:rsid w:val="00E80515"/>
    <w:rsid w:val="00E81E5A"/>
    <w:rsid w:val="00E82CC1"/>
    <w:rsid w:val="00E82EDE"/>
    <w:rsid w:val="00E83052"/>
    <w:rsid w:val="00E836F9"/>
    <w:rsid w:val="00E83886"/>
    <w:rsid w:val="00E83CAC"/>
    <w:rsid w:val="00E8464A"/>
    <w:rsid w:val="00E84ED6"/>
    <w:rsid w:val="00E85402"/>
    <w:rsid w:val="00E85BFF"/>
    <w:rsid w:val="00E85F64"/>
    <w:rsid w:val="00E85FF4"/>
    <w:rsid w:val="00E86468"/>
    <w:rsid w:val="00E8662C"/>
    <w:rsid w:val="00E86F09"/>
    <w:rsid w:val="00E87419"/>
    <w:rsid w:val="00E87F68"/>
    <w:rsid w:val="00E9115B"/>
    <w:rsid w:val="00E9148E"/>
    <w:rsid w:val="00E91AE5"/>
    <w:rsid w:val="00E91CEC"/>
    <w:rsid w:val="00E91F61"/>
    <w:rsid w:val="00E923CF"/>
    <w:rsid w:val="00E92595"/>
    <w:rsid w:val="00E92A89"/>
    <w:rsid w:val="00E92D8D"/>
    <w:rsid w:val="00E937E8"/>
    <w:rsid w:val="00E938F8"/>
    <w:rsid w:val="00E94D1F"/>
    <w:rsid w:val="00E954BA"/>
    <w:rsid w:val="00E96E57"/>
    <w:rsid w:val="00E96FFC"/>
    <w:rsid w:val="00E97612"/>
    <w:rsid w:val="00E9788E"/>
    <w:rsid w:val="00E97B60"/>
    <w:rsid w:val="00EA0A13"/>
    <w:rsid w:val="00EA11E9"/>
    <w:rsid w:val="00EA20E8"/>
    <w:rsid w:val="00EA39B9"/>
    <w:rsid w:val="00EA39CF"/>
    <w:rsid w:val="00EA434B"/>
    <w:rsid w:val="00EA459B"/>
    <w:rsid w:val="00EA507E"/>
    <w:rsid w:val="00EA5464"/>
    <w:rsid w:val="00EA67FC"/>
    <w:rsid w:val="00EA6F60"/>
    <w:rsid w:val="00EA744D"/>
    <w:rsid w:val="00EA7729"/>
    <w:rsid w:val="00EB0300"/>
    <w:rsid w:val="00EB0454"/>
    <w:rsid w:val="00EB0735"/>
    <w:rsid w:val="00EB1095"/>
    <w:rsid w:val="00EB11BF"/>
    <w:rsid w:val="00EB1244"/>
    <w:rsid w:val="00EB1A6C"/>
    <w:rsid w:val="00EB1ACD"/>
    <w:rsid w:val="00EB1C43"/>
    <w:rsid w:val="00EB1E20"/>
    <w:rsid w:val="00EB1FF0"/>
    <w:rsid w:val="00EB206B"/>
    <w:rsid w:val="00EB2134"/>
    <w:rsid w:val="00EB2F77"/>
    <w:rsid w:val="00EB30AB"/>
    <w:rsid w:val="00EB37CE"/>
    <w:rsid w:val="00EB553E"/>
    <w:rsid w:val="00EB5B1F"/>
    <w:rsid w:val="00EB5EA2"/>
    <w:rsid w:val="00EB60BA"/>
    <w:rsid w:val="00EB6121"/>
    <w:rsid w:val="00EB6804"/>
    <w:rsid w:val="00EB690C"/>
    <w:rsid w:val="00EB73F6"/>
    <w:rsid w:val="00EC1936"/>
    <w:rsid w:val="00EC3767"/>
    <w:rsid w:val="00EC3B5C"/>
    <w:rsid w:val="00EC4140"/>
    <w:rsid w:val="00EC432E"/>
    <w:rsid w:val="00EC4D31"/>
    <w:rsid w:val="00EC4D75"/>
    <w:rsid w:val="00EC51DD"/>
    <w:rsid w:val="00EC5F36"/>
    <w:rsid w:val="00EC67B6"/>
    <w:rsid w:val="00EC711E"/>
    <w:rsid w:val="00EC74C1"/>
    <w:rsid w:val="00EC78A1"/>
    <w:rsid w:val="00EC7DCA"/>
    <w:rsid w:val="00ED0454"/>
    <w:rsid w:val="00ED06D9"/>
    <w:rsid w:val="00ED20FA"/>
    <w:rsid w:val="00ED250C"/>
    <w:rsid w:val="00ED2C39"/>
    <w:rsid w:val="00ED30EE"/>
    <w:rsid w:val="00ED360E"/>
    <w:rsid w:val="00ED3691"/>
    <w:rsid w:val="00ED3706"/>
    <w:rsid w:val="00ED403F"/>
    <w:rsid w:val="00ED4D76"/>
    <w:rsid w:val="00ED6723"/>
    <w:rsid w:val="00ED6D8E"/>
    <w:rsid w:val="00ED6DD2"/>
    <w:rsid w:val="00ED711C"/>
    <w:rsid w:val="00ED7180"/>
    <w:rsid w:val="00ED7B3E"/>
    <w:rsid w:val="00ED7F96"/>
    <w:rsid w:val="00EE085B"/>
    <w:rsid w:val="00EE102D"/>
    <w:rsid w:val="00EE11AD"/>
    <w:rsid w:val="00EE12A9"/>
    <w:rsid w:val="00EE15B7"/>
    <w:rsid w:val="00EE167F"/>
    <w:rsid w:val="00EE27DE"/>
    <w:rsid w:val="00EE2C12"/>
    <w:rsid w:val="00EE3306"/>
    <w:rsid w:val="00EE3A58"/>
    <w:rsid w:val="00EE3F78"/>
    <w:rsid w:val="00EE59E7"/>
    <w:rsid w:val="00EE62EA"/>
    <w:rsid w:val="00EE6853"/>
    <w:rsid w:val="00EE6BF7"/>
    <w:rsid w:val="00EE78FC"/>
    <w:rsid w:val="00EE7B99"/>
    <w:rsid w:val="00EF0141"/>
    <w:rsid w:val="00EF0AF8"/>
    <w:rsid w:val="00EF138D"/>
    <w:rsid w:val="00EF17C1"/>
    <w:rsid w:val="00EF27A7"/>
    <w:rsid w:val="00EF2A50"/>
    <w:rsid w:val="00EF2AF2"/>
    <w:rsid w:val="00EF2D7D"/>
    <w:rsid w:val="00EF3875"/>
    <w:rsid w:val="00EF3C14"/>
    <w:rsid w:val="00EF4304"/>
    <w:rsid w:val="00EF4579"/>
    <w:rsid w:val="00EF4BEC"/>
    <w:rsid w:val="00EF56F2"/>
    <w:rsid w:val="00EF5791"/>
    <w:rsid w:val="00EF6079"/>
    <w:rsid w:val="00EF666D"/>
    <w:rsid w:val="00EF7352"/>
    <w:rsid w:val="00EF7594"/>
    <w:rsid w:val="00F00A7F"/>
    <w:rsid w:val="00F01452"/>
    <w:rsid w:val="00F02149"/>
    <w:rsid w:val="00F02F21"/>
    <w:rsid w:val="00F03A65"/>
    <w:rsid w:val="00F047FF"/>
    <w:rsid w:val="00F04951"/>
    <w:rsid w:val="00F04C33"/>
    <w:rsid w:val="00F056BA"/>
    <w:rsid w:val="00F05AF6"/>
    <w:rsid w:val="00F06683"/>
    <w:rsid w:val="00F06AF5"/>
    <w:rsid w:val="00F06D40"/>
    <w:rsid w:val="00F07778"/>
    <w:rsid w:val="00F112F9"/>
    <w:rsid w:val="00F11CFA"/>
    <w:rsid w:val="00F1334F"/>
    <w:rsid w:val="00F13649"/>
    <w:rsid w:val="00F1440D"/>
    <w:rsid w:val="00F158F9"/>
    <w:rsid w:val="00F15972"/>
    <w:rsid w:val="00F1620F"/>
    <w:rsid w:val="00F162AB"/>
    <w:rsid w:val="00F1748A"/>
    <w:rsid w:val="00F17925"/>
    <w:rsid w:val="00F207EA"/>
    <w:rsid w:val="00F20F21"/>
    <w:rsid w:val="00F21913"/>
    <w:rsid w:val="00F22CDD"/>
    <w:rsid w:val="00F22D07"/>
    <w:rsid w:val="00F239E7"/>
    <w:rsid w:val="00F23AA6"/>
    <w:rsid w:val="00F245DF"/>
    <w:rsid w:val="00F24D56"/>
    <w:rsid w:val="00F252C5"/>
    <w:rsid w:val="00F2595D"/>
    <w:rsid w:val="00F26F09"/>
    <w:rsid w:val="00F274A1"/>
    <w:rsid w:val="00F31073"/>
    <w:rsid w:val="00F314CF"/>
    <w:rsid w:val="00F31BD4"/>
    <w:rsid w:val="00F31C0A"/>
    <w:rsid w:val="00F31F25"/>
    <w:rsid w:val="00F329E6"/>
    <w:rsid w:val="00F33009"/>
    <w:rsid w:val="00F33DA9"/>
    <w:rsid w:val="00F342BC"/>
    <w:rsid w:val="00F345FF"/>
    <w:rsid w:val="00F3465F"/>
    <w:rsid w:val="00F34A94"/>
    <w:rsid w:val="00F35051"/>
    <w:rsid w:val="00F356D7"/>
    <w:rsid w:val="00F35B7E"/>
    <w:rsid w:val="00F362ED"/>
    <w:rsid w:val="00F362FB"/>
    <w:rsid w:val="00F369CB"/>
    <w:rsid w:val="00F37E34"/>
    <w:rsid w:val="00F408B5"/>
    <w:rsid w:val="00F40B47"/>
    <w:rsid w:val="00F410CE"/>
    <w:rsid w:val="00F41A64"/>
    <w:rsid w:val="00F427CC"/>
    <w:rsid w:val="00F428E8"/>
    <w:rsid w:val="00F42A6E"/>
    <w:rsid w:val="00F4352F"/>
    <w:rsid w:val="00F43744"/>
    <w:rsid w:val="00F4431A"/>
    <w:rsid w:val="00F44511"/>
    <w:rsid w:val="00F44B9D"/>
    <w:rsid w:val="00F454F4"/>
    <w:rsid w:val="00F45C47"/>
    <w:rsid w:val="00F45DE8"/>
    <w:rsid w:val="00F46097"/>
    <w:rsid w:val="00F4620D"/>
    <w:rsid w:val="00F470B1"/>
    <w:rsid w:val="00F47BFE"/>
    <w:rsid w:val="00F507A5"/>
    <w:rsid w:val="00F518A6"/>
    <w:rsid w:val="00F51B41"/>
    <w:rsid w:val="00F51C1B"/>
    <w:rsid w:val="00F51EEA"/>
    <w:rsid w:val="00F52057"/>
    <w:rsid w:val="00F5224C"/>
    <w:rsid w:val="00F527AE"/>
    <w:rsid w:val="00F531F5"/>
    <w:rsid w:val="00F5352F"/>
    <w:rsid w:val="00F537A8"/>
    <w:rsid w:val="00F5477B"/>
    <w:rsid w:val="00F549B0"/>
    <w:rsid w:val="00F54D41"/>
    <w:rsid w:val="00F55D39"/>
    <w:rsid w:val="00F55F92"/>
    <w:rsid w:val="00F565CC"/>
    <w:rsid w:val="00F56B41"/>
    <w:rsid w:val="00F57D72"/>
    <w:rsid w:val="00F60120"/>
    <w:rsid w:val="00F6078F"/>
    <w:rsid w:val="00F60862"/>
    <w:rsid w:val="00F60B84"/>
    <w:rsid w:val="00F6134F"/>
    <w:rsid w:val="00F61528"/>
    <w:rsid w:val="00F618ED"/>
    <w:rsid w:val="00F6197D"/>
    <w:rsid w:val="00F6225C"/>
    <w:rsid w:val="00F62E10"/>
    <w:rsid w:val="00F63207"/>
    <w:rsid w:val="00F632A9"/>
    <w:rsid w:val="00F63778"/>
    <w:rsid w:val="00F63876"/>
    <w:rsid w:val="00F63AE5"/>
    <w:rsid w:val="00F6401B"/>
    <w:rsid w:val="00F64749"/>
    <w:rsid w:val="00F647D8"/>
    <w:rsid w:val="00F64FF8"/>
    <w:rsid w:val="00F65219"/>
    <w:rsid w:val="00F67046"/>
    <w:rsid w:val="00F67ACB"/>
    <w:rsid w:val="00F70A7D"/>
    <w:rsid w:val="00F70D8E"/>
    <w:rsid w:val="00F70E81"/>
    <w:rsid w:val="00F70F59"/>
    <w:rsid w:val="00F710E8"/>
    <w:rsid w:val="00F71DC6"/>
    <w:rsid w:val="00F728C6"/>
    <w:rsid w:val="00F72EE2"/>
    <w:rsid w:val="00F73398"/>
    <w:rsid w:val="00F7341A"/>
    <w:rsid w:val="00F74EB3"/>
    <w:rsid w:val="00F74ED1"/>
    <w:rsid w:val="00F75839"/>
    <w:rsid w:val="00F75BBC"/>
    <w:rsid w:val="00F75D63"/>
    <w:rsid w:val="00F75F36"/>
    <w:rsid w:val="00F761E9"/>
    <w:rsid w:val="00F766EF"/>
    <w:rsid w:val="00F7734D"/>
    <w:rsid w:val="00F773B6"/>
    <w:rsid w:val="00F7755A"/>
    <w:rsid w:val="00F80E23"/>
    <w:rsid w:val="00F816BD"/>
    <w:rsid w:val="00F81830"/>
    <w:rsid w:val="00F81ADE"/>
    <w:rsid w:val="00F827A8"/>
    <w:rsid w:val="00F82C2D"/>
    <w:rsid w:val="00F82C3E"/>
    <w:rsid w:val="00F831B6"/>
    <w:rsid w:val="00F8385C"/>
    <w:rsid w:val="00F83B2F"/>
    <w:rsid w:val="00F84127"/>
    <w:rsid w:val="00F842DC"/>
    <w:rsid w:val="00F84A65"/>
    <w:rsid w:val="00F84E6E"/>
    <w:rsid w:val="00F8563A"/>
    <w:rsid w:val="00F861FB"/>
    <w:rsid w:val="00F865CC"/>
    <w:rsid w:val="00F87362"/>
    <w:rsid w:val="00F87B91"/>
    <w:rsid w:val="00F90584"/>
    <w:rsid w:val="00F90699"/>
    <w:rsid w:val="00F90E06"/>
    <w:rsid w:val="00F91BB5"/>
    <w:rsid w:val="00F91C08"/>
    <w:rsid w:val="00F91C30"/>
    <w:rsid w:val="00F92BD6"/>
    <w:rsid w:val="00F92D48"/>
    <w:rsid w:val="00F93926"/>
    <w:rsid w:val="00F940A9"/>
    <w:rsid w:val="00F95281"/>
    <w:rsid w:val="00F95929"/>
    <w:rsid w:val="00F960F7"/>
    <w:rsid w:val="00F97A7C"/>
    <w:rsid w:val="00FA03C6"/>
    <w:rsid w:val="00FA0574"/>
    <w:rsid w:val="00FA0B9A"/>
    <w:rsid w:val="00FA155F"/>
    <w:rsid w:val="00FA1870"/>
    <w:rsid w:val="00FA1A92"/>
    <w:rsid w:val="00FA1FDF"/>
    <w:rsid w:val="00FA2536"/>
    <w:rsid w:val="00FA31E4"/>
    <w:rsid w:val="00FA34EE"/>
    <w:rsid w:val="00FA3F6E"/>
    <w:rsid w:val="00FA42AC"/>
    <w:rsid w:val="00FA48D3"/>
    <w:rsid w:val="00FA4A8C"/>
    <w:rsid w:val="00FA5626"/>
    <w:rsid w:val="00FA5CD4"/>
    <w:rsid w:val="00FA6249"/>
    <w:rsid w:val="00FA6475"/>
    <w:rsid w:val="00FA657D"/>
    <w:rsid w:val="00FA7AA4"/>
    <w:rsid w:val="00FA7D30"/>
    <w:rsid w:val="00FB0325"/>
    <w:rsid w:val="00FB05DD"/>
    <w:rsid w:val="00FB06AA"/>
    <w:rsid w:val="00FB2FAC"/>
    <w:rsid w:val="00FB3734"/>
    <w:rsid w:val="00FB382C"/>
    <w:rsid w:val="00FB3E94"/>
    <w:rsid w:val="00FB4CF6"/>
    <w:rsid w:val="00FB5DA6"/>
    <w:rsid w:val="00FB5E9C"/>
    <w:rsid w:val="00FB6A7B"/>
    <w:rsid w:val="00FC07BE"/>
    <w:rsid w:val="00FC09A4"/>
    <w:rsid w:val="00FC0B37"/>
    <w:rsid w:val="00FC22F0"/>
    <w:rsid w:val="00FC236A"/>
    <w:rsid w:val="00FC242F"/>
    <w:rsid w:val="00FC28AB"/>
    <w:rsid w:val="00FC3651"/>
    <w:rsid w:val="00FC3C12"/>
    <w:rsid w:val="00FC4B01"/>
    <w:rsid w:val="00FC4BF5"/>
    <w:rsid w:val="00FC4C01"/>
    <w:rsid w:val="00FC5662"/>
    <w:rsid w:val="00FC6374"/>
    <w:rsid w:val="00FC63FA"/>
    <w:rsid w:val="00FC64DD"/>
    <w:rsid w:val="00FC665F"/>
    <w:rsid w:val="00FC6787"/>
    <w:rsid w:val="00FC68DF"/>
    <w:rsid w:val="00FC6E00"/>
    <w:rsid w:val="00FC7006"/>
    <w:rsid w:val="00FC7309"/>
    <w:rsid w:val="00FC7370"/>
    <w:rsid w:val="00FC7996"/>
    <w:rsid w:val="00FC7BC9"/>
    <w:rsid w:val="00FD0806"/>
    <w:rsid w:val="00FD2294"/>
    <w:rsid w:val="00FD236D"/>
    <w:rsid w:val="00FD2397"/>
    <w:rsid w:val="00FD27F2"/>
    <w:rsid w:val="00FD357C"/>
    <w:rsid w:val="00FD371E"/>
    <w:rsid w:val="00FD4456"/>
    <w:rsid w:val="00FD5050"/>
    <w:rsid w:val="00FD520F"/>
    <w:rsid w:val="00FD5912"/>
    <w:rsid w:val="00FD61E2"/>
    <w:rsid w:val="00FD63B5"/>
    <w:rsid w:val="00FD6424"/>
    <w:rsid w:val="00FD6854"/>
    <w:rsid w:val="00FD6AF4"/>
    <w:rsid w:val="00FD6CED"/>
    <w:rsid w:val="00FD7533"/>
    <w:rsid w:val="00FD7DEB"/>
    <w:rsid w:val="00FE0A44"/>
    <w:rsid w:val="00FE1A79"/>
    <w:rsid w:val="00FE1C42"/>
    <w:rsid w:val="00FE2310"/>
    <w:rsid w:val="00FE29E5"/>
    <w:rsid w:val="00FE3143"/>
    <w:rsid w:val="00FE325A"/>
    <w:rsid w:val="00FE3715"/>
    <w:rsid w:val="00FE37FD"/>
    <w:rsid w:val="00FE46F2"/>
    <w:rsid w:val="00FE4B8C"/>
    <w:rsid w:val="00FE5A72"/>
    <w:rsid w:val="00FE6084"/>
    <w:rsid w:val="00FF053A"/>
    <w:rsid w:val="00FF1276"/>
    <w:rsid w:val="00FF1BAE"/>
    <w:rsid w:val="00FF1C8D"/>
    <w:rsid w:val="00FF1E50"/>
    <w:rsid w:val="00FF2236"/>
    <w:rsid w:val="00FF41ED"/>
    <w:rsid w:val="00FF470F"/>
    <w:rsid w:val="00FF505B"/>
    <w:rsid w:val="00FF577C"/>
    <w:rsid w:val="00FF64F8"/>
    <w:rsid w:val="00FF684C"/>
    <w:rsid w:val="00FF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90E9FED"/>
  <w15:docId w15:val="{4A33FA7A-27AC-410E-94D0-4CD660CC5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2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50C8"/>
    <w:pPr>
      <w:jc w:val="both"/>
    </w:pPr>
    <w:rPr>
      <w:rFonts w:ascii="Verdana" w:hAnsi="Verdana"/>
      <w:sz w:val="18"/>
      <w:lang w:eastAsia="en-GB"/>
    </w:rPr>
  </w:style>
  <w:style w:type="paragraph" w:styleId="Heading1">
    <w:name w:val="heading 1"/>
    <w:basedOn w:val="Body"/>
    <w:next w:val="Normal"/>
    <w:link w:val="Heading1Char"/>
    <w:qFormat/>
    <w:rsid w:val="00F342BC"/>
    <w:pPr>
      <w:numPr>
        <w:numId w:val="12"/>
      </w:numPr>
      <w:spacing w:after="0"/>
      <w:ind w:left="709" w:hanging="709"/>
      <w:outlineLvl w:val="0"/>
    </w:pPr>
    <w:rPr>
      <w:b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qFormat/>
    <w:rsid w:val="009C44F0"/>
    <w:pPr>
      <w:numPr>
        <w:numId w:val="9"/>
      </w:numPr>
      <w:spacing w:after="240"/>
    </w:pPr>
  </w:style>
  <w:style w:type="paragraph" w:customStyle="1" w:styleId="aDefinition">
    <w:name w:val="(a) Definition"/>
    <w:basedOn w:val="Body"/>
    <w:qFormat/>
    <w:rsid w:val="00F44B9D"/>
    <w:pPr>
      <w:numPr>
        <w:ilvl w:val="1"/>
      </w:numPr>
    </w:pPr>
  </w:style>
  <w:style w:type="paragraph" w:customStyle="1" w:styleId="iDefinition">
    <w:name w:val="(i) Definition"/>
    <w:basedOn w:val="Body"/>
    <w:qFormat/>
    <w:rsid w:val="005D221E"/>
    <w:pPr>
      <w:numPr>
        <w:ilvl w:val="2"/>
      </w:numPr>
      <w:tabs>
        <w:tab w:val="clear" w:pos="1843"/>
      </w:tabs>
    </w:pPr>
  </w:style>
  <w:style w:type="paragraph" w:customStyle="1" w:styleId="Body1">
    <w:name w:val="Body 1"/>
    <w:basedOn w:val="Body"/>
    <w:uiPriority w:val="2"/>
    <w:semiHidden/>
    <w:qFormat/>
    <w:rsid w:val="005D221E"/>
    <w:pPr>
      <w:ind w:left="851"/>
    </w:pPr>
  </w:style>
  <w:style w:type="paragraph" w:customStyle="1" w:styleId="Background">
    <w:name w:val="Background"/>
    <w:basedOn w:val="Body1"/>
    <w:uiPriority w:val="2"/>
    <w:semiHidden/>
    <w:qFormat/>
    <w:rsid w:val="005D221E"/>
    <w:pPr>
      <w:numPr>
        <w:numId w:val="1"/>
      </w:numPr>
    </w:pPr>
  </w:style>
  <w:style w:type="paragraph" w:customStyle="1" w:styleId="Body2">
    <w:name w:val="Body 2"/>
    <w:basedOn w:val="Body1"/>
    <w:uiPriority w:val="2"/>
    <w:semiHidden/>
    <w:qFormat/>
    <w:rsid w:val="005D221E"/>
  </w:style>
  <w:style w:type="paragraph" w:customStyle="1" w:styleId="Body3">
    <w:name w:val="Body 3"/>
    <w:basedOn w:val="Body2"/>
    <w:uiPriority w:val="2"/>
    <w:semiHidden/>
    <w:qFormat/>
    <w:rsid w:val="005D221E"/>
    <w:pPr>
      <w:ind w:left="1843"/>
    </w:pPr>
  </w:style>
  <w:style w:type="paragraph" w:customStyle="1" w:styleId="Body4">
    <w:name w:val="Body 4"/>
    <w:basedOn w:val="Body3"/>
    <w:uiPriority w:val="2"/>
    <w:semiHidden/>
    <w:qFormat/>
    <w:rsid w:val="005D221E"/>
    <w:pPr>
      <w:ind w:left="3119"/>
    </w:pPr>
  </w:style>
  <w:style w:type="paragraph" w:customStyle="1" w:styleId="Body5">
    <w:name w:val="Body 5"/>
    <w:basedOn w:val="Body3"/>
    <w:uiPriority w:val="2"/>
    <w:semiHidden/>
    <w:qFormat/>
    <w:rsid w:val="005D221E"/>
    <w:pPr>
      <w:ind w:left="3119"/>
    </w:pPr>
  </w:style>
  <w:style w:type="paragraph" w:customStyle="1" w:styleId="Bullet1">
    <w:name w:val="Bullet 1"/>
    <w:basedOn w:val="Body1"/>
    <w:uiPriority w:val="2"/>
    <w:semiHidden/>
    <w:qFormat/>
    <w:rsid w:val="005D221E"/>
    <w:pPr>
      <w:numPr>
        <w:numId w:val="2"/>
      </w:numPr>
    </w:pPr>
  </w:style>
  <w:style w:type="paragraph" w:customStyle="1" w:styleId="Bullet2">
    <w:name w:val="Bullet 2"/>
    <w:basedOn w:val="Body2"/>
    <w:uiPriority w:val="2"/>
    <w:semiHidden/>
    <w:qFormat/>
    <w:rsid w:val="005D221E"/>
    <w:pPr>
      <w:numPr>
        <w:ilvl w:val="1"/>
        <w:numId w:val="2"/>
      </w:numPr>
    </w:pPr>
  </w:style>
  <w:style w:type="paragraph" w:customStyle="1" w:styleId="Bullet3">
    <w:name w:val="Bullet 3"/>
    <w:basedOn w:val="Body3"/>
    <w:uiPriority w:val="2"/>
    <w:semiHidden/>
    <w:qFormat/>
    <w:rsid w:val="005D221E"/>
    <w:pPr>
      <w:numPr>
        <w:ilvl w:val="2"/>
        <w:numId w:val="2"/>
      </w:numPr>
    </w:pPr>
  </w:style>
  <w:style w:type="character" w:customStyle="1" w:styleId="CrossReference">
    <w:name w:val="Cross Reference"/>
    <w:basedOn w:val="DefaultParagraphFont"/>
    <w:uiPriority w:val="2"/>
    <w:semiHidden/>
    <w:qFormat/>
    <w:rsid w:val="005D221E"/>
    <w:rPr>
      <w:b/>
    </w:rPr>
  </w:style>
  <w:style w:type="paragraph" w:styleId="Footer">
    <w:name w:val="footer"/>
    <w:basedOn w:val="Normal"/>
    <w:uiPriority w:val="2"/>
    <w:semiHidden/>
    <w:rsid w:val="005D221E"/>
    <w:pPr>
      <w:tabs>
        <w:tab w:val="center" w:pos="4536"/>
      </w:tabs>
    </w:pPr>
    <w:rPr>
      <w:noProof/>
      <w:sz w:val="16"/>
    </w:rPr>
  </w:style>
  <w:style w:type="character" w:styleId="FootnoteReference">
    <w:name w:val="footnote reference"/>
    <w:basedOn w:val="DefaultParagraphFont"/>
    <w:rsid w:val="005D221E"/>
    <w:rPr>
      <w:rFonts w:ascii="Tahoma" w:hAnsi="Tahoma"/>
      <w:b/>
      <w:color w:val="auto"/>
      <w:sz w:val="20"/>
      <w:u w:val="none"/>
      <w:vertAlign w:val="superscript"/>
    </w:rPr>
  </w:style>
  <w:style w:type="paragraph" w:styleId="FootnoteText">
    <w:name w:val="footnote text"/>
    <w:basedOn w:val="Normal"/>
    <w:link w:val="FootnoteTextChar"/>
    <w:qFormat/>
    <w:rsid w:val="004A5265"/>
    <w:pPr>
      <w:ind w:left="142" w:hanging="142"/>
    </w:pPr>
    <w:rPr>
      <w:sz w:val="16"/>
      <w:lang w:val="et-EE"/>
    </w:rPr>
  </w:style>
  <w:style w:type="paragraph" w:styleId="Header">
    <w:name w:val="header"/>
    <w:basedOn w:val="Normal"/>
    <w:link w:val="HeaderChar"/>
    <w:uiPriority w:val="99"/>
    <w:rsid w:val="005D221E"/>
    <w:pPr>
      <w:tabs>
        <w:tab w:val="center" w:pos="4536"/>
        <w:tab w:val="right" w:pos="9072"/>
      </w:tabs>
    </w:pPr>
    <w:rPr>
      <w:noProof/>
      <w:sz w:val="16"/>
    </w:rPr>
  </w:style>
  <w:style w:type="paragraph" w:customStyle="1" w:styleId="Level1">
    <w:name w:val="Level 1"/>
    <w:basedOn w:val="ListParagraph"/>
    <w:link w:val="Level1Mrk"/>
    <w:qFormat/>
    <w:rsid w:val="00633735"/>
    <w:pPr>
      <w:numPr>
        <w:numId w:val="10"/>
      </w:numPr>
    </w:pPr>
    <w:rPr>
      <w:bCs/>
      <w:szCs w:val="18"/>
      <w:lang w:val="et-EE"/>
    </w:rPr>
  </w:style>
  <w:style w:type="character" w:customStyle="1" w:styleId="Level1asHeadingtext">
    <w:name w:val="Level 1 as Heading (text)"/>
    <w:basedOn w:val="DefaultParagraphFont"/>
    <w:uiPriority w:val="1"/>
    <w:rsid w:val="005D221E"/>
    <w:rPr>
      <w:b/>
    </w:rPr>
  </w:style>
  <w:style w:type="paragraph" w:customStyle="1" w:styleId="Level2">
    <w:name w:val="Level 2"/>
    <w:basedOn w:val="Body"/>
    <w:qFormat/>
    <w:rsid w:val="00791EF6"/>
    <w:pPr>
      <w:numPr>
        <w:ilvl w:val="1"/>
        <w:numId w:val="10"/>
      </w:numPr>
      <w:spacing w:after="0"/>
    </w:pPr>
    <w:rPr>
      <w:lang w:val="et-EE"/>
    </w:rPr>
  </w:style>
  <w:style w:type="character" w:customStyle="1" w:styleId="Level2asHeadingtext">
    <w:name w:val="Level 2 as Heading (text)"/>
    <w:basedOn w:val="DefaultParagraphFont"/>
    <w:uiPriority w:val="1"/>
    <w:rsid w:val="005D221E"/>
    <w:rPr>
      <w:b/>
    </w:rPr>
  </w:style>
  <w:style w:type="paragraph" w:customStyle="1" w:styleId="Level3">
    <w:name w:val="Level 3"/>
    <w:basedOn w:val="Level2"/>
    <w:qFormat/>
    <w:rsid w:val="00196ACE"/>
    <w:pPr>
      <w:numPr>
        <w:ilvl w:val="2"/>
      </w:numPr>
      <w:tabs>
        <w:tab w:val="clear" w:pos="720"/>
      </w:tabs>
      <w:spacing w:before="60"/>
    </w:pPr>
  </w:style>
  <w:style w:type="character" w:customStyle="1" w:styleId="Level3asHeadingtext">
    <w:name w:val="Level 3 as Heading (text)"/>
    <w:basedOn w:val="DefaultParagraphFont"/>
    <w:uiPriority w:val="1"/>
    <w:rsid w:val="005D221E"/>
    <w:rPr>
      <w:b/>
    </w:rPr>
  </w:style>
  <w:style w:type="paragraph" w:customStyle="1" w:styleId="Level4">
    <w:name w:val="Level 4"/>
    <w:basedOn w:val="Body4"/>
    <w:qFormat/>
    <w:rsid w:val="005D221E"/>
    <w:pPr>
      <w:numPr>
        <w:ilvl w:val="3"/>
        <w:numId w:val="3"/>
      </w:numPr>
      <w:outlineLvl w:val="3"/>
    </w:pPr>
  </w:style>
  <w:style w:type="paragraph" w:customStyle="1" w:styleId="Level5">
    <w:name w:val="Level 5"/>
    <w:basedOn w:val="Body5"/>
    <w:qFormat/>
    <w:rsid w:val="005D221E"/>
    <w:pPr>
      <w:numPr>
        <w:ilvl w:val="4"/>
        <w:numId w:val="3"/>
      </w:numPr>
      <w:outlineLvl w:val="4"/>
    </w:pPr>
  </w:style>
  <w:style w:type="character" w:styleId="PageNumber">
    <w:name w:val="page number"/>
    <w:basedOn w:val="DefaultParagraphFont"/>
    <w:uiPriority w:val="2"/>
    <w:semiHidden/>
    <w:rsid w:val="005D221E"/>
    <w:rPr>
      <w:sz w:val="16"/>
    </w:rPr>
  </w:style>
  <w:style w:type="paragraph" w:customStyle="1" w:styleId="Parties">
    <w:name w:val="Parties"/>
    <w:basedOn w:val="Body1"/>
    <w:uiPriority w:val="1"/>
    <w:semiHidden/>
    <w:qFormat/>
    <w:rsid w:val="005D221E"/>
    <w:pPr>
      <w:numPr>
        <w:numId w:val="4"/>
      </w:numPr>
    </w:pPr>
  </w:style>
  <w:style w:type="paragraph" w:customStyle="1" w:styleId="Rule1">
    <w:name w:val="Rule 1"/>
    <w:basedOn w:val="Body"/>
    <w:semiHidden/>
    <w:rsid w:val="005D221E"/>
    <w:pPr>
      <w:keepNext/>
      <w:numPr>
        <w:numId w:val="5"/>
      </w:numPr>
    </w:pPr>
    <w:rPr>
      <w:b/>
    </w:rPr>
  </w:style>
  <w:style w:type="paragraph" w:customStyle="1" w:styleId="Rule2">
    <w:name w:val="Rule 2"/>
    <w:basedOn w:val="Body2"/>
    <w:semiHidden/>
    <w:rsid w:val="005D221E"/>
    <w:pPr>
      <w:numPr>
        <w:ilvl w:val="1"/>
        <w:numId w:val="5"/>
      </w:numPr>
    </w:pPr>
  </w:style>
  <w:style w:type="paragraph" w:customStyle="1" w:styleId="Rule3">
    <w:name w:val="Rule 3"/>
    <w:basedOn w:val="Body3"/>
    <w:semiHidden/>
    <w:rsid w:val="005D221E"/>
    <w:pPr>
      <w:numPr>
        <w:ilvl w:val="2"/>
        <w:numId w:val="5"/>
      </w:numPr>
    </w:pPr>
  </w:style>
  <w:style w:type="paragraph" w:customStyle="1" w:styleId="Rule4">
    <w:name w:val="Rule 4"/>
    <w:basedOn w:val="Body4"/>
    <w:semiHidden/>
    <w:rsid w:val="005D221E"/>
    <w:pPr>
      <w:numPr>
        <w:ilvl w:val="3"/>
        <w:numId w:val="5"/>
      </w:numPr>
    </w:pPr>
  </w:style>
  <w:style w:type="paragraph" w:customStyle="1" w:styleId="Rule5">
    <w:name w:val="Rule 5"/>
    <w:basedOn w:val="Body5"/>
    <w:semiHidden/>
    <w:rsid w:val="005D221E"/>
    <w:pPr>
      <w:numPr>
        <w:ilvl w:val="4"/>
        <w:numId w:val="5"/>
      </w:numPr>
    </w:pPr>
  </w:style>
  <w:style w:type="paragraph" w:customStyle="1" w:styleId="Schedule">
    <w:name w:val="Schedule"/>
    <w:basedOn w:val="Normal"/>
    <w:semiHidden/>
    <w:rsid w:val="005D221E"/>
    <w:pPr>
      <w:keepNext/>
      <w:numPr>
        <w:numId w:val="6"/>
      </w:numPr>
      <w:spacing w:after="240"/>
      <w:jc w:val="center"/>
    </w:pPr>
    <w:rPr>
      <w:b/>
      <w:caps/>
      <w:sz w:val="24"/>
    </w:rPr>
  </w:style>
  <w:style w:type="paragraph" w:customStyle="1" w:styleId="ScheduleTitle">
    <w:name w:val="Schedule Title"/>
    <w:basedOn w:val="Body"/>
    <w:uiPriority w:val="2"/>
    <w:semiHidden/>
    <w:qFormat/>
    <w:rsid w:val="005D221E"/>
    <w:pPr>
      <w:keepNext/>
      <w:spacing w:after="480"/>
      <w:jc w:val="center"/>
    </w:pPr>
    <w:rPr>
      <w:b/>
    </w:rPr>
  </w:style>
  <w:style w:type="paragraph" w:customStyle="1" w:styleId="aBankingDefinition">
    <w:name w:val="(a) Banking Definition"/>
    <w:basedOn w:val="Body"/>
    <w:uiPriority w:val="2"/>
    <w:semiHidden/>
    <w:qFormat/>
    <w:rsid w:val="00F44B9D"/>
    <w:pPr>
      <w:numPr>
        <w:numId w:val="8"/>
      </w:numPr>
    </w:pPr>
  </w:style>
  <w:style w:type="paragraph" w:customStyle="1" w:styleId="Sideheading">
    <w:name w:val="Sideheading"/>
    <w:basedOn w:val="Body"/>
    <w:qFormat/>
    <w:rsid w:val="005D221E"/>
    <w:rPr>
      <w:b/>
      <w:caps/>
    </w:rPr>
  </w:style>
  <w:style w:type="paragraph" w:customStyle="1" w:styleId="iBankingDefinition">
    <w:name w:val="(i) Banking Definition"/>
    <w:basedOn w:val="aBankingDefinition"/>
    <w:uiPriority w:val="2"/>
    <w:semiHidden/>
    <w:qFormat/>
    <w:rsid w:val="000D0EB3"/>
    <w:pPr>
      <w:numPr>
        <w:ilvl w:val="1"/>
      </w:numPr>
    </w:pPr>
  </w:style>
  <w:style w:type="paragraph" w:styleId="TOC1">
    <w:name w:val="toc 1"/>
    <w:basedOn w:val="Body"/>
    <w:next w:val="Normal"/>
    <w:semiHidden/>
    <w:rsid w:val="005D221E"/>
    <w:pPr>
      <w:tabs>
        <w:tab w:val="right" w:leader="dot" w:pos="9072"/>
      </w:tabs>
      <w:spacing w:after="60"/>
      <w:ind w:left="851" w:right="851" w:hanging="851"/>
    </w:pPr>
    <w:rPr>
      <w:caps/>
      <w:noProof/>
    </w:rPr>
  </w:style>
  <w:style w:type="paragraph" w:styleId="TOC2">
    <w:name w:val="toc 2"/>
    <w:basedOn w:val="Body"/>
    <w:next w:val="Normal"/>
    <w:semiHidden/>
    <w:rsid w:val="005D221E"/>
    <w:pPr>
      <w:tabs>
        <w:tab w:val="left" w:pos="1680"/>
        <w:tab w:val="right" w:leader="dot" w:pos="9072"/>
      </w:tabs>
      <w:spacing w:after="60"/>
      <w:ind w:left="1680" w:right="851" w:hanging="829"/>
    </w:pPr>
    <w:rPr>
      <w:noProof/>
    </w:rPr>
  </w:style>
  <w:style w:type="paragraph" w:styleId="TOC3">
    <w:name w:val="toc 3"/>
    <w:basedOn w:val="Body"/>
    <w:next w:val="Normal"/>
    <w:semiHidden/>
    <w:rsid w:val="005D221E"/>
    <w:pPr>
      <w:tabs>
        <w:tab w:val="right" w:leader="dot" w:pos="9072"/>
      </w:tabs>
      <w:spacing w:after="60"/>
      <w:ind w:left="851" w:right="851" w:hanging="851"/>
    </w:pPr>
    <w:rPr>
      <w:noProof/>
    </w:rPr>
  </w:style>
  <w:style w:type="paragraph" w:styleId="TOC4">
    <w:name w:val="toc 4"/>
    <w:basedOn w:val="Body"/>
    <w:next w:val="Normal"/>
    <w:semiHidden/>
    <w:rsid w:val="005D221E"/>
    <w:pPr>
      <w:keepNext/>
      <w:spacing w:after="60"/>
      <w:ind w:right="851"/>
    </w:pPr>
    <w:rPr>
      <w:b/>
      <w:noProof/>
    </w:rPr>
  </w:style>
  <w:style w:type="paragraph" w:styleId="TOC5">
    <w:name w:val="toc 5"/>
    <w:basedOn w:val="TOC1"/>
    <w:next w:val="Normal"/>
    <w:semiHidden/>
    <w:rsid w:val="0079192D"/>
    <w:pPr>
      <w:ind w:firstLine="0"/>
    </w:pPr>
    <w:rPr>
      <w:caps w:val="0"/>
    </w:rPr>
  </w:style>
  <w:style w:type="paragraph" w:styleId="TOC6">
    <w:name w:val="toc 6"/>
    <w:basedOn w:val="Normal"/>
    <w:next w:val="Normal"/>
    <w:semiHidden/>
    <w:rsid w:val="005D221E"/>
    <w:pPr>
      <w:tabs>
        <w:tab w:val="right" w:leader="dot" w:pos="9072"/>
      </w:tabs>
      <w:ind w:left="2835" w:right="851" w:hanging="1134"/>
    </w:pPr>
    <w:rPr>
      <w:noProof/>
    </w:rPr>
  </w:style>
  <w:style w:type="paragraph" w:customStyle="1" w:styleId="FootnoteTextContinuation">
    <w:name w:val="Footnote Text Continuation"/>
    <w:basedOn w:val="FootnoteText"/>
    <w:uiPriority w:val="2"/>
    <w:semiHidden/>
    <w:rsid w:val="00A86EAF"/>
    <w:pPr>
      <w:ind w:firstLine="0"/>
    </w:pPr>
  </w:style>
  <w:style w:type="paragraph" w:customStyle="1" w:styleId="Part">
    <w:name w:val="Part"/>
    <w:basedOn w:val="Body"/>
    <w:uiPriority w:val="1"/>
    <w:semiHidden/>
    <w:qFormat/>
    <w:rsid w:val="003000F0"/>
    <w:pPr>
      <w:numPr>
        <w:numId w:val="7"/>
      </w:numPr>
      <w:spacing w:line="312" w:lineRule="auto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4D78C3"/>
    <w:rPr>
      <w:rFonts w:ascii="Verdana" w:hAnsi="Verdana"/>
      <w:noProof/>
      <w:sz w:val="16"/>
      <w:lang w:eastAsia="en-GB"/>
    </w:rPr>
  </w:style>
  <w:style w:type="table" w:styleId="TableGrid">
    <w:name w:val="Table Grid"/>
    <w:basedOn w:val="TableNormal"/>
    <w:uiPriority w:val="59"/>
    <w:rsid w:val="004D7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0BBB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BBB"/>
    <w:rPr>
      <w:rFonts w:ascii="Segoe UI" w:hAnsi="Segoe UI" w:cs="Segoe UI"/>
      <w:sz w:val="18"/>
      <w:szCs w:val="18"/>
      <w:lang w:eastAsia="en-GB"/>
    </w:rPr>
  </w:style>
  <w:style w:type="paragraph" w:customStyle="1" w:styleId="ExtraInfo">
    <w:name w:val="ExtraInfo"/>
    <w:basedOn w:val="Normal"/>
    <w:uiPriority w:val="2"/>
    <w:semiHidden/>
    <w:rsid w:val="00470BBB"/>
    <w:pPr>
      <w:framePr w:w="2206" w:h="919" w:hSpace="181" w:wrap="around" w:vAnchor="page" w:hAnchor="page" w:x="9385" w:y="211"/>
      <w:shd w:val="clear" w:color="auto" w:fill="FFFFFF"/>
    </w:pPr>
    <w:rPr>
      <w:sz w:val="14"/>
      <w:szCs w:val="14"/>
    </w:rPr>
  </w:style>
  <w:style w:type="paragraph" w:customStyle="1" w:styleId="Default">
    <w:name w:val="Default"/>
    <w:rsid w:val="00EC78A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61D81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469D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E552B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val="et-EE" w:eastAsia="et-EE"/>
    </w:rPr>
  </w:style>
  <w:style w:type="table" w:customStyle="1" w:styleId="TableGrid2">
    <w:name w:val="Table Grid2"/>
    <w:basedOn w:val="TableNormal"/>
    <w:next w:val="TableGrid"/>
    <w:uiPriority w:val="59"/>
    <w:rsid w:val="009667D4"/>
    <w:rPr>
      <w:rFonts w:asciiTheme="minorHAnsi" w:hAnsiTheme="minorHAns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F507A5"/>
    <w:rPr>
      <w:color w:val="605E5C"/>
      <w:shd w:val="clear" w:color="auto" w:fill="E1DFDD"/>
    </w:rPr>
  </w:style>
  <w:style w:type="character" w:customStyle="1" w:styleId="FootnoteTextChar">
    <w:name w:val="Footnote Text Char"/>
    <w:basedOn w:val="DefaultParagraphFont"/>
    <w:link w:val="FootnoteText"/>
    <w:rsid w:val="004A5265"/>
    <w:rPr>
      <w:rFonts w:ascii="Verdana" w:hAnsi="Verdana"/>
      <w:sz w:val="16"/>
      <w:lang w:val="et-EE" w:eastAsia="en-GB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A66D51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F342BC"/>
    <w:rPr>
      <w:rFonts w:ascii="Verdana" w:hAnsi="Verdana"/>
      <w:b/>
      <w:sz w:val="18"/>
      <w:lang w:val="et-EE" w:eastAsia="en-GB"/>
    </w:rPr>
  </w:style>
  <w:style w:type="paragraph" w:customStyle="1" w:styleId="Lisadenimekiri">
    <w:name w:val="Lisade nimekiri"/>
    <w:basedOn w:val="Normal"/>
    <w:uiPriority w:val="1"/>
    <w:qFormat/>
    <w:rsid w:val="008F1361"/>
    <w:pPr>
      <w:tabs>
        <w:tab w:val="num" w:pos="720"/>
      </w:tabs>
      <w:outlineLvl w:val="0"/>
    </w:pPr>
    <w:rPr>
      <w:lang w:val="et-E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F1361"/>
    <w:rPr>
      <w:rFonts w:ascii="Verdana" w:hAnsi="Verdana"/>
      <w:sz w:val="18"/>
      <w:lang w:eastAsia="en-GB"/>
    </w:rPr>
  </w:style>
  <w:style w:type="character" w:customStyle="1" w:styleId="Level1Mrk">
    <w:name w:val="Level 1 Märk"/>
    <w:basedOn w:val="ListParagraphChar"/>
    <w:link w:val="Level1"/>
    <w:uiPriority w:val="1"/>
    <w:rsid w:val="00633735"/>
    <w:rPr>
      <w:rFonts w:ascii="Verdana" w:hAnsi="Verdana"/>
      <w:bCs/>
      <w:sz w:val="18"/>
      <w:szCs w:val="18"/>
      <w:lang w:val="et-EE" w:eastAsia="en-GB"/>
    </w:rPr>
  </w:style>
  <w:style w:type="paragraph" w:customStyle="1" w:styleId="Level21">
    <w:name w:val="Level2.1"/>
    <w:basedOn w:val="Level2"/>
    <w:next w:val="Normal"/>
    <w:qFormat/>
    <w:rsid w:val="00D76760"/>
    <w:pPr>
      <w:numPr>
        <w:ilvl w:val="0"/>
        <w:numId w:val="0"/>
      </w:numPr>
      <w:ind w:left="709"/>
    </w:pPr>
    <w:rPr>
      <w:b/>
      <w:i/>
      <w:u w:val="single"/>
    </w:rPr>
  </w:style>
  <w:style w:type="paragraph" w:customStyle="1" w:styleId="Muu">
    <w:name w:val="Muu"/>
    <w:basedOn w:val="Level1"/>
    <w:link w:val="MuuMrk"/>
    <w:qFormat/>
    <w:rsid w:val="00B33FAF"/>
    <w:pPr>
      <w:numPr>
        <w:numId w:val="11"/>
      </w:numPr>
      <w:ind w:left="754" w:hanging="357"/>
    </w:pPr>
  </w:style>
  <w:style w:type="character" w:customStyle="1" w:styleId="MuuMrk">
    <w:name w:val="Muu Märk"/>
    <w:basedOn w:val="Level1Mrk"/>
    <w:link w:val="Muu"/>
    <w:rsid w:val="00B33FAF"/>
    <w:rPr>
      <w:rFonts w:ascii="Verdana" w:hAnsi="Verdana"/>
      <w:bCs/>
      <w:sz w:val="18"/>
      <w:szCs w:val="18"/>
      <w:lang w:val="et-EE" w:eastAsia="en-GB"/>
    </w:rPr>
  </w:style>
  <w:style w:type="character" w:customStyle="1" w:styleId="Lahendamatamainimine3">
    <w:name w:val="Lahendamata mainimine3"/>
    <w:basedOn w:val="DefaultParagraphFont"/>
    <w:uiPriority w:val="99"/>
    <w:semiHidden/>
    <w:unhideWhenUsed/>
    <w:rsid w:val="00EE11A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F74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741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741D"/>
    <w:rPr>
      <w:rFonts w:ascii="Verdana" w:hAnsi="Verdana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4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41D"/>
    <w:rPr>
      <w:rFonts w:ascii="Verdana" w:hAnsi="Verdana"/>
      <w:b/>
      <w:bCs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E2906"/>
    <w:rPr>
      <w:color w:val="605E5C"/>
      <w:shd w:val="clear" w:color="auto" w:fill="E1DFDD"/>
    </w:rPr>
  </w:style>
  <w:style w:type="paragraph" w:customStyle="1" w:styleId="text-3mezera">
    <w:name w:val="text - 3 mezera"/>
    <w:basedOn w:val="Normal"/>
    <w:uiPriority w:val="99"/>
    <w:rsid w:val="003F6CA3"/>
    <w:pPr>
      <w:spacing w:before="60" w:line="240" w:lineRule="exact"/>
    </w:pPr>
    <w:rPr>
      <w:rFonts w:ascii="Arial" w:eastAsiaTheme="minorHAnsi" w:hAnsi="Arial" w:cs="Arial"/>
      <w:sz w:val="24"/>
      <w:szCs w:val="24"/>
      <w:lang w:val="et-EE" w:eastAsia="ar-SA"/>
    </w:rPr>
  </w:style>
  <w:style w:type="table" w:customStyle="1" w:styleId="Kontuurtabel1">
    <w:name w:val="Kontuurtabel1"/>
    <w:basedOn w:val="TableNormal"/>
    <w:next w:val="TableGrid"/>
    <w:uiPriority w:val="39"/>
    <w:rsid w:val="00557BF4"/>
    <w:rPr>
      <w:rFonts w:ascii="Calibri" w:eastAsia="Calibri" w:hAnsi="Calibri"/>
      <w:sz w:val="22"/>
      <w:szCs w:val="22"/>
      <w:lang w:val="et-E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67819"/>
    <w:rPr>
      <w:color w:val="800080" w:themeColor="followed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03B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003BE"/>
    <w:rPr>
      <w:rFonts w:ascii="Verdana" w:hAnsi="Verdana"/>
      <w:sz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iiumaa@rmk.ee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uidueero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dres.tammeveski@rmk.e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lena\AppData\Roaming\Microsoft\Templates\Apellatsioonkaebu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267" row="7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C4C3512-91B3-4261-8062-9A593173A587}">
  <we:reference id="wa104381077" version="1.0.0.3" store="et-EE" storeType="OMEX"/>
  <we:alternateReferences>
    <we:reference id="wa104381077" version="1.0.0.3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5107F-77D8-4E55-AAB8-138A49EB7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Apellatsioonkaebus.dotx</Template>
  <TotalTime>1683</TotalTime>
  <Pages>1</Pages>
  <Words>275</Words>
  <Characters>1598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House Style</vt:lpstr>
      <vt:lpstr>House Style</vt:lpstr>
    </vt:vector>
  </TitlesOfParts>
  <Company>Eversheds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House Style</dc:title>
  <dc:subject/>
  <dc:creator>Eversheds Sutherland</dc:creator>
  <cp:keywords/>
  <dc:description/>
  <cp:lastModifiedBy>Eversheds Sutherland</cp:lastModifiedBy>
  <cp:revision>681</cp:revision>
  <cp:lastPrinted>2021-03-10T13:30:00Z</cp:lastPrinted>
  <dcterms:created xsi:type="dcterms:W3CDTF">2021-07-19T10:15:00Z</dcterms:created>
  <dcterms:modified xsi:type="dcterms:W3CDTF">2022-12-09T12:02:00Z</dcterms:modified>
</cp:coreProperties>
</file>